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5B80D" w14:textId="107281A9" w:rsidR="00EE6676" w:rsidRPr="00B51E0C" w:rsidRDefault="00B51E0C" w:rsidP="00B51E0C">
      <w:pPr>
        <w:ind w:right="1133"/>
        <w:jc w:val="right"/>
        <w:rPr>
          <w:rFonts w:ascii="Giorgio" w:hAnsi="Giorgio"/>
          <w:b/>
          <w:bCs/>
          <w:color w:val="68A827"/>
          <w:sz w:val="22"/>
          <w:szCs w:val="22"/>
        </w:rPr>
      </w:pPr>
      <w:r w:rsidRPr="00B51E0C">
        <w:rPr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747003BC" wp14:editId="692A22F7">
            <wp:simplePos x="0" y="0"/>
            <wp:positionH relativeFrom="column">
              <wp:posOffset>266907</wp:posOffset>
            </wp:positionH>
            <wp:positionV relativeFrom="paragraph">
              <wp:posOffset>-103517</wp:posOffset>
            </wp:positionV>
            <wp:extent cx="908685" cy="741680"/>
            <wp:effectExtent l="0" t="0" r="5715" b="127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1E0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64398441" wp14:editId="5FFF88A6">
                <wp:simplePos x="0" y="0"/>
                <wp:positionH relativeFrom="column">
                  <wp:posOffset>146233</wp:posOffset>
                </wp:positionH>
                <wp:positionV relativeFrom="paragraph">
                  <wp:posOffset>-185159</wp:posOffset>
                </wp:positionV>
                <wp:extent cx="6354445" cy="935803"/>
                <wp:effectExtent l="19050" t="19050" r="27305" b="17145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935803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1B7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B93A1" id="Rectangle 23" o:spid="_x0000_s1026" style="position:absolute;margin-left:11.5pt;margin-top:-14.6pt;width:500.35pt;height:73.7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" filled="f" strokecolor="#001b71" strokeweight="2.25pt"/>
            </w:pict>
          </mc:Fallback>
        </mc:AlternateContent>
      </w:r>
      <w:r w:rsidR="0028551C" w:rsidRPr="00B51E0C">
        <w:rPr>
          <w:rFonts w:ascii="Giorgio" w:hAnsi="Giorgio"/>
          <w:b/>
          <w:bCs/>
          <w:color w:val="68A827"/>
          <w:sz w:val="22"/>
          <w:szCs w:val="22"/>
        </w:rPr>
        <w:t xml:space="preserve">COMPTE RENDU D’EXECUTION D’OPERATION DE CAPTURE </w:t>
      </w:r>
    </w:p>
    <w:p w14:paraId="54829B32" w14:textId="77777777" w:rsidR="00EE6676" w:rsidRPr="00B51E0C" w:rsidRDefault="0028551C" w:rsidP="00B51E0C">
      <w:pPr>
        <w:pStyle w:val="Titre5"/>
        <w:ind w:left="2268" w:right="1133"/>
        <w:jc w:val="right"/>
        <w:rPr>
          <w:rFonts w:ascii="Giorgio" w:hAnsi="Giorgio"/>
          <w:bCs/>
          <w:color w:val="68A827"/>
          <w:sz w:val="22"/>
          <w:szCs w:val="22"/>
        </w:rPr>
      </w:pPr>
      <w:r w:rsidRPr="00B51E0C">
        <w:rPr>
          <w:rFonts w:ascii="Giorgio" w:hAnsi="Giorgio"/>
          <w:bCs/>
          <w:color w:val="68A827"/>
          <w:sz w:val="22"/>
          <w:szCs w:val="22"/>
        </w:rPr>
        <w:t>AUTORISEE EN VERTU DE L’ARTICLE L 436-9 DU CODE DE L’ENVIRONNEMENT</w:t>
      </w:r>
    </w:p>
    <w:p w14:paraId="3188AA27" w14:textId="77777777" w:rsidR="00EE6676" w:rsidRDefault="00EE6676">
      <w:pPr>
        <w:jc w:val="center"/>
        <w:rPr>
          <w:b/>
        </w:rPr>
      </w:pPr>
    </w:p>
    <w:p w14:paraId="7820241E" w14:textId="643DA364" w:rsidR="00F1656F" w:rsidRDefault="00F1656F">
      <w:pPr>
        <w:tabs>
          <w:tab w:val="left" w:pos="4536"/>
        </w:tabs>
        <w:jc w:val="both"/>
        <w:rPr>
          <w:rFonts w:ascii="ITC Avant Garde Std XLt Cn" w:hAnsi="ITC Avant Garde Std XLt Cn"/>
          <w:bCs/>
          <w:color w:val="001B71"/>
        </w:rPr>
      </w:pPr>
    </w:p>
    <w:p w14:paraId="5912C38D" w14:textId="7EF3DA05" w:rsidR="00B51E0C" w:rsidRDefault="0028551C">
      <w:pPr>
        <w:tabs>
          <w:tab w:val="left" w:pos="4536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L’OPERATION </w:t>
      </w:r>
      <w:r>
        <w:rPr>
          <w:bCs/>
        </w:rPr>
        <w:t xml:space="preserve">: </w:t>
      </w:r>
      <w:r w:rsidR="00AF450B">
        <w:rPr>
          <w:bCs/>
        </w:rPr>
        <w:t>02 juillet</w:t>
      </w:r>
      <w:r w:rsidR="00BD40BD">
        <w:rPr>
          <w:bCs/>
        </w:rPr>
        <w:t xml:space="preserve"> </w:t>
      </w:r>
      <w:r w:rsidR="00B51E0C">
        <w:rPr>
          <w:bCs/>
        </w:rPr>
        <w:t xml:space="preserve">2025 </w:t>
      </w:r>
      <w:r w:rsidR="00BD40BD">
        <w:rPr>
          <w:bCs/>
        </w:rPr>
        <w:t xml:space="preserve">de </w:t>
      </w:r>
      <w:r w:rsidR="00AF450B">
        <w:rPr>
          <w:bCs/>
        </w:rPr>
        <w:t>16h15 à 18h30</w:t>
      </w:r>
      <w:r w:rsidRPr="00463180">
        <w:rPr>
          <w:rFonts w:ascii="Garamond" w:hAnsi="Garamond"/>
          <w:bCs/>
        </w:rPr>
        <w:tab/>
      </w:r>
    </w:p>
    <w:p w14:paraId="4958761A" w14:textId="77777777" w:rsidR="00B51E0C" w:rsidRDefault="00B51E0C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62F45D9A" w14:textId="3FE4D8A8" w:rsidR="00EE6676" w:rsidRPr="00B51E0C" w:rsidRDefault="0028551C">
      <w:pPr>
        <w:tabs>
          <w:tab w:val="left" w:pos="4536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L’ARRETE PREFECTORAL</w:t>
      </w:r>
      <w:r w:rsidR="00625906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DT-20-0484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 </w:t>
      </w:r>
      <w:r w:rsidRPr="00625906">
        <w:rPr>
          <w:rFonts w:ascii="Garamond" w:hAnsi="Garamond"/>
          <w:bCs/>
        </w:rPr>
        <w:t xml:space="preserve">: </w:t>
      </w:r>
      <w:r w:rsidR="00625906" w:rsidRPr="00625906">
        <w:rPr>
          <w:rFonts w:ascii="Garamond" w:hAnsi="Garamond"/>
          <w:bCs/>
        </w:rPr>
        <w:t>09/11/2020</w:t>
      </w:r>
    </w:p>
    <w:p w14:paraId="53B7C911" w14:textId="77777777" w:rsidR="00EE6676" w:rsidRPr="00625906" w:rsidRDefault="0028551C" w:rsidP="00B51E0C">
      <w:pPr>
        <w:tabs>
          <w:tab w:val="left" w:pos="0"/>
        </w:tabs>
        <w:jc w:val="both"/>
        <w:rPr>
          <w:rFonts w:ascii="Garamond" w:hAnsi="Garamond"/>
          <w:bCs/>
        </w:rPr>
      </w:pPr>
      <w:r>
        <w:rPr>
          <w:bCs/>
        </w:rPr>
        <w:tab/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VALIDITE JUSQU’AU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: </w:t>
      </w:r>
      <w:r w:rsidR="00625906" w:rsidRPr="00625906">
        <w:rPr>
          <w:rFonts w:ascii="Garamond" w:hAnsi="Garamond"/>
          <w:bCs/>
        </w:rPr>
        <w:t>09/11/2025</w:t>
      </w:r>
    </w:p>
    <w:p w14:paraId="4CA96F23" w14:textId="1E491F99" w:rsidR="00EE6676" w:rsidRPr="000F3B97" w:rsidRDefault="00EE6676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1B196304" w14:textId="77777777" w:rsidR="00EE6676" w:rsidRPr="00172E04" w:rsidRDefault="0028551C" w:rsidP="00172E04">
      <w:pPr>
        <w:tabs>
          <w:tab w:val="left" w:pos="4536"/>
        </w:tabs>
        <w:jc w:val="center"/>
        <w:rPr>
          <w:rFonts w:ascii="ITC Avant Garde Std Md" w:hAnsi="ITC Avant Garde Std Md"/>
          <w:b/>
          <w:bCs/>
          <w:color w:val="68A827"/>
          <w:u w:val="single"/>
        </w:rPr>
      </w:pPr>
      <w:r w:rsidRPr="00172E04">
        <w:rPr>
          <w:rFonts w:ascii="ITC Avant Garde Std Md" w:hAnsi="ITC Avant Garde Std Md"/>
          <w:b/>
          <w:bCs/>
          <w:color w:val="68A827"/>
          <w:u w:val="single"/>
        </w:rPr>
        <w:t>TYPE D’OPERATION</w:t>
      </w:r>
      <w:r w:rsidR="000F3B97">
        <w:rPr>
          <w:rFonts w:ascii="ITC Avant Garde Std Md" w:hAnsi="ITC Avant Garde Std Md"/>
          <w:b/>
          <w:bCs/>
          <w:color w:val="68A827"/>
          <w:u w:val="single"/>
        </w:rPr>
        <w:t> :</w:t>
      </w:r>
    </w:p>
    <w:p w14:paraId="37F84700" w14:textId="386DEAA9" w:rsidR="00EE6676" w:rsidRPr="00773163" w:rsidRDefault="0028551C">
      <w:pPr>
        <w:pStyle w:val="Titre6"/>
        <w:tabs>
          <w:tab w:val="left" w:pos="2552"/>
          <w:tab w:val="left" w:pos="5103"/>
        </w:tabs>
        <w:rPr>
          <w:rFonts w:ascii="ITC Avant Garde Std Bk Cn" w:hAnsi="ITC Avant Garde Std Bk Cn"/>
          <w:b w:val="0"/>
          <w:bCs/>
          <w:color w:val="001B71"/>
        </w:rPr>
      </w:pPr>
      <w:r w:rsidRPr="00773163">
        <w:rPr>
          <w:rFonts w:ascii="ITC Avant Garde Std Bk Cn" w:hAnsi="ITC Avant Garde Std Bk Cn"/>
          <w:b w:val="0"/>
          <w:bCs/>
          <w:color w:val="001B71"/>
        </w:rPr>
        <w:t>PECHE ELECTRIQUE :</w:t>
      </w:r>
      <w:r w:rsidR="00F92AF5" w:rsidRPr="00773163">
        <w:rPr>
          <w:rFonts w:ascii="ITC Avant Garde Std Bk Cn" w:hAnsi="ITC Avant Garde Std Bk Cn"/>
          <w:b w:val="0"/>
          <w:bCs/>
          <w:color w:val="001B71"/>
        </w:rPr>
        <w:tab/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>I</w:t>
      </w:r>
      <w:r w:rsidRPr="00773163">
        <w:rPr>
          <w:rFonts w:ascii="ITC Avant Garde Std Bk Cn" w:hAnsi="ITC Avant Garde Std Bk Cn"/>
          <w:b w:val="0"/>
          <w:bCs/>
          <w:color w:val="001B71"/>
        </w:rPr>
        <w:t>nventaire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207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auvetage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89628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☒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Pr="00773163">
        <w:rPr>
          <w:rFonts w:ascii="ITC Avant Garde Std Bk Cn" w:hAnsi="ITC Avant Garde Std Bk Cn"/>
          <w:b w:val="0"/>
          <w:bCs/>
          <w:color w:val="001B71"/>
        </w:rPr>
        <w:t xml:space="preserve">ondage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152119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</w:p>
    <w:p w14:paraId="4AC8ADD5" w14:textId="77777777" w:rsidR="00EE6676" w:rsidRPr="000F3B97" w:rsidRDefault="00EE6676">
      <w:pPr>
        <w:tabs>
          <w:tab w:val="left" w:pos="2552"/>
          <w:tab w:val="left" w:pos="5103"/>
          <w:tab w:val="left" w:pos="7655"/>
        </w:tabs>
        <w:jc w:val="both"/>
        <w:rPr>
          <w:rFonts w:ascii="Garamond" w:hAnsi="Garamond"/>
          <w:bCs/>
          <w:color w:val="001B71"/>
        </w:rPr>
      </w:pPr>
    </w:p>
    <w:p w14:paraId="0FC18E43" w14:textId="38548A15" w:rsidR="00EE6676" w:rsidRPr="000C3651" w:rsidRDefault="0028551C">
      <w:pPr>
        <w:tabs>
          <w:tab w:val="left" w:pos="2552"/>
          <w:tab w:val="left" w:pos="5103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Matériels :  Héron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810396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450B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>EFKO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15794018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450B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 anode et épuisettes : </w:t>
      </w:r>
      <w:r w:rsidR="00AF450B">
        <w:rPr>
          <w:rFonts w:ascii="Garamond" w:hAnsi="Garamond"/>
          <w:bCs/>
        </w:rPr>
        <w:t>1</w:t>
      </w:r>
      <w:r w:rsidR="000C3651" w:rsidRPr="000C3651">
        <w:rPr>
          <w:rFonts w:ascii="Garamond" w:hAnsi="Garamond"/>
          <w:bCs/>
        </w:rPr>
        <w:t xml:space="preserve"> anode</w:t>
      </w:r>
      <w:r w:rsidR="00A748C9">
        <w:rPr>
          <w:rFonts w:ascii="Garamond" w:hAnsi="Garamond"/>
          <w:bCs/>
        </w:rPr>
        <w:t>s</w:t>
      </w:r>
      <w:r w:rsidR="000C3651" w:rsidRPr="000C3651">
        <w:rPr>
          <w:rFonts w:ascii="Garamond" w:hAnsi="Garamond"/>
          <w:bCs/>
        </w:rPr>
        <w:t xml:space="preserve"> et </w:t>
      </w:r>
      <w:r w:rsidR="006E7620">
        <w:rPr>
          <w:rFonts w:ascii="Garamond" w:hAnsi="Garamond"/>
          <w:bCs/>
        </w:rPr>
        <w:t>4</w:t>
      </w:r>
      <w:r w:rsidR="000C3651" w:rsidRPr="000C3651">
        <w:rPr>
          <w:rFonts w:ascii="Garamond" w:hAnsi="Garamond"/>
          <w:bCs/>
        </w:rPr>
        <w:t xml:space="preserve"> </w:t>
      </w:r>
      <w:r w:rsidR="005121D5" w:rsidRPr="000C3651">
        <w:rPr>
          <w:rFonts w:ascii="Garamond" w:hAnsi="Garamond"/>
          <w:bCs/>
        </w:rPr>
        <w:t>épuisettes</w:t>
      </w:r>
      <w:r w:rsidR="00B51E0C">
        <w:rPr>
          <w:rFonts w:ascii="Garamond" w:hAnsi="Garamond"/>
          <w:bCs/>
        </w:rPr>
        <w:t>, deux passages successifs</w:t>
      </w:r>
      <w:r w:rsidR="005121D5">
        <w:rPr>
          <w:rFonts w:ascii="Garamond" w:hAnsi="Garamond"/>
          <w:bCs/>
        </w:rPr>
        <w:t xml:space="preserve">. </w:t>
      </w:r>
    </w:p>
    <w:p w14:paraId="0F7B5791" w14:textId="77777777" w:rsidR="00EE6676" w:rsidRPr="000F3B97" w:rsidRDefault="00EE6676">
      <w:pPr>
        <w:tabs>
          <w:tab w:val="left" w:pos="2552"/>
          <w:tab w:val="left" w:pos="5103"/>
        </w:tabs>
        <w:jc w:val="both"/>
        <w:rPr>
          <w:rFonts w:ascii="Garamond" w:hAnsi="Garamond"/>
          <w:bCs/>
          <w:color w:val="001B71"/>
        </w:rPr>
      </w:pPr>
    </w:p>
    <w:p w14:paraId="09DB0423" w14:textId="1C46F0BB" w:rsidR="00EE6676" w:rsidRPr="000F3B97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Motif : </w:t>
      </w:r>
      <w:r w:rsidRPr="000F3B97">
        <w:rPr>
          <w:rFonts w:ascii="Garamond" w:hAnsi="Garamond"/>
          <w:bCs/>
        </w:rPr>
        <w:tab/>
      </w:r>
      <w:r w:rsidR="00AF450B">
        <w:rPr>
          <w:rFonts w:ascii="Garamond" w:hAnsi="Garamond"/>
          <w:bCs/>
        </w:rPr>
        <w:t xml:space="preserve">Nouvelle intervention </w:t>
      </w:r>
      <w:r w:rsidR="003D3B81">
        <w:rPr>
          <w:rFonts w:ascii="Garamond" w:hAnsi="Garamond"/>
          <w:bCs/>
        </w:rPr>
        <w:t xml:space="preserve">d’urgence </w:t>
      </w:r>
      <w:r w:rsidR="00AF450B">
        <w:rPr>
          <w:rFonts w:ascii="Garamond" w:hAnsi="Garamond"/>
          <w:bCs/>
        </w:rPr>
        <w:t>suite coup d’eau ayant dépassé les batardeaux et suite aux constats de présence de poisson par la DDT42, t</w:t>
      </w:r>
      <w:r w:rsidR="00B824BB">
        <w:rPr>
          <w:rFonts w:ascii="Garamond" w:hAnsi="Garamond"/>
          <w:bCs/>
        </w:rPr>
        <w:t xml:space="preserve">ravaux </w:t>
      </w:r>
      <w:r w:rsidR="006E7620">
        <w:rPr>
          <w:rFonts w:ascii="Garamond" w:hAnsi="Garamond"/>
          <w:bCs/>
        </w:rPr>
        <w:t>restauration berges portés par SEM (</w:t>
      </w:r>
      <w:r w:rsidR="005121D5">
        <w:rPr>
          <w:rFonts w:ascii="Garamond" w:hAnsi="Garamond"/>
          <w:bCs/>
        </w:rPr>
        <w:t xml:space="preserve">entreprise </w:t>
      </w:r>
      <w:r w:rsidR="00FA574C">
        <w:rPr>
          <w:rFonts w:ascii="Garamond" w:hAnsi="Garamond"/>
          <w:bCs/>
        </w:rPr>
        <w:t>LMTP</w:t>
      </w:r>
      <w:r w:rsidR="006E7620">
        <w:rPr>
          <w:rFonts w:ascii="Garamond" w:hAnsi="Garamond"/>
          <w:bCs/>
        </w:rPr>
        <w:t>)</w:t>
      </w:r>
      <w:r w:rsidR="00BD40BD">
        <w:rPr>
          <w:rFonts w:ascii="Garamond" w:hAnsi="Garamond"/>
          <w:bCs/>
        </w:rPr>
        <w:t xml:space="preserve">. </w:t>
      </w:r>
    </w:p>
    <w:p w14:paraId="323A5781" w14:textId="77777777" w:rsidR="00EE6676" w:rsidRPr="000F3B97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0F3B97">
        <w:rPr>
          <w:rFonts w:ascii="Garamond" w:hAnsi="Garamond"/>
          <w:bCs/>
        </w:rPr>
        <w:tab/>
      </w:r>
    </w:p>
    <w:p w14:paraId="033BD0D3" w14:textId="3E72003E" w:rsidR="00F92AF5" w:rsidRDefault="00F92AF5" w:rsidP="00F92AF5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PERSONNEL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4D800402" w14:textId="77777777" w:rsidR="00F1656F" w:rsidRPr="00F1656F" w:rsidRDefault="00F1656F" w:rsidP="00F1656F"/>
    <w:p w14:paraId="28C6E3C7" w14:textId="07637F34" w:rsidR="00F92AF5" w:rsidRPr="00773163" w:rsidRDefault="00F92AF5" w:rsidP="00F92AF5">
      <w:pPr>
        <w:rPr>
          <w:rFonts w:ascii="ITC Avant Garde Std Bk" w:hAnsi="ITC Avant Garde Std Bk"/>
          <w:bCs/>
          <w:color w:val="001B71"/>
          <w:sz w:val="18"/>
          <w:szCs w:val="18"/>
        </w:rPr>
      </w:pPr>
      <w:r w:rsidRPr="005121D5">
        <w:rPr>
          <w:rFonts w:ascii="ITC Avant Garde Std Bk" w:hAnsi="ITC Avant Garde Std Bk"/>
          <w:bCs/>
          <w:color w:val="001B71"/>
        </w:rPr>
        <w:t>Responsable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de l’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exécution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matérielle de 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l’opération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0F3B97">
        <w:rPr>
          <w:rFonts w:ascii="Garamond" w:hAnsi="Garamond"/>
          <w:bCs/>
        </w:rPr>
        <w:t>GRES, Pierre, responsable du service technique</w:t>
      </w:r>
    </w:p>
    <w:p w14:paraId="575C3ED6" w14:textId="2D8A31E2" w:rsidR="00AF450B" w:rsidRDefault="00F92AF5" w:rsidP="00BD40BD">
      <w:pPr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Participants (nom, service) :</w:t>
      </w:r>
      <w:r>
        <w:rPr>
          <w:bCs/>
        </w:rPr>
        <w:t xml:space="preserve"> </w:t>
      </w:r>
      <w:r w:rsidR="00F1656F">
        <w:rPr>
          <w:bCs/>
        </w:rPr>
        <w:tab/>
      </w:r>
      <w:proofErr w:type="gramStart"/>
      <w:r w:rsidR="00A57D71">
        <w:rPr>
          <w:bCs/>
        </w:rPr>
        <w:t>M</w:t>
      </w:r>
      <w:r w:rsidR="000C3651">
        <w:rPr>
          <w:rFonts w:ascii="Garamond" w:hAnsi="Garamond"/>
          <w:bCs/>
        </w:rPr>
        <w:t>M</w:t>
      </w:r>
      <w:r w:rsidR="00BD40BD">
        <w:rPr>
          <w:rFonts w:ascii="Garamond" w:hAnsi="Garamond"/>
          <w:bCs/>
        </w:rPr>
        <w:t xml:space="preserve"> .</w:t>
      </w:r>
      <w:proofErr w:type="gramEnd"/>
      <w:r w:rsidR="00BD40BD">
        <w:rPr>
          <w:rFonts w:ascii="Garamond" w:hAnsi="Garamond"/>
          <w:bCs/>
        </w:rPr>
        <w:t xml:space="preserve"> </w:t>
      </w:r>
      <w:r w:rsidR="006E7620">
        <w:rPr>
          <w:rFonts w:ascii="Garamond" w:hAnsi="Garamond"/>
          <w:bCs/>
        </w:rPr>
        <w:t>SCARAMUZZI EPALLE serv tec</w:t>
      </w:r>
      <w:r w:rsidR="00A748C9">
        <w:rPr>
          <w:rFonts w:ascii="Garamond" w:hAnsi="Garamond"/>
          <w:bCs/>
        </w:rPr>
        <w:t>h</w:t>
      </w:r>
      <w:r w:rsidR="006E7620">
        <w:rPr>
          <w:rFonts w:ascii="Garamond" w:hAnsi="Garamond"/>
          <w:bCs/>
        </w:rPr>
        <w:t xml:space="preserve"> ; MM. GAILLARD, garde pêche particulier de la </w:t>
      </w:r>
      <w:r w:rsidR="005121D5">
        <w:rPr>
          <w:rFonts w:ascii="Garamond" w:hAnsi="Garamond"/>
          <w:bCs/>
        </w:rPr>
        <w:t>F</w:t>
      </w:r>
      <w:r w:rsidR="006E7620">
        <w:rPr>
          <w:rFonts w:ascii="Garamond" w:hAnsi="Garamond"/>
          <w:bCs/>
        </w:rPr>
        <w:t>édération ; Mme C. PERRIER, stagiaire FDPPMA42</w:t>
      </w:r>
      <w:r w:rsidR="005121D5">
        <w:rPr>
          <w:rFonts w:ascii="Garamond" w:hAnsi="Garamond"/>
          <w:bCs/>
        </w:rPr>
        <w:t xml:space="preserve">. </w:t>
      </w:r>
      <w:r w:rsidR="00AF450B">
        <w:rPr>
          <w:rFonts w:ascii="Garamond" w:hAnsi="Garamond"/>
          <w:bCs/>
        </w:rPr>
        <w:t xml:space="preserve">. </w:t>
      </w:r>
    </w:p>
    <w:p w14:paraId="79850AD5" w14:textId="086B05C7" w:rsidR="005121D5" w:rsidRDefault="00AF450B" w:rsidP="00BD40BD">
      <w:pPr>
        <w:rPr>
          <w:rFonts w:ascii="Garamond" w:hAnsi="Garamond"/>
          <w:bCs/>
        </w:rPr>
      </w:pPr>
      <w:r>
        <w:rPr>
          <w:rFonts w:ascii="Garamond" w:hAnsi="Garamond"/>
          <w:bCs/>
        </w:rPr>
        <w:t>M. B. LANIEL, VDI chargé de la conduite des travaux</w:t>
      </w:r>
    </w:p>
    <w:p w14:paraId="3BEDCB27" w14:textId="31DD82BE" w:rsidR="00EE6676" w:rsidRPr="000C3651" w:rsidRDefault="00EE6676">
      <w:pPr>
        <w:tabs>
          <w:tab w:val="left" w:pos="2552"/>
        </w:tabs>
        <w:jc w:val="both"/>
        <w:rPr>
          <w:rFonts w:ascii="Garamond" w:hAnsi="Garamond"/>
          <w:bCs/>
        </w:rPr>
      </w:pPr>
    </w:p>
    <w:p w14:paraId="48D44B87" w14:textId="77777777" w:rsidR="00EE6676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LIEU D’INTERVENTION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3AF8FEDE" w14:textId="77777777" w:rsidR="00F1656F" w:rsidRPr="00F1656F" w:rsidRDefault="00F1656F" w:rsidP="00F1656F"/>
    <w:p w14:paraId="1362578E" w14:textId="0F85285F" w:rsidR="00EE6676" w:rsidRPr="000F3B97" w:rsidRDefault="00773163">
      <w:pPr>
        <w:tabs>
          <w:tab w:val="left" w:pos="5670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Commune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5121D5">
        <w:rPr>
          <w:rFonts w:ascii="Garamond" w:hAnsi="Garamond"/>
          <w:bCs/>
        </w:rPr>
        <w:t>L</w:t>
      </w:r>
      <w:r w:rsidR="00FA574C">
        <w:rPr>
          <w:rFonts w:ascii="Garamond" w:hAnsi="Garamond"/>
          <w:bCs/>
        </w:rPr>
        <w:t xml:space="preserve">e </w:t>
      </w:r>
      <w:r w:rsidR="005121D5">
        <w:rPr>
          <w:rFonts w:ascii="Garamond" w:hAnsi="Garamond"/>
          <w:bCs/>
        </w:rPr>
        <w:t>C</w:t>
      </w:r>
      <w:r w:rsidR="00FA574C">
        <w:rPr>
          <w:rFonts w:ascii="Garamond" w:hAnsi="Garamond"/>
          <w:bCs/>
        </w:rPr>
        <w:t xml:space="preserve">hambon </w:t>
      </w:r>
      <w:r w:rsidR="005121D5">
        <w:rPr>
          <w:rFonts w:ascii="Garamond" w:hAnsi="Garamond"/>
          <w:bCs/>
        </w:rPr>
        <w:t>F</w:t>
      </w:r>
      <w:r w:rsidR="00FA574C">
        <w:rPr>
          <w:rFonts w:ascii="Garamond" w:hAnsi="Garamond"/>
          <w:bCs/>
        </w:rPr>
        <w:t>eugerolles</w:t>
      </w:r>
      <w:r w:rsidR="00463180" w:rsidRPr="00463180">
        <w:rPr>
          <w:rFonts w:ascii="Garamond" w:hAnsi="Garamond"/>
          <w:bCs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Lieu-dit : </w:t>
      </w:r>
      <w:r w:rsidR="00FA574C">
        <w:rPr>
          <w:rFonts w:ascii="Garamond" w:hAnsi="Garamond"/>
          <w:bCs/>
        </w:rPr>
        <w:t xml:space="preserve">Puit du Marais </w:t>
      </w:r>
      <w:r w:rsidR="00AF450B">
        <w:rPr>
          <w:rFonts w:ascii="Garamond" w:hAnsi="Garamond"/>
          <w:bCs/>
        </w:rPr>
        <w:t xml:space="preserve">aval </w:t>
      </w:r>
      <w:r w:rsidR="00FA574C">
        <w:rPr>
          <w:rFonts w:ascii="Garamond" w:hAnsi="Garamond"/>
          <w:bCs/>
        </w:rPr>
        <w:t>confluence Ondenon et Cotatay</w:t>
      </w:r>
    </w:p>
    <w:p w14:paraId="3EC5B070" w14:textId="033EBB9C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410E87F6" w14:textId="026A7418" w:rsidR="00EE6676" w:rsidRDefault="0028551C">
      <w:pPr>
        <w:tabs>
          <w:tab w:val="left" w:pos="6804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Nom du milieu aquatique : </w:t>
      </w:r>
      <w:r>
        <w:rPr>
          <w:bCs/>
        </w:rPr>
        <w:t xml:space="preserve"> </w:t>
      </w:r>
      <w:r w:rsidR="00FA574C">
        <w:rPr>
          <w:bCs/>
        </w:rPr>
        <w:t>Ondaine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Bassin versant : </w:t>
      </w:r>
      <w:r w:rsidR="00FA574C">
        <w:rPr>
          <w:rFonts w:ascii="Garamond" w:hAnsi="Garamond"/>
          <w:bCs/>
        </w:rPr>
        <w:t>ONDAINE</w:t>
      </w:r>
    </w:p>
    <w:p w14:paraId="6582C8F3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6563F149" w14:textId="66FFDE3B" w:rsidR="00EE6676" w:rsidRPr="00773163" w:rsidRDefault="003D3B81">
      <w:pPr>
        <w:tabs>
          <w:tab w:val="left" w:pos="1985"/>
          <w:tab w:val="left" w:pos="3828"/>
          <w:tab w:val="left" w:pos="5103"/>
          <w:tab w:val="left" w:pos="6804"/>
          <w:tab w:val="left" w:pos="8647"/>
          <w:tab w:val="left" w:pos="9498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2134205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Cours d’eau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4119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Plan d’eau  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431120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B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ief</w:t>
      </w:r>
      <w:r w:rsidR="0028551C">
        <w:rPr>
          <w:b/>
          <w:sz w:val="24"/>
        </w:rPr>
        <w:tab/>
      </w:r>
      <w:sdt>
        <w:sdtPr>
          <w:rPr>
            <w:b/>
            <w:sz w:val="24"/>
          </w:rPr>
          <w:id w:val="-20710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463180">
        <w:rPr>
          <w:b/>
          <w:sz w:val="24"/>
        </w:rPr>
        <w:t xml:space="preserve"> 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>C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anal </w:t>
      </w:r>
      <w:r w:rsidR="0028551C">
        <w:rPr>
          <w:b/>
          <w:sz w:val="24"/>
        </w:rPr>
        <w:t xml:space="preserve">           </w:t>
      </w:r>
      <w:r w:rsidR="0028551C">
        <w:rPr>
          <w:b/>
          <w:sz w:val="24"/>
        </w:rPr>
        <w:tab/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Catégorie Piscicole : 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70406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1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ere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</w:t>
      </w:r>
      <w:r w:rsidR="0028551C">
        <w:rPr>
          <w:b/>
          <w:sz w:val="24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29842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2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eme</w:t>
      </w:r>
    </w:p>
    <w:p w14:paraId="462C63A6" w14:textId="3882D53F" w:rsidR="00EE6676" w:rsidRPr="000F3B97" w:rsidRDefault="00AF450B">
      <w:pPr>
        <w:tabs>
          <w:tab w:val="left" w:pos="1701"/>
          <w:tab w:val="left" w:pos="3402"/>
          <w:tab w:val="left" w:pos="5103"/>
          <w:tab w:val="left" w:pos="6804"/>
          <w:tab w:val="left" w:pos="8789"/>
          <w:tab w:val="left" w:pos="9498"/>
        </w:tabs>
        <w:jc w:val="both"/>
        <w:rPr>
          <w:rFonts w:ascii="Garamond" w:hAnsi="Garamond"/>
          <w:b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375CC9C1" wp14:editId="108C55B2">
            <wp:simplePos x="0" y="0"/>
            <wp:positionH relativeFrom="column">
              <wp:posOffset>4123690</wp:posOffset>
            </wp:positionH>
            <wp:positionV relativeFrom="paragraph">
              <wp:posOffset>28575</wp:posOffset>
            </wp:positionV>
            <wp:extent cx="2159635" cy="1621790"/>
            <wp:effectExtent l="0" t="0" r="0" b="0"/>
            <wp:wrapTight wrapText="bothSides">
              <wp:wrapPolygon edited="0">
                <wp:start x="0" y="0"/>
                <wp:lineTo x="0" y="21312"/>
                <wp:lineTo x="21340" y="21312"/>
                <wp:lineTo x="21340" y="0"/>
                <wp:lineTo x="0" y="0"/>
              </wp:wrapPolygon>
            </wp:wrapTight>
            <wp:docPr id="11724739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47390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E3E62D" w14:textId="0E7D0C6A" w:rsidR="00EE6676" w:rsidRPr="000F3B97" w:rsidRDefault="00EE6676">
      <w:pPr>
        <w:tabs>
          <w:tab w:val="left" w:pos="1701"/>
          <w:tab w:val="left" w:pos="7371"/>
        </w:tabs>
        <w:jc w:val="both"/>
        <w:rPr>
          <w:rFonts w:ascii="Garamond" w:hAnsi="Garamond"/>
          <w:bCs/>
        </w:rPr>
      </w:pPr>
    </w:p>
    <w:p w14:paraId="470231A7" w14:textId="6F6BDE88" w:rsidR="00EE6676" w:rsidRPr="000C3651" w:rsidRDefault="0028551C">
      <w:pPr>
        <w:tabs>
          <w:tab w:val="left" w:pos="170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Longueur/Largeur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moyenne :</w:t>
      </w:r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AF450B">
        <w:rPr>
          <w:rFonts w:ascii="Garamond" w:hAnsi="Garamond"/>
          <w:bCs/>
        </w:rPr>
        <w:t>80</w:t>
      </w:r>
      <w:r w:rsidR="00FA574C">
        <w:rPr>
          <w:rFonts w:ascii="Garamond" w:hAnsi="Garamond"/>
          <w:bCs/>
        </w:rPr>
        <w:t xml:space="preserve"> * 4,</w:t>
      </w:r>
      <w:r w:rsidR="00AF450B">
        <w:rPr>
          <w:rFonts w:ascii="Garamond" w:hAnsi="Garamond"/>
          <w:bCs/>
        </w:rPr>
        <w:t>5</w:t>
      </w:r>
      <w:r w:rsidR="00FA574C">
        <w:rPr>
          <w:rFonts w:ascii="Garamond" w:hAnsi="Garamond"/>
          <w:bCs/>
        </w:rPr>
        <w:t xml:space="preserve"> m sur l’Ondaine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Surface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AF450B">
        <w:rPr>
          <w:rFonts w:ascii="Garamond" w:hAnsi="Garamond"/>
          <w:bCs/>
        </w:rPr>
        <w:t>360</w:t>
      </w:r>
      <w:r w:rsidR="00B51E0C">
        <w:rPr>
          <w:rFonts w:ascii="Garamond" w:hAnsi="Garamond"/>
          <w:bCs/>
        </w:rPr>
        <w:t xml:space="preserve"> </w:t>
      </w:r>
      <w:r w:rsidR="000C3651" w:rsidRPr="000C3651">
        <w:rPr>
          <w:rFonts w:ascii="Garamond" w:hAnsi="Garamond"/>
          <w:bCs/>
        </w:rPr>
        <w:t>m²</w:t>
      </w:r>
      <w:r w:rsidR="005121D5">
        <w:rPr>
          <w:rFonts w:ascii="Garamond" w:hAnsi="Garamond"/>
          <w:bCs/>
        </w:rPr>
        <w:t xml:space="preserve"> </w:t>
      </w:r>
    </w:p>
    <w:p w14:paraId="3A379D53" w14:textId="499F6EF4" w:rsidR="00EE6676" w:rsidRPr="000F3B97" w:rsidRDefault="0028551C">
      <w:pPr>
        <w:jc w:val="both"/>
        <w:rPr>
          <w:rFonts w:ascii="Garamond" w:hAnsi="Garamond"/>
          <w:b/>
        </w:rPr>
      </w:pPr>
      <w:r w:rsidRPr="000F3B97">
        <w:rPr>
          <w:rFonts w:ascii="Garamond" w:hAnsi="Garamond"/>
          <w:b/>
        </w:rPr>
        <w:t xml:space="preserve"> </w:t>
      </w:r>
    </w:p>
    <w:p w14:paraId="029B41D6" w14:textId="3452FFAE" w:rsidR="00EE6676" w:rsidRPr="000C3651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AAPPMA :  </w:t>
      </w:r>
      <w:r w:rsidR="005121D5">
        <w:rPr>
          <w:rFonts w:ascii="Garamond" w:hAnsi="Garamond"/>
          <w:bCs/>
        </w:rPr>
        <w:t>Amicale des Pêcheurs du Chambon Feugerolles</w:t>
      </w:r>
    </w:p>
    <w:p w14:paraId="19396990" w14:textId="34946FBA" w:rsidR="00463180" w:rsidRDefault="00463180" w:rsidP="00E81635">
      <w:pPr>
        <w:pStyle w:val="Titre7"/>
        <w:keepNext w:val="0"/>
        <w:widowControl w:val="0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>
        <w:rPr>
          <w:rFonts w:ascii="ITC Avant Garde Std Md" w:hAnsi="ITC Avant Garde Std Md"/>
          <w:color w:val="68A827"/>
          <w:u w:val="single"/>
        </w:rPr>
        <w:t>CARTOGRAPHIE :</w:t>
      </w:r>
    </w:p>
    <w:p w14:paraId="6AF1A74F" w14:textId="7DB3DA64" w:rsidR="00FA574C" w:rsidRDefault="00AF450B" w:rsidP="00FA574C">
      <w:pPr>
        <w:jc w:val="center"/>
      </w:pPr>
      <w:r>
        <w:t>Ci contre</w:t>
      </w:r>
    </w:p>
    <w:p w14:paraId="39B57503" w14:textId="187E53C4" w:rsidR="00EE6676" w:rsidRDefault="0028551C">
      <w:pPr>
        <w:jc w:val="center"/>
        <w:rPr>
          <w:rFonts w:ascii="ITC Avant Garde Std Md" w:hAnsi="ITC Avant Garde Std Md"/>
          <w:b/>
          <w:color w:val="68A827"/>
          <w:u w:val="single"/>
        </w:rPr>
      </w:pPr>
      <w:r w:rsidRPr="00172E04">
        <w:rPr>
          <w:rFonts w:ascii="ITC Avant Garde Std Md" w:hAnsi="ITC Avant Garde Std Md"/>
          <w:b/>
          <w:color w:val="68A827"/>
          <w:u w:val="single"/>
        </w:rPr>
        <w:t>RESULTATS DE CAPTURES / OBSERVATIONS :</w:t>
      </w:r>
    </w:p>
    <w:p w14:paraId="0D051EE1" w14:textId="51DCF9D2" w:rsidR="00BD40BD" w:rsidRDefault="00AF450B" w:rsidP="00E81635">
      <w:p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140 truitelles de 50 à 80 </w:t>
      </w:r>
      <w:r w:rsidR="003D3B81">
        <w:rPr>
          <w:rFonts w:ascii="Garamond" w:hAnsi="Garamond"/>
          <w:bCs/>
        </w:rPr>
        <w:t>mm, 9 truites sub adultes et adultes de 180 à 240 mm</w:t>
      </w:r>
    </w:p>
    <w:p w14:paraId="449230F5" w14:textId="07537F27" w:rsidR="00AF450B" w:rsidRPr="00B51E0C" w:rsidRDefault="00AF450B" w:rsidP="00E81635">
      <w:p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40 vairons</w:t>
      </w:r>
      <w:r w:rsidR="003D3B81">
        <w:rPr>
          <w:rFonts w:ascii="Garamond" w:hAnsi="Garamond"/>
          <w:bCs/>
        </w:rPr>
        <w:t xml:space="preserve">, </w:t>
      </w:r>
      <w:r>
        <w:rPr>
          <w:rFonts w:ascii="Garamond" w:hAnsi="Garamond"/>
          <w:bCs/>
        </w:rPr>
        <w:t>1 tanche</w:t>
      </w:r>
      <w:r w:rsidR="003D3B81">
        <w:rPr>
          <w:rFonts w:ascii="Garamond" w:hAnsi="Garamond"/>
          <w:bCs/>
        </w:rPr>
        <w:t xml:space="preserve"> ,</w:t>
      </w:r>
      <w:r>
        <w:rPr>
          <w:rFonts w:ascii="Garamond" w:hAnsi="Garamond"/>
          <w:bCs/>
        </w:rPr>
        <w:t>1 perche</w:t>
      </w:r>
      <w:r w:rsidR="003D3B81">
        <w:rPr>
          <w:rFonts w:ascii="Garamond" w:hAnsi="Garamond"/>
          <w:bCs/>
        </w:rPr>
        <w:t xml:space="preserve">, </w:t>
      </w:r>
      <w:r>
        <w:rPr>
          <w:rFonts w:ascii="Garamond" w:hAnsi="Garamond"/>
          <w:bCs/>
        </w:rPr>
        <w:t>10 chevaines</w:t>
      </w:r>
      <w:r w:rsidR="003D3B81">
        <w:rPr>
          <w:rFonts w:ascii="Garamond" w:hAnsi="Garamond"/>
          <w:bCs/>
        </w:rPr>
        <w:t xml:space="preserve"> de 150 à 250 mm, </w:t>
      </w:r>
      <w:r>
        <w:rPr>
          <w:rFonts w:ascii="Garamond" w:hAnsi="Garamond"/>
          <w:bCs/>
        </w:rPr>
        <w:t>10 loche-franches</w:t>
      </w:r>
      <w:r w:rsidR="003D3B81">
        <w:rPr>
          <w:rFonts w:ascii="Garamond" w:hAnsi="Garamond"/>
          <w:bCs/>
        </w:rPr>
        <w:t xml:space="preserve">, </w:t>
      </w:r>
      <w:r>
        <w:rPr>
          <w:rFonts w:ascii="Garamond" w:hAnsi="Garamond"/>
          <w:bCs/>
        </w:rPr>
        <w:t>3 gardons</w:t>
      </w:r>
      <w:r w:rsidR="003D3B81">
        <w:rPr>
          <w:rFonts w:ascii="Garamond" w:hAnsi="Garamond"/>
          <w:bCs/>
        </w:rPr>
        <w:t>.</w:t>
      </w:r>
    </w:p>
    <w:p w14:paraId="567BC2ED" w14:textId="77777777" w:rsidR="00B51E0C" w:rsidRPr="00B51E0C" w:rsidRDefault="00B51E0C" w:rsidP="00E81635">
      <w:pPr>
        <w:pStyle w:val="Pieddepage"/>
        <w:jc w:val="both"/>
        <w:rPr>
          <w:rFonts w:ascii="Garamond" w:hAnsi="Garamond"/>
          <w:bCs/>
        </w:rPr>
      </w:pPr>
    </w:p>
    <w:p w14:paraId="430B99AD" w14:textId="1EB24DD0" w:rsidR="00EE6676" w:rsidRPr="00172E04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DESTINATION DES POISSONS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16CAC86E" w14:textId="3D4C7DCD" w:rsidR="00EE6676" w:rsidRDefault="0028551C">
      <w:pPr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Lieu de remise à l’eau des captures </w:t>
      </w:r>
      <w:r>
        <w:rPr>
          <w:bCs/>
        </w:rPr>
        <w:t xml:space="preserve">: </w:t>
      </w:r>
      <w:r w:rsidR="00AF450B">
        <w:rPr>
          <w:rFonts w:ascii="Garamond" w:hAnsi="Garamond"/>
          <w:bCs/>
        </w:rPr>
        <w:t>250 m en aval du batardeau</w:t>
      </w:r>
      <w:r w:rsidR="00B824BB">
        <w:rPr>
          <w:rFonts w:ascii="Garamond" w:hAnsi="Garamond"/>
          <w:bCs/>
        </w:rPr>
        <w:t xml:space="preserve"> </w:t>
      </w:r>
    </w:p>
    <w:p w14:paraId="7C77D39D" w14:textId="77777777" w:rsidR="00EE6676" w:rsidRDefault="00EE6676">
      <w:pPr>
        <w:jc w:val="both"/>
        <w:rPr>
          <w:bCs/>
        </w:rPr>
      </w:pPr>
    </w:p>
    <w:p w14:paraId="1BFE1BF5" w14:textId="688DED14" w:rsidR="00EE6676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Espèces détruites :</w:t>
      </w:r>
      <w:r>
        <w:rPr>
          <w:bCs/>
        </w:rPr>
        <w:t xml:space="preserve"> </w:t>
      </w:r>
      <w:r w:rsidR="00AF450B">
        <w:rPr>
          <w:bCs/>
        </w:rPr>
        <w:t xml:space="preserve">quelques </w:t>
      </w:r>
      <w:r w:rsidR="00FA574C">
        <w:rPr>
          <w:bCs/>
        </w:rPr>
        <w:t>PFL</w:t>
      </w:r>
      <w:r w:rsidR="003D3B81">
        <w:rPr>
          <w:bCs/>
        </w:rPr>
        <w:t>.</w:t>
      </w:r>
    </w:p>
    <w:p w14:paraId="59C9C499" w14:textId="77777777" w:rsidR="00256AC6" w:rsidRDefault="00256AC6">
      <w:pPr>
        <w:jc w:val="both"/>
        <w:rPr>
          <w:bCs/>
        </w:rPr>
      </w:pPr>
    </w:p>
    <w:p w14:paraId="0F976369" w14:textId="64D60AE0" w:rsidR="00EE6676" w:rsidRDefault="00E81635">
      <w:pPr>
        <w:pStyle w:val="Titre6"/>
        <w:tabs>
          <w:tab w:val="left" w:pos="6804"/>
        </w:tabs>
        <w:rPr>
          <w:rFonts w:ascii="ITC Avant Garde Std XLt Cn" w:hAnsi="ITC Avant Garde Std XLt Cn"/>
          <w:lang w:val="en-US"/>
        </w:rPr>
      </w:pPr>
      <w:r w:rsidRPr="003D3B81">
        <w:rPr>
          <w:rFonts w:ascii="ITC Avant Garde Std XLt Cn" w:hAnsi="ITC Avant Garde Std XLt Cn"/>
          <w:lang w:val="en-US"/>
        </w:rPr>
        <w:t xml:space="preserve">A St Just St Rambert le </w:t>
      </w:r>
      <w:r w:rsidR="006E7620" w:rsidRPr="003D3B81">
        <w:rPr>
          <w:rFonts w:ascii="ITC Avant Garde Std XLt Cn" w:hAnsi="ITC Avant Garde Std XLt Cn"/>
          <w:lang w:val="en-US"/>
        </w:rPr>
        <w:t>2</w:t>
      </w:r>
      <w:r w:rsidR="00AF450B" w:rsidRPr="003D3B81">
        <w:rPr>
          <w:rFonts w:ascii="ITC Avant Garde Std XLt Cn" w:hAnsi="ITC Avant Garde Std XLt Cn"/>
          <w:lang w:val="en-US"/>
        </w:rPr>
        <w:t xml:space="preserve">9 </w:t>
      </w:r>
      <w:r w:rsidR="003D3B81" w:rsidRPr="003D3B81">
        <w:rPr>
          <w:rFonts w:ascii="ITC Avant Garde Std XLt Cn" w:hAnsi="ITC Avant Garde Std XLt Cn"/>
          <w:lang w:val="en-US"/>
        </w:rPr>
        <w:t>Juillet</w:t>
      </w:r>
      <w:r w:rsidR="00AF450B" w:rsidRPr="003D3B81">
        <w:rPr>
          <w:rFonts w:ascii="ITC Avant Garde Std XLt Cn" w:hAnsi="ITC Avant Garde Std XLt Cn"/>
          <w:lang w:val="en-US"/>
        </w:rPr>
        <w:t xml:space="preserve"> </w:t>
      </w:r>
      <w:r w:rsidR="00365822" w:rsidRPr="003D3B81">
        <w:rPr>
          <w:rFonts w:ascii="ITC Avant Garde Std XLt Cn" w:hAnsi="ITC Avant Garde Std XLt Cn"/>
          <w:lang w:val="en-US"/>
        </w:rPr>
        <w:t>2025</w:t>
      </w:r>
    </w:p>
    <w:p w14:paraId="47CE79A3" w14:textId="7FEBE476" w:rsidR="003D3B81" w:rsidRDefault="003D3B81" w:rsidP="003D3B81">
      <w:pPr>
        <w:rPr>
          <w:lang w:val="en-US"/>
        </w:rPr>
      </w:pPr>
    </w:p>
    <w:p w14:paraId="19421A7E" w14:textId="77777777" w:rsidR="003D3B81" w:rsidRDefault="003D3B81" w:rsidP="003D3B81">
      <w:pPr>
        <w:rPr>
          <w:lang w:val="en-US"/>
        </w:rPr>
      </w:pPr>
    </w:p>
    <w:p w14:paraId="32100285" w14:textId="77777777" w:rsidR="003D3B81" w:rsidRPr="003D3B81" w:rsidRDefault="003D3B81" w:rsidP="003D3B81">
      <w:pPr>
        <w:rPr>
          <w:lang w:val="en-US"/>
        </w:rPr>
      </w:pPr>
    </w:p>
    <w:p w14:paraId="1FBD932D" w14:textId="41E7F328" w:rsidR="00F1656F" w:rsidRDefault="0028551C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 w:rsidRPr="00172E04">
        <w:rPr>
          <w:rFonts w:ascii="ITC Avant Garde Std XLt Cn" w:hAnsi="ITC Avant Garde Std XLt Cn"/>
        </w:rPr>
        <w:t xml:space="preserve">Le </w:t>
      </w:r>
      <w:r w:rsidR="00463180">
        <w:rPr>
          <w:rFonts w:ascii="ITC Avant Garde Std XLt Cn" w:hAnsi="ITC Avant Garde Std XLt Cn"/>
        </w:rPr>
        <w:t xml:space="preserve">RESPONSABLE DES PECHES </w:t>
      </w:r>
    </w:p>
    <w:p w14:paraId="0E1FD9D5" w14:textId="794E7F12" w:rsidR="00EE6676" w:rsidRDefault="003D3B81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>
        <w:rPr>
          <w:rFonts w:ascii="ITC Avant Garde Std XLt Cn" w:hAnsi="ITC Avant Garde Std XLt Cn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36DDE0F" wp14:editId="5D88EC0F">
                <wp:simplePos x="0" y="0"/>
                <wp:positionH relativeFrom="column">
                  <wp:posOffset>3701415</wp:posOffset>
                </wp:positionH>
                <wp:positionV relativeFrom="paragraph">
                  <wp:posOffset>55880</wp:posOffset>
                </wp:positionV>
                <wp:extent cx="1820122" cy="706755"/>
                <wp:effectExtent l="0" t="0" r="8890" b="0"/>
                <wp:wrapNone/>
                <wp:docPr id="968239411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122" cy="706755"/>
                          <a:chOff x="0" y="0"/>
                          <a:chExt cx="1820122" cy="706755"/>
                        </a:xfrm>
                      </wpg:grpSpPr>
                      <pic:pic xmlns:pic="http://schemas.openxmlformats.org/drawingml/2006/picture">
                        <pic:nvPicPr>
                          <pic:cNvPr id="2100339498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933"/>
                            <a:ext cx="1079500" cy="5353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7765459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00667" y="0"/>
                            <a:ext cx="719455" cy="706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689905" id="Groupe 3" o:spid="_x0000_s1026" style="position:absolute;margin-left:291.45pt;margin-top:4.4pt;width:143.3pt;height:55.65pt;z-index:251668480" coordsize="18201,7067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eocAAcAAAEMAAABUAAAAAAc6gAAAAE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D/4QHdaHR0cDovL25zLmFkb2JlLmNvbS94YXAvMS4wLwA8P3hwYWNrZXQgYmVn&#10;aW49J++7vycgaWQ9J1c1TTBNcENlaGlIenJlU3pOVGN6a2M5ZCc/Pg0KPHg6eG1wbWV0YSB4bWxu&#10;czp4PSJhZG9iZTpuczptZXRhLyI+PHJkZjpSREYgeG1sbnM6cmRmPSJodHRwOi8vd3d3LnczLm9y&#10;Zy8xOTk5LzAyLzIyLXJkZi1zeW50YXgtbnMjIi8+PC94OnhtcG1ldGE+DQ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PD94cGFja2V0IGVuZD0ndyc/Pv/bAEMAAgEBAgEBAgICAgICAgIDBQMD&#10;AwMDBgQEAwUHBgcHBwYHBwgJCwkICAoIBwcKDQoKCwwMDAwHCQ4PDQwOCwwMDP/bAEMBAgICAwMD&#10;BgMDBgwIBwgMDAwMDAwMDAwMDAwMDAwMDAwMDAwMDAwMDAwMDAwMDAwMDAwMDAwMDAwMDAwMDAwM&#10;DP/AABEIAN4A4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439;width:10795;height:5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">
                  <v:imagedata r:id="rId10" o:title=""/>
                </v:shape>
                <v:shape id="Image 2" o:spid="_x0000_s1028" type="#_x0000_t75" style="position:absolute;left:11006;width:7195;height:7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">
                  <v:imagedata r:id="rId11" o:title=""/>
                </v:shape>
              </v:group>
            </w:pict>
          </mc:Fallback>
        </mc:AlternateContent>
      </w:r>
      <w:r w:rsidR="00463180">
        <w:rPr>
          <w:rFonts w:ascii="ITC Avant Garde Std XLt Cn" w:hAnsi="ITC Avant Garde Std XLt Cn"/>
        </w:rPr>
        <w:t>Pierre GRES</w:t>
      </w:r>
    </w:p>
    <w:p w14:paraId="6515A2B7" w14:textId="0DF5B5E8" w:rsidR="00EE6676" w:rsidRPr="00463180" w:rsidRDefault="0028551C" w:rsidP="00256AC6">
      <w:pPr>
        <w:rPr>
          <w:rFonts w:ascii="Garamond" w:hAnsi="Garamond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172E04">
        <w:rPr>
          <w:rFonts w:ascii="ITC Avant Garde Std XLt Cn" w:hAnsi="ITC Avant Garde Std XLt Cn"/>
          <w:b/>
          <w:bCs/>
          <w:sz w:val="18"/>
          <w:szCs w:val="28"/>
        </w:rPr>
        <w:t>DESTINATAIRES :</w:t>
      </w:r>
      <w:r>
        <w:rPr>
          <w:b/>
          <w:bCs/>
          <w:sz w:val="16"/>
        </w:rPr>
        <w:t xml:space="preserve">  </w:t>
      </w:r>
      <w:r>
        <w:rPr>
          <w:b/>
          <w:bCs/>
          <w:sz w:val="16"/>
        </w:rPr>
        <w:tab/>
      </w:r>
      <w:r w:rsidRPr="00463180">
        <w:rPr>
          <w:rFonts w:ascii="Garamond" w:hAnsi="Garamond"/>
        </w:rPr>
        <w:t>PREFECTURE (DD</w:t>
      </w:r>
      <w:r w:rsidR="00463180" w:rsidRPr="00463180">
        <w:rPr>
          <w:rFonts w:ascii="Garamond" w:hAnsi="Garamond"/>
        </w:rPr>
        <w:t>T</w:t>
      </w:r>
      <w:r w:rsidRPr="00463180">
        <w:rPr>
          <w:rFonts w:ascii="Garamond" w:hAnsi="Garamond"/>
        </w:rPr>
        <w:t xml:space="preserve">, </w:t>
      </w:r>
      <w:r w:rsidR="00463180">
        <w:rPr>
          <w:rFonts w:ascii="Garamond" w:hAnsi="Garamond"/>
        </w:rPr>
        <w:t>OFB</w:t>
      </w:r>
      <w:r w:rsidRPr="00463180">
        <w:rPr>
          <w:rFonts w:ascii="Garamond" w:hAnsi="Garamond"/>
        </w:rPr>
        <w:t>)</w:t>
      </w:r>
    </w:p>
    <w:p w14:paraId="0A10396D" w14:textId="38D75F52" w:rsidR="00EE6676" w:rsidRPr="00463180" w:rsidRDefault="0028551C">
      <w:pPr>
        <w:pStyle w:val="Titre6"/>
        <w:tabs>
          <w:tab w:val="left" w:pos="1418"/>
          <w:tab w:val="left" w:pos="1985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AAPPMA</w:t>
      </w:r>
    </w:p>
    <w:p w14:paraId="2B77B023" w14:textId="4F93BDCC" w:rsidR="00EE6676" w:rsidRDefault="0028551C">
      <w:pPr>
        <w:pStyle w:val="Titre6"/>
        <w:tabs>
          <w:tab w:val="left" w:pos="1418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CT Rivière</w:t>
      </w:r>
      <w:r w:rsidR="00E81635">
        <w:rPr>
          <w:rFonts w:ascii="Garamond" w:hAnsi="Garamond"/>
          <w:b w:val="0"/>
        </w:rPr>
        <w:t xml:space="preserve"> </w:t>
      </w:r>
      <w:r w:rsidR="006E7620">
        <w:rPr>
          <w:rFonts w:ascii="Garamond" w:hAnsi="Garamond"/>
          <w:b w:val="0"/>
        </w:rPr>
        <w:t>SEM</w:t>
      </w:r>
    </w:p>
    <w:p w14:paraId="6E30E120" w14:textId="6024801F" w:rsidR="00F92AF5" w:rsidRDefault="00E81635" w:rsidP="00BD40BD">
      <w:r>
        <w:tab/>
      </w:r>
      <w:r>
        <w:tab/>
      </w:r>
      <w:r w:rsidR="00FA574C">
        <w:t>LMTP</w:t>
      </w:r>
    </w:p>
    <w:p w14:paraId="5246F6C2" w14:textId="77777777" w:rsidR="00346858" w:rsidRDefault="00346858" w:rsidP="00BD40BD"/>
    <w:p w14:paraId="3EAC77A5" w14:textId="3DDB1F5E" w:rsidR="00FA574C" w:rsidRDefault="00FA574C">
      <w:pPr>
        <w:rPr>
          <w:b/>
        </w:rPr>
      </w:pPr>
    </w:p>
    <w:sectPr w:rsidR="00FA574C" w:rsidSect="00773163">
      <w:headerReference w:type="default" r:id="rId12"/>
      <w:footerReference w:type="default" r:id="rId13"/>
      <w:pgSz w:w="11907" w:h="16840" w:code="9"/>
      <w:pgMar w:top="993" w:right="851" w:bottom="794" w:left="851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71C74" w14:textId="77777777" w:rsidR="001C6DEC" w:rsidRDefault="001C6DEC">
      <w:r>
        <w:separator/>
      </w:r>
    </w:p>
  </w:endnote>
  <w:endnote w:type="continuationSeparator" w:id="0">
    <w:p w14:paraId="22B244E4" w14:textId="77777777" w:rsidR="001C6DEC" w:rsidRDefault="001C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orgio">
    <w:panose1 w:val="00000000000000000000"/>
    <w:charset w:val="00"/>
    <w:family w:val="auto"/>
    <w:pitch w:val="variable"/>
    <w:sig w:usb0="A000006F" w:usb1="0000000A" w:usb2="00000000" w:usb3="00000000" w:csb0="00000111" w:csb1="00000000"/>
  </w:font>
  <w:font w:name="ITC Avant Garde Std XLt Cn">
    <w:panose1 w:val="010B03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Avant Garde Std Md">
    <w:panose1 w:val="020B06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 Cn">
    <w:panose1 w:val="020B04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TC Avant Garde Std Cn">
    <w:panose1 w:val="020B06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EDCE1" w14:textId="51B432D9" w:rsidR="00EE6676" w:rsidRPr="000F3B97" w:rsidRDefault="000F3B97">
    <w:pPr>
      <w:pStyle w:val="Pieddepage"/>
      <w:jc w:val="center"/>
      <w:rPr>
        <w:rFonts w:ascii="ITC Avant Garde Std Cn" w:hAnsi="ITC Avant Garde Std Cn"/>
        <w:color w:val="68A827"/>
        <w:sz w:val="16"/>
      </w:rPr>
    </w:pPr>
    <w:r w:rsidRPr="000F3B97">
      <w:rPr>
        <w:rFonts w:ascii="ITC Avant Garde Std Cn" w:hAnsi="ITC Avant Garde Std Cn"/>
        <w:color w:val="68A827"/>
        <w:sz w:val="16"/>
      </w:rPr>
      <w:t>FDPPMA42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  <w:r w:rsidR="0028551C" w:rsidRPr="000F3B97">
      <w:rPr>
        <w:rFonts w:ascii="ITC Avant Garde Std Cn" w:hAnsi="ITC Avant Garde Std Cn"/>
        <w:color w:val="68A827"/>
        <w:sz w:val="16"/>
      </w:rPr>
      <w:sym w:font="Wingdings" w:char="002A"/>
    </w:r>
    <w:r w:rsidR="0028551C" w:rsidRPr="000F3B97">
      <w:rPr>
        <w:rFonts w:ascii="ITC Avant Garde Std Cn" w:hAnsi="ITC Avant Garde Std Cn"/>
        <w:color w:val="68A827"/>
        <w:sz w:val="16"/>
      </w:rPr>
      <w:t xml:space="preserve">  </w:t>
    </w:r>
    <w:r w:rsidR="00E81635">
      <w:rPr>
        <w:rFonts w:ascii="ITC Avant Garde Std Cn" w:hAnsi="ITC Avant Garde Std Cn"/>
        <w:color w:val="68A827"/>
        <w:sz w:val="16"/>
      </w:rPr>
      <w:t xml:space="preserve">50 route de Chavangeux, </w:t>
    </w:r>
    <w:r w:rsidR="00773163">
      <w:rPr>
        <w:rFonts w:ascii="ITC Avant Garde Std Cn" w:hAnsi="ITC Avant Garde Std Cn"/>
        <w:color w:val="68A827"/>
        <w:sz w:val="16"/>
      </w:rPr>
      <w:t>étang</w:t>
    </w:r>
    <w:r w:rsidR="00E81635">
      <w:rPr>
        <w:rFonts w:ascii="ITC Avant Garde Std Cn" w:hAnsi="ITC Avant Garde Std Cn"/>
        <w:color w:val="68A827"/>
        <w:sz w:val="16"/>
      </w:rPr>
      <w:t xml:space="preserve"> David, </w:t>
    </w:r>
    <w:r w:rsidR="00773163">
      <w:rPr>
        <w:rFonts w:ascii="ITC Avant Garde Std Cn" w:hAnsi="ITC Avant Garde Std Cn"/>
        <w:color w:val="68A827"/>
        <w:sz w:val="16"/>
      </w:rPr>
      <w:t>42170 SAINT</w:t>
    </w:r>
    <w:r w:rsidR="00E81635">
      <w:rPr>
        <w:rFonts w:ascii="ITC Avant Garde Std Cn" w:hAnsi="ITC Avant Garde Std Cn"/>
        <w:color w:val="68A827"/>
        <w:sz w:val="16"/>
      </w:rPr>
      <w:t xml:space="preserve"> JUST SAINT RAMBERT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</w:p>
  <w:p w14:paraId="0EBC6754" w14:textId="77777777" w:rsidR="00EE6676" w:rsidRPr="000F3B97" w:rsidRDefault="0028551C">
    <w:pPr>
      <w:pStyle w:val="Pieddepage"/>
      <w:jc w:val="center"/>
      <w:rPr>
        <w:rFonts w:ascii="ITC Avant Garde Std Cn" w:hAnsi="ITC Avant Garde Std Cn"/>
        <w:color w:val="68A827"/>
      </w:rPr>
    </w:pPr>
    <w:r w:rsidRPr="000F3B97">
      <w:rPr>
        <w:rFonts w:ascii="ITC Avant Garde Std Cn" w:hAnsi="ITC Avant Garde Std Cn"/>
        <w:color w:val="68A827"/>
        <w:sz w:val="16"/>
      </w:rPr>
      <w:sym w:font="Wingdings" w:char="0028"/>
    </w:r>
    <w:r w:rsidRPr="000F3B97">
      <w:rPr>
        <w:rFonts w:ascii="ITC Avant Garde Std Cn" w:hAnsi="ITC Avant Garde Std Cn"/>
        <w:color w:val="68A827"/>
        <w:sz w:val="16"/>
      </w:rPr>
      <w:t xml:space="preserve">:  </w:t>
    </w:r>
    <w:r w:rsidR="000F3B97" w:rsidRPr="000F3B97">
      <w:rPr>
        <w:rFonts w:ascii="ITC Avant Garde Std Cn" w:hAnsi="ITC Avant Garde Std Cn"/>
        <w:color w:val="68A827"/>
        <w:sz w:val="16"/>
      </w:rPr>
      <w:t xml:space="preserve">04 77 02 20 </w:t>
    </w:r>
    <w:r w:rsidRPr="000F3B97">
      <w:rPr>
        <w:rFonts w:ascii="ITC Avant Garde Std Cn" w:hAnsi="ITC Avant Garde Std Cn"/>
        <w:color w:val="68A827"/>
        <w:sz w:val="16"/>
        <w:lang w:val="de-DE"/>
      </w:rPr>
      <w:sym w:font="Wingdings" w:char="003A"/>
    </w:r>
    <w:r w:rsidRPr="000F3B97">
      <w:rPr>
        <w:rFonts w:ascii="ITC Avant Garde Std Cn" w:hAnsi="ITC Avant Garde Std Cn"/>
        <w:color w:val="68A827"/>
        <w:sz w:val="16"/>
      </w:rPr>
      <w:t xml:space="preserve"> : </w:t>
    </w:r>
    <w:r w:rsidR="000F3B97" w:rsidRPr="000F3B97">
      <w:rPr>
        <w:rFonts w:ascii="ITC Avant Garde Std Cn" w:hAnsi="ITC Avant Garde Std Cn"/>
        <w:color w:val="68A827"/>
        <w:sz w:val="16"/>
      </w:rPr>
      <w:t>flppma@federationpeche42.fr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059B1" w14:textId="77777777" w:rsidR="001C6DEC" w:rsidRDefault="001C6DEC">
      <w:r>
        <w:separator/>
      </w:r>
    </w:p>
  </w:footnote>
  <w:footnote w:type="continuationSeparator" w:id="0">
    <w:p w14:paraId="3C78D493" w14:textId="77777777" w:rsidR="001C6DEC" w:rsidRDefault="001C6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9FD97" w14:textId="391C80B3" w:rsidR="00256AC6" w:rsidRDefault="00773163" w:rsidP="00256AC6">
    <w:pPr>
      <w:pStyle w:val="En-tte"/>
      <w:jc w:val="center"/>
      <w:rPr>
        <w:sz w:val="14"/>
        <w:szCs w:val="14"/>
      </w:rPr>
    </w:pPr>
    <w:r w:rsidRPr="00256AC6">
      <w:rPr>
        <w:sz w:val="14"/>
        <w:szCs w:val="14"/>
      </w:rPr>
      <w:t xml:space="preserve">COMPTE RENDU D’EXECUTION D’OPERATION DE </w:t>
    </w:r>
    <w:r w:rsidR="00140B04" w:rsidRPr="00256AC6">
      <w:rPr>
        <w:sz w:val="14"/>
        <w:szCs w:val="14"/>
      </w:rPr>
      <w:t>CAPTURE AUTORISEE</w:t>
    </w:r>
    <w:r w:rsidRPr="00256AC6">
      <w:rPr>
        <w:sz w:val="14"/>
        <w:szCs w:val="14"/>
      </w:rPr>
      <w:t xml:space="preserve"> EN VERTU DE L’ARTICLE L 436-9 DU CODE DE L’ENVIRONNEMENT</w:t>
    </w:r>
    <w:r w:rsidR="00256AC6">
      <w:rPr>
        <w:sz w:val="14"/>
        <w:szCs w:val="14"/>
      </w:rPr>
      <w:t xml:space="preserve"> </w:t>
    </w:r>
  </w:p>
  <w:p w14:paraId="599EA029" w14:textId="1E7358B5" w:rsidR="00773163" w:rsidRPr="00256AC6" w:rsidRDefault="00B565CF" w:rsidP="00256AC6">
    <w:pPr>
      <w:pStyle w:val="En-tte"/>
      <w:jc w:val="center"/>
      <w:rPr>
        <w:sz w:val="14"/>
        <w:szCs w:val="14"/>
      </w:rPr>
    </w:pPr>
    <w:r>
      <w:rPr>
        <w:sz w:val="14"/>
        <w:szCs w:val="14"/>
      </w:rPr>
      <w:t>Ondaine et Ondenon, amont aval Cotatay le 03 juin 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651"/>
    <w:rsid w:val="00083B5D"/>
    <w:rsid w:val="000C3651"/>
    <w:rsid w:val="000F3B97"/>
    <w:rsid w:val="00140B04"/>
    <w:rsid w:val="001412C7"/>
    <w:rsid w:val="00172E04"/>
    <w:rsid w:val="001C6DEC"/>
    <w:rsid w:val="001F2FCA"/>
    <w:rsid w:val="002100EB"/>
    <w:rsid w:val="00256AC6"/>
    <w:rsid w:val="0028551C"/>
    <w:rsid w:val="00285801"/>
    <w:rsid w:val="00346858"/>
    <w:rsid w:val="00365822"/>
    <w:rsid w:val="003D3B81"/>
    <w:rsid w:val="00463180"/>
    <w:rsid w:val="004F594B"/>
    <w:rsid w:val="005121D5"/>
    <w:rsid w:val="00585F4C"/>
    <w:rsid w:val="005B6028"/>
    <w:rsid w:val="00616D56"/>
    <w:rsid w:val="00625906"/>
    <w:rsid w:val="006E7620"/>
    <w:rsid w:val="00773163"/>
    <w:rsid w:val="009B2A99"/>
    <w:rsid w:val="00A57D71"/>
    <w:rsid w:val="00A748C9"/>
    <w:rsid w:val="00AF450B"/>
    <w:rsid w:val="00B51E0C"/>
    <w:rsid w:val="00B565CF"/>
    <w:rsid w:val="00B824BB"/>
    <w:rsid w:val="00B96056"/>
    <w:rsid w:val="00BD40BD"/>
    <w:rsid w:val="00C5708E"/>
    <w:rsid w:val="00C95BB6"/>
    <w:rsid w:val="00E264D1"/>
    <w:rsid w:val="00E81635"/>
    <w:rsid w:val="00EE6676"/>
    <w:rsid w:val="00F1656F"/>
    <w:rsid w:val="00F92AF5"/>
    <w:rsid w:val="00FA574C"/>
    <w:rsid w:val="00FB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383F0"/>
  <w15:chartTrackingRefBased/>
  <w15:docId w15:val="{82939B65-782F-4248-BC48-5B0D9250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napToGrid w:val="0"/>
      <w:color w:val="000000"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napToGrid w:val="0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left" w:pos="4536"/>
      </w:tabs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tabs>
        <w:tab w:val="left" w:pos="2268"/>
        <w:tab w:val="left" w:pos="3969"/>
      </w:tabs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rPr>
      <w:b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sz w:val="1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ilisateur\Documents\Mod&#232;les%20Office%20personnalis&#233;s\CROP_PE_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CROP_PE_2024.dotx</Template>
  <TotalTime>19</TotalTime>
  <Pages>1</Pages>
  <Words>310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CONSEIL SUPERIEUR DE LA PECHE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GRES Pierre</dc:creator>
  <cp:keywords/>
  <cp:lastModifiedBy>Pierre gres5</cp:lastModifiedBy>
  <cp:revision>3</cp:revision>
  <cp:lastPrinted>2025-07-29T10:05:00Z</cp:lastPrinted>
  <dcterms:created xsi:type="dcterms:W3CDTF">2025-07-29T09:47:00Z</dcterms:created>
  <dcterms:modified xsi:type="dcterms:W3CDTF">2025-07-29T10:05:00Z</dcterms:modified>
</cp:coreProperties>
</file>