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E1857" w14:textId="77777777" w:rsidR="00EE6676" w:rsidRPr="00B51E0C" w:rsidRDefault="00F5228D" w:rsidP="00B51E0C">
      <w:pPr>
        <w:ind w:right="1133"/>
        <w:jc w:val="right"/>
        <w:rPr>
          <w:rFonts w:ascii="Giorgio" w:hAnsi="Giorgio"/>
          <w:b/>
          <w:bCs/>
          <w:color w:val="68A827"/>
          <w:sz w:val="22"/>
          <w:szCs w:val="22"/>
        </w:rPr>
      </w:pPr>
      <w:r w:rsidRPr="00B51E0C"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6276D1A7" wp14:editId="0355DEF8">
            <wp:simplePos x="0" y="0"/>
            <wp:positionH relativeFrom="column">
              <wp:posOffset>266700</wp:posOffset>
            </wp:positionH>
            <wp:positionV relativeFrom="paragraph">
              <wp:posOffset>-141605</wp:posOffset>
            </wp:positionV>
            <wp:extent cx="908685" cy="741680"/>
            <wp:effectExtent l="0" t="0" r="5715" b="127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1FF" w:rsidRPr="00B51E0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34325D43" wp14:editId="0B309954">
                <wp:simplePos x="0" y="0"/>
                <wp:positionH relativeFrom="column">
                  <wp:posOffset>150858</wp:posOffset>
                </wp:positionH>
                <wp:positionV relativeFrom="paragraph">
                  <wp:posOffset>-184241</wp:posOffset>
                </wp:positionV>
                <wp:extent cx="6354445" cy="823323"/>
                <wp:effectExtent l="19050" t="19050" r="27305" b="1524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823323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1B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DFD593" id="Rectangle 23" o:spid="_x0000_s1026" style="position:absolute;margin-left:11.9pt;margin-top:-14.5pt;width:500.35pt;height:64.85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" filled="f" strokecolor="#001b71" strokeweight="2.25pt"/>
            </w:pict>
          </mc:Fallback>
        </mc:AlternateContent>
      </w:r>
      <w:r w:rsidR="0028551C" w:rsidRPr="00B51E0C">
        <w:rPr>
          <w:rFonts w:ascii="Giorgio" w:hAnsi="Giorgio"/>
          <w:b/>
          <w:bCs/>
          <w:color w:val="68A827"/>
          <w:sz w:val="22"/>
          <w:szCs w:val="22"/>
        </w:rPr>
        <w:t xml:space="preserve">COMPTE RENDU D’EXECUTION D’OPERATION DE CAPTURE </w:t>
      </w:r>
    </w:p>
    <w:p w14:paraId="45687AC7" w14:textId="77777777" w:rsidR="00EE6676" w:rsidRPr="00B51E0C" w:rsidRDefault="0028551C" w:rsidP="00B51E0C">
      <w:pPr>
        <w:pStyle w:val="Titre5"/>
        <w:ind w:left="2268" w:right="1133"/>
        <w:jc w:val="right"/>
        <w:rPr>
          <w:rFonts w:ascii="Giorgio" w:hAnsi="Giorgio"/>
          <w:bCs/>
          <w:color w:val="68A827"/>
          <w:sz w:val="22"/>
          <w:szCs w:val="22"/>
        </w:rPr>
      </w:pPr>
      <w:r w:rsidRPr="00B51E0C">
        <w:rPr>
          <w:rFonts w:ascii="Giorgio" w:hAnsi="Giorgio"/>
          <w:bCs/>
          <w:color w:val="68A827"/>
          <w:sz w:val="22"/>
          <w:szCs w:val="22"/>
        </w:rPr>
        <w:t>AUTORISEE EN VERTU DE L’ARTICLE L 436-9 DU CODE DE L’ENVIRONNEMENT</w:t>
      </w:r>
    </w:p>
    <w:p w14:paraId="543AEE79" w14:textId="77777777" w:rsidR="00EE6676" w:rsidRDefault="00EE6676" w:rsidP="005801FF">
      <w:pPr>
        <w:rPr>
          <w:b/>
        </w:rPr>
      </w:pPr>
    </w:p>
    <w:p w14:paraId="73DB6B0D" w14:textId="77777777" w:rsidR="00B51E0C" w:rsidRDefault="0028551C">
      <w:pPr>
        <w:tabs>
          <w:tab w:val="left" w:pos="4536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L’OPERATION </w:t>
      </w:r>
      <w:r>
        <w:rPr>
          <w:bCs/>
        </w:rPr>
        <w:t>:</w:t>
      </w:r>
      <w:r w:rsidR="00F5228D">
        <w:rPr>
          <w:rFonts w:ascii="Garamond" w:hAnsi="Garamond"/>
          <w:bCs/>
        </w:rPr>
        <w:t xml:space="preserve"> </w:t>
      </w:r>
      <w:r w:rsidR="0011779D">
        <w:rPr>
          <w:rFonts w:ascii="Garamond" w:hAnsi="Garamond"/>
          <w:bCs/>
        </w:rPr>
        <w:t>le mercredi 10 septembre 2025 de 09h30 à 11h30</w:t>
      </w:r>
    </w:p>
    <w:p w14:paraId="43A6BC6C" w14:textId="77777777" w:rsidR="00B51E0C" w:rsidRDefault="00B51E0C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6E9747E2" w14:textId="77777777" w:rsidR="00EE6676" w:rsidRPr="00B51E0C" w:rsidRDefault="0028551C">
      <w:pPr>
        <w:tabs>
          <w:tab w:val="left" w:pos="4536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L’ARRETE PREFECTORAL</w:t>
      </w:r>
      <w:r w:rsidR="00625906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DT-20-0484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 </w:t>
      </w:r>
      <w:r w:rsidRPr="00625906">
        <w:rPr>
          <w:rFonts w:ascii="Garamond" w:hAnsi="Garamond"/>
          <w:bCs/>
        </w:rPr>
        <w:t xml:space="preserve">: </w:t>
      </w:r>
      <w:r w:rsidR="00625906" w:rsidRPr="00625906">
        <w:rPr>
          <w:rFonts w:ascii="Garamond" w:hAnsi="Garamond"/>
          <w:bCs/>
        </w:rPr>
        <w:t>09/11/2020</w:t>
      </w:r>
    </w:p>
    <w:p w14:paraId="3CADA256" w14:textId="77777777" w:rsidR="00EE6676" w:rsidRPr="00625906" w:rsidRDefault="0028551C" w:rsidP="00B51E0C">
      <w:pPr>
        <w:tabs>
          <w:tab w:val="left" w:pos="0"/>
        </w:tabs>
        <w:jc w:val="both"/>
        <w:rPr>
          <w:rFonts w:ascii="Garamond" w:hAnsi="Garamond"/>
          <w:bCs/>
        </w:rPr>
      </w:pPr>
      <w:r>
        <w:rPr>
          <w:bCs/>
        </w:rPr>
        <w:tab/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VALIDITE JUSQU’AU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: </w:t>
      </w:r>
      <w:r w:rsidR="00625906" w:rsidRPr="00625906">
        <w:rPr>
          <w:rFonts w:ascii="Garamond" w:hAnsi="Garamond"/>
          <w:bCs/>
        </w:rPr>
        <w:t>09/11/2025</w:t>
      </w:r>
    </w:p>
    <w:p w14:paraId="6C39932F" w14:textId="77777777" w:rsidR="00EE6676" w:rsidRPr="000F3B97" w:rsidRDefault="00EE6676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77D05906" w14:textId="77777777" w:rsidR="00EE6676" w:rsidRPr="00172E04" w:rsidRDefault="0028551C" w:rsidP="00172E04">
      <w:pPr>
        <w:tabs>
          <w:tab w:val="left" w:pos="4536"/>
        </w:tabs>
        <w:jc w:val="center"/>
        <w:rPr>
          <w:rFonts w:ascii="ITC Avant Garde Std Md" w:hAnsi="ITC Avant Garde Std Md"/>
          <w:b/>
          <w:bCs/>
          <w:color w:val="68A827"/>
          <w:u w:val="single"/>
        </w:rPr>
      </w:pPr>
      <w:r w:rsidRPr="00172E04">
        <w:rPr>
          <w:rFonts w:ascii="ITC Avant Garde Std Md" w:hAnsi="ITC Avant Garde Std Md"/>
          <w:b/>
          <w:bCs/>
          <w:color w:val="68A827"/>
          <w:u w:val="single"/>
        </w:rPr>
        <w:t>TYPE D’OPERATION</w:t>
      </w:r>
      <w:r w:rsidR="000F3B97">
        <w:rPr>
          <w:rFonts w:ascii="ITC Avant Garde Std Md" w:hAnsi="ITC Avant Garde Std Md"/>
          <w:b/>
          <w:bCs/>
          <w:color w:val="68A827"/>
          <w:u w:val="single"/>
        </w:rPr>
        <w:t> :</w:t>
      </w:r>
    </w:p>
    <w:p w14:paraId="0EF42B33" w14:textId="77777777" w:rsidR="00EE6676" w:rsidRPr="00773163" w:rsidRDefault="0028551C">
      <w:pPr>
        <w:pStyle w:val="Titre6"/>
        <w:tabs>
          <w:tab w:val="left" w:pos="2552"/>
          <w:tab w:val="left" w:pos="5103"/>
        </w:tabs>
        <w:rPr>
          <w:rFonts w:ascii="ITC Avant Garde Std Bk Cn" w:hAnsi="ITC Avant Garde Std Bk Cn"/>
          <w:b w:val="0"/>
          <w:bCs/>
          <w:color w:val="001B71"/>
        </w:rPr>
      </w:pPr>
      <w:r w:rsidRPr="00773163">
        <w:rPr>
          <w:rFonts w:ascii="ITC Avant Garde Std Bk Cn" w:hAnsi="ITC Avant Garde Std Bk Cn"/>
          <w:b w:val="0"/>
          <w:bCs/>
          <w:color w:val="001B71"/>
        </w:rPr>
        <w:t>PECHE ELECTRIQUE :</w:t>
      </w:r>
      <w:r w:rsidR="00F92AF5" w:rsidRPr="00773163">
        <w:rPr>
          <w:rFonts w:ascii="ITC Avant Garde Std Bk Cn" w:hAnsi="ITC Avant Garde Std Bk Cn"/>
          <w:b w:val="0"/>
          <w:bCs/>
          <w:color w:val="001B71"/>
        </w:rPr>
        <w:tab/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>I</w:t>
      </w:r>
      <w:r w:rsidRPr="00773163">
        <w:rPr>
          <w:rFonts w:ascii="ITC Avant Garde Std Bk Cn" w:hAnsi="ITC Avant Garde Std Bk Cn"/>
          <w:b w:val="0"/>
          <w:bCs/>
          <w:color w:val="001B71"/>
        </w:rPr>
        <w:t>nventaire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20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auvetage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89628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☒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Pr="00773163">
        <w:rPr>
          <w:rFonts w:ascii="ITC Avant Garde Std Bk Cn" w:hAnsi="ITC Avant Garde Std Bk Cn"/>
          <w:b w:val="0"/>
          <w:bCs/>
          <w:color w:val="001B71"/>
        </w:rPr>
        <w:t xml:space="preserve">ondage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152119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</w:p>
    <w:p w14:paraId="482A0C48" w14:textId="77777777" w:rsidR="00EE6676" w:rsidRPr="000F3B97" w:rsidRDefault="00EE6676">
      <w:pPr>
        <w:tabs>
          <w:tab w:val="left" w:pos="2552"/>
          <w:tab w:val="left" w:pos="5103"/>
          <w:tab w:val="left" w:pos="7655"/>
        </w:tabs>
        <w:jc w:val="both"/>
        <w:rPr>
          <w:rFonts w:ascii="Garamond" w:hAnsi="Garamond"/>
          <w:bCs/>
          <w:color w:val="001B71"/>
        </w:rPr>
      </w:pPr>
    </w:p>
    <w:p w14:paraId="10260E4F" w14:textId="77777777" w:rsidR="00EE6676" w:rsidRPr="000C3651" w:rsidRDefault="0028551C">
      <w:pPr>
        <w:tabs>
          <w:tab w:val="left" w:pos="2552"/>
          <w:tab w:val="left" w:pos="5103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Matériels :  Héron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8103960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1779D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>EFKO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1579401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CBD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 anode et épuisettes : </w:t>
      </w:r>
      <w:r w:rsidR="000C3651" w:rsidRPr="000C3651">
        <w:rPr>
          <w:rFonts w:ascii="Garamond" w:hAnsi="Garamond"/>
          <w:bCs/>
        </w:rPr>
        <w:t xml:space="preserve"> </w:t>
      </w:r>
      <w:r w:rsidR="0011779D">
        <w:rPr>
          <w:rFonts w:ascii="Garamond" w:hAnsi="Garamond"/>
          <w:bCs/>
        </w:rPr>
        <w:t xml:space="preserve">2 </w:t>
      </w:r>
      <w:r w:rsidR="000C3651" w:rsidRPr="000C3651">
        <w:rPr>
          <w:rFonts w:ascii="Garamond" w:hAnsi="Garamond"/>
          <w:bCs/>
        </w:rPr>
        <w:t>anode</w:t>
      </w:r>
      <w:r w:rsidR="00A748C9">
        <w:rPr>
          <w:rFonts w:ascii="Garamond" w:hAnsi="Garamond"/>
          <w:bCs/>
        </w:rPr>
        <w:t>s</w:t>
      </w:r>
      <w:r w:rsidR="000C3651" w:rsidRPr="000C3651">
        <w:rPr>
          <w:rFonts w:ascii="Garamond" w:hAnsi="Garamond"/>
          <w:bCs/>
        </w:rPr>
        <w:t xml:space="preserve"> </w:t>
      </w:r>
      <w:proofErr w:type="gramStart"/>
      <w:r w:rsidR="000C3651" w:rsidRPr="000C3651">
        <w:rPr>
          <w:rFonts w:ascii="Garamond" w:hAnsi="Garamond"/>
          <w:bCs/>
        </w:rPr>
        <w:t xml:space="preserve">et  </w:t>
      </w:r>
      <w:r w:rsidR="0011779D">
        <w:rPr>
          <w:rFonts w:ascii="Garamond" w:hAnsi="Garamond"/>
          <w:bCs/>
        </w:rPr>
        <w:t>4</w:t>
      </w:r>
      <w:proofErr w:type="gramEnd"/>
      <w:r w:rsidR="0011779D">
        <w:rPr>
          <w:rFonts w:ascii="Garamond" w:hAnsi="Garamond"/>
          <w:bCs/>
        </w:rPr>
        <w:t xml:space="preserve"> </w:t>
      </w:r>
      <w:proofErr w:type="gramStart"/>
      <w:r w:rsidR="005121D5" w:rsidRPr="000C3651">
        <w:rPr>
          <w:rFonts w:ascii="Garamond" w:hAnsi="Garamond"/>
          <w:bCs/>
        </w:rPr>
        <w:t>épuisettes</w:t>
      </w:r>
      <w:r w:rsidR="00B51E0C">
        <w:rPr>
          <w:rFonts w:ascii="Garamond" w:hAnsi="Garamond"/>
          <w:bCs/>
        </w:rPr>
        <w:t>,</w:t>
      </w:r>
      <w:r w:rsidR="00381011">
        <w:rPr>
          <w:rFonts w:ascii="Garamond" w:hAnsi="Garamond"/>
          <w:bCs/>
        </w:rPr>
        <w:t> ..</w:t>
      </w:r>
      <w:r w:rsidR="0011779D">
        <w:rPr>
          <w:rFonts w:ascii="Garamond" w:hAnsi="Garamond"/>
          <w:bCs/>
        </w:rPr>
        <w:t xml:space="preserve">2 </w:t>
      </w:r>
      <w:r w:rsidR="00B51E0C">
        <w:rPr>
          <w:rFonts w:ascii="Garamond" w:hAnsi="Garamond"/>
          <w:bCs/>
        </w:rPr>
        <w:t xml:space="preserve"> passages</w:t>
      </w:r>
      <w:proofErr w:type="gramEnd"/>
      <w:r w:rsidR="00B51E0C">
        <w:rPr>
          <w:rFonts w:ascii="Garamond" w:hAnsi="Garamond"/>
          <w:bCs/>
        </w:rPr>
        <w:t xml:space="preserve"> successifs</w:t>
      </w:r>
      <w:r w:rsidR="005121D5">
        <w:rPr>
          <w:rFonts w:ascii="Garamond" w:hAnsi="Garamond"/>
          <w:bCs/>
        </w:rPr>
        <w:t xml:space="preserve">. </w:t>
      </w:r>
    </w:p>
    <w:p w14:paraId="1EFFB29C" w14:textId="77777777" w:rsidR="00EE6676" w:rsidRPr="000F3B97" w:rsidRDefault="00EE6676">
      <w:pPr>
        <w:tabs>
          <w:tab w:val="left" w:pos="2552"/>
          <w:tab w:val="left" w:pos="5103"/>
        </w:tabs>
        <w:jc w:val="both"/>
        <w:rPr>
          <w:rFonts w:ascii="Garamond" w:hAnsi="Garamond"/>
          <w:bCs/>
          <w:color w:val="001B71"/>
        </w:rPr>
      </w:pPr>
    </w:p>
    <w:p w14:paraId="5273D034" w14:textId="77777777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Motif : </w:t>
      </w:r>
      <w:r w:rsidRPr="000F3B97">
        <w:rPr>
          <w:rFonts w:ascii="Garamond" w:hAnsi="Garamond"/>
          <w:bCs/>
        </w:rPr>
        <w:tab/>
      </w:r>
      <w:r w:rsidR="006E7620">
        <w:rPr>
          <w:rFonts w:ascii="Garamond" w:hAnsi="Garamond"/>
          <w:bCs/>
        </w:rPr>
        <w:t xml:space="preserve"> </w:t>
      </w:r>
      <w:r w:rsidR="0011779D">
        <w:rPr>
          <w:rFonts w:ascii="Garamond" w:hAnsi="Garamond"/>
          <w:bCs/>
        </w:rPr>
        <w:t xml:space="preserve">Reprise du mur de </w:t>
      </w:r>
      <w:proofErr w:type="spellStart"/>
      <w:r w:rsidR="0011779D">
        <w:rPr>
          <w:rFonts w:ascii="Garamond" w:hAnsi="Garamond"/>
          <w:bCs/>
        </w:rPr>
        <w:t>souténement</w:t>
      </w:r>
      <w:proofErr w:type="spellEnd"/>
      <w:r w:rsidR="0011779D">
        <w:rPr>
          <w:rFonts w:ascii="Garamond" w:hAnsi="Garamond"/>
          <w:bCs/>
        </w:rPr>
        <w:t xml:space="preserve"> des habitations rive gauche suite à la crue d’octobre 2025 </w:t>
      </w:r>
      <w:r w:rsidR="006E7620">
        <w:rPr>
          <w:rFonts w:ascii="Garamond" w:hAnsi="Garamond"/>
          <w:bCs/>
        </w:rPr>
        <w:t>(</w:t>
      </w:r>
      <w:r w:rsidR="00F5228D">
        <w:rPr>
          <w:rFonts w:ascii="Garamond" w:hAnsi="Garamond"/>
          <w:bCs/>
        </w:rPr>
        <w:t xml:space="preserve">2 propriétaires : </w:t>
      </w:r>
      <w:r w:rsidR="0011779D">
        <w:rPr>
          <w:rFonts w:ascii="Garamond" w:hAnsi="Garamond"/>
          <w:bCs/>
        </w:rPr>
        <w:t>M</w:t>
      </w:r>
      <w:r w:rsidR="00F5228D">
        <w:rPr>
          <w:rFonts w:ascii="Garamond" w:hAnsi="Garamond"/>
          <w:bCs/>
        </w:rPr>
        <w:t xml:space="preserve">. </w:t>
      </w:r>
      <w:r w:rsidR="0011779D">
        <w:rPr>
          <w:rFonts w:ascii="Garamond" w:hAnsi="Garamond"/>
          <w:bCs/>
        </w:rPr>
        <w:t xml:space="preserve">XAVIER et </w:t>
      </w:r>
      <w:r w:rsidR="00F5228D">
        <w:rPr>
          <w:rFonts w:ascii="Garamond" w:hAnsi="Garamond"/>
          <w:bCs/>
        </w:rPr>
        <w:t xml:space="preserve">Mme </w:t>
      </w:r>
      <w:r w:rsidR="0011779D">
        <w:rPr>
          <w:rFonts w:ascii="Garamond" w:hAnsi="Garamond"/>
          <w:bCs/>
        </w:rPr>
        <w:t>BOTTERO</w:t>
      </w:r>
      <w:r w:rsidR="006E7620">
        <w:rPr>
          <w:rFonts w:ascii="Garamond" w:hAnsi="Garamond"/>
          <w:bCs/>
        </w:rPr>
        <w:t>)</w:t>
      </w:r>
      <w:r w:rsidR="00BD40BD">
        <w:rPr>
          <w:rFonts w:ascii="Garamond" w:hAnsi="Garamond"/>
          <w:bCs/>
        </w:rPr>
        <w:t xml:space="preserve">. </w:t>
      </w:r>
    </w:p>
    <w:p w14:paraId="40074A4F" w14:textId="77777777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0F3B97">
        <w:rPr>
          <w:rFonts w:ascii="Garamond" w:hAnsi="Garamond"/>
          <w:bCs/>
        </w:rPr>
        <w:tab/>
      </w:r>
    </w:p>
    <w:p w14:paraId="72BA965B" w14:textId="77777777" w:rsidR="00F92AF5" w:rsidRDefault="00F92AF5" w:rsidP="00F92AF5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PERSONNEL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7B272335" w14:textId="77777777" w:rsidR="00F1656F" w:rsidRPr="00F1656F" w:rsidRDefault="00F1656F" w:rsidP="00F1656F"/>
    <w:p w14:paraId="277E95BA" w14:textId="77777777" w:rsidR="00F92AF5" w:rsidRPr="00773163" w:rsidRDefault="00F92AF5" w:rsidP="00F92AF5">
      <w:pPr>
        <w:rPr>
          <w:rFonts w:ascii="ITC Avant Garde Std Bk" w:hAnsi="ITC Avant Garde Std Bk"/>
          <w:bCs/>
          <w:color w:val="001B71"/>
          <w:sz w:val="18"/>
          <w:szCs w:val="18"/>
        </w:rPr>
      </w:pPr>
      <w:r w:rsidRPr="005121D5">
        <w:rPr>
          <w:rFonts w:ascii="ITC Avant Garde Std Bk" w:hAnsi="ITC Avant Garde Std Bk"/>
          <w:bCs/>
          <w:color w:val="001B71"/>
        </w:rPr>
        <w:t>Responsable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de l’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exécution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matérielle de 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l’opération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0F3B97">
        <w:rPr>
          <w:rFonts w:ascii="Garamond" w:hAnsi="Garamond"/>
          <w:bCs/>
        </w:rPr>
        <w:t>GRES, Pierre, responsable du service technique</w:t>
      </w:r>
    </w:p>
    <w:p w14:paraId="3E42C295" w14:textId="77777777" w:rsidR="0011779D" w:rsidRDefault="00F92AF5" w:rsidP="005801FF">
      <w:pPr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Participants (nom, service) :</w:t>
      </w:r>
      <w:r>
        <w:rPr>
          <w:bCs/>
        </w:rPr>
        <w:t xml:space="preserve"> </w:t>
      </w:r>
      <w:r w:rsidR="00F1656F">
        <w:rPr>
          <w:bCs/>
        </w:rPr>
        <w:tab/>
      </w:r>
      <w:proofErr w:type="gramStart"/>
      <w:r w:rsidR="00A57D71">
        <w:rPr>
          <w:bCs/>
        </w:rPr>
        <w:t>M</w:t>
      </w:r>
      <w:r w:rsidR="000C3651">
        <w:rPr>
          <w:rFonts w:ascii="Garamond" w:hAnsi="Garamond"/>
          <w:bCs/>
        </w:rPr>
        <w:t>M</w:t>
      </w:r>
      <w:r w:rsidR="00BD40BD">
        <w:rPr>
          <w:rFonts w:ascii="Garamond" w:hAnsi="Garamond"/>
          <w:bCs/>
        </w:rPr>
        <w:t xml:space="preserve"> .</w:t>
      </w:r>
      <w:proofErr w:type="gramEnd"/>
      <w:r w:rsidR="00BD40BD">
        <w:rPr>
          <w:rFonts w:ascii="Garamond" w:hAnsi="Garamond"/>
          <w:bCs/>
        </w:rPr>
        <w:t xml:space="preserve"> </w:t>
      </w:r>
      <w:r w:rsidR="006E7620" w:rsidRPr="005801FF">
        <w:rPr>
          <w:rFonts w:ascii="Garamond" w:hAnsi="Garamond"/>
          <w:bCs/>
        </w:rPr>
        <w:t>SCARAMUZZI</w:t>
      </w:r>
      <w:r w:rsidR="0011779D">
        <w:rPr>
          <w:rFonts w:ascii="Garamond" w:hAnsi="Garamond"/>
          <w:bCs/>
        </w:rPr>
        <w:t>, C. RELAVE</w:t>
      </w:r>
      <w:r w:rsidR="006E7620" w:rsidRPr="005801FF">
        <w:rPr>
          <w:rFonts w:ascii="Garamond" w:hAnsi="Garamond"/>
          <w:bCs/>
        </w:rPr>
        <w:t xml:space="preserve"> </w:t>
      </w:r>
      <w:r w:rsidR="005801FF" w:rsidRPr="005801FF">
        <w:rPr>
          <w:rFonts w:ascii="Garamond" w:hAnsi="Garamond"/>
          <w:bCs/>
        </w:rPr>
        <w:t>(serv tech)</w:t>
      </w:r>
      <w:r w:rsidR="0011779D">
        <w:rPr>
          <w:rFonts w:ascii="Garamond" w:hAnsi="Garamond"/>
          <w:bCs/>
        </w:rPr>
        <w:t>, Y. GAILLARD (GPP fédéral)</w:t>
      </w:r>
    </w:p>
    <w:p w14:paraId="222FA8F2" w14:textId="77777777" w:rsidR="005121D5" w:rsidRPr="005801FF" w:rsidRDefault="0011779D" w:rsidP="005801FF">
      <w:pPr>
        <w:rPr>
          <w:rFonts w:ascii="Garamond" w:hAnsi="Garamond"/>
          <w:bCs/>
        </w:rPr>
      </w:pPr>
      <w:r>
        <w:rPr>
          <w:rFonts w:ascii="Garamond" w:hAnsi="Garamond"/>
          <w:bCs/>
        </w:rPr>
        <w:t>Appui de l’AAPPMA Locale : M. DUCLOS, P. GACHE et trois autres bénévoles</w:t>
      </w:r>
      <w:r w:rsidR="005801FF">
        <w:rPr>
          <w:rFonts w:ascii="Garamond" w:hAnsi="Garamond"/>
          <w:bCs/>
        </w:rPr>
        <w:t xml:space="preserve"> </w:t>
      </w:r>
    </w:p>
    <w:p w14:paraId="19710516" w14:textId="77777777" w:rsidR="00EE6676" w:rsidRPr="005801FF" w:rsidRDefault="00EE6676">
      <w:pPr>
        <w:tabs>
          <w:tab w:val="left" w:pos="2552"/>
        </w:tabs>
        <w:jc w:val="both"/>
        <w:rPr>
          <w:rFonts w:ascii="Garamond" w:hAnsi="Garamond"/>
          <w:bCs/>
        </w:rPr>
      </w:pPr>
    </w:p>
    <w:p w14:paraId="1FDCE72C" w14:textId="77777777" w:rsidR="00EE6676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LIEU D’INTERVENTION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789D5614" w14:textId="77777777" w:rsidR="00F1656F" w:rsidRPr="00F1656F" w:rsidRDefault="00F1656F" w:rsidP="00F1656F"/>
    <w:p w14:paraId="46FC27F7" w14:textId="77777777" w:rsidR="00EE6676" w:rsidRPr="000F3B97" w:rsidRDefault="00773163">
      <w:pPr>
        <w:tabs>
          <w:tab w:val="left" w:pos="5670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Commune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381011">
        <w:rPr>
          <w:rFonts w:ascii="Garamond" w:hAnsi="Garamond"/>
          <w:bCs/>
        </w:rPr>
        <w:t xml:space="preserve"> </w:t>
      </w:r>
      <w:r w:rsidR="0011779D">
        <w:rPr>
          <w:rFonts w:ascii="Garamond" w:hAnsi="Garamond"/>
          <w:bCs/>
        </w:rPr>
        <w:t xml:space="preserve">Bourg </w:t>
      </w:r>
      <w:proofErr w:type="gramStart"/>
      <w:r w:rsidR="0011779D">
        <w:rPr>
          <w:rFonts w:ascii="Garamond" w:hAnsi="Garamond"/>
          <w:bCs/>
        </w:rPr>
        <w:t>Argental</w:t>
      </w:r>
      <w:r w:rsidR="00381011">
        <w:rPr>
          <w:rFonts w:ascii="Garamond" w:hAnsi="Garamond"/>
          <w:bCs/>
        </w:rPr>
        <w:t xml:space="preserve">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Lieu</w:t>
      </w:r>
      <w:proofErr w:type="gramEnd"/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-dit : </w:t>
      </w:r>
      <w:r w:rsidR="0011779D" w:rsidRPr="0011779D">
        <w:rPr>
          <w:rFonts w:ascii="Garamond" w:hAnsi="Garamond"/>
          <w:bCs/>
          <w:szCs w:val="18"/>
        </w:rPr>
        <w:t xml:space="preserve">rue </w:t>
      </w:r>
      <w:proofErr w:type="spellStart"/>
      <w:r w:rsidR="0011779D" w:rsidRPr="0011779D">
        <w:rPr>
          <w:rFonts w:ascii="Garamond" w:hAnsi="Garamond"/>
          <w:bCs/>
          <w:szCs w:val="18"/>
        </w:rPr>
        <w:t>Mandarel</w:t>
      </w:r>
      <w:proofErr w:type="spellEnd"/>
      <w:r w:rsidR="0011779D" w:rsidRPr="0011779D">
        <w:rPr>
          <w:rFonts w:ascii="Garamond" w:hAnsi="Garamond"/>
          <w:bCs/>
          <w:szCs w:val="18"/>
        </w:rPr>
        <w:t xml:space="preserve">, la </w:t>
      </w:r>
      <w:proofErr w:type="spellStart"/>
      <w:r w:rsidR="0011779D" w:rsidRPr="0011779D">
        <w:rPr>
          <w:rFonts w:ascii="Garamond" w:hAnsi="Garamond"/>
          <w:bCs/>
          <w:szCs w:val="18"/>
        </w:rPr>
        <w:t>Clavellée</w:t>
      </w:r>
      <w:proofErr w:type="spellEnd"/>
    </w:p>
    <w:p w14:paraId="5295FB62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5ED9B178" w14:textId="77777777" w:rsidR="00EE6676" w:rsidRDefault="0028551C">
      <w:pPr>
        <w:tabs>
          <w:tab w:val="left" w:pos="6804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Nom du milieu aquatique : </w:t>
      </w:r>
      <w:r>
        <w:rPr>
          <w:bCs/>
        </w:rPr>
        <w:t xml:space="preserve"> </w:t>
      </w:r>
      <w:r w:rsidR="0011779D">
        <w:rPr>
          <w:bCs/>
        </w:rPr>
        <w:t>Déôme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Bassin versant : </w:t>
      </w:r>
      <w:r w:rsidR="0011779D" w:rsidRPr="0011779D">
        <w:rPr>
          <w:rFonts w:ascii="Garamond" w:hAnsi="Garamond"/>
          <w:bCs/>
          <w:color w:val="001B71"/>
          <w:szCs w:val="18"/>
        </w:rPr>
        <w:t>CANCE</w:t>
      </w:r>
    </w:p>
    <w:p w14:paraId="607A44C0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4DAC52C4" w14:textId="77777777" w:rsidR="00EE6676" w:rsidRPr="00773163" w:rsidRDefault="00EC6B5D">
      <w:pPr>
        <w:tabs>
          <w:tab w:val="left" w:pos="1985"/>
          <w:tab w:val="left" w:pos="3828"/>
          <w:tab w:val="left" w:pos="5103"/>
          <w:tab w:val="left" w:pos="6804"/>
          <w:tab w:val="left" w:pos="8647"/>
          <w:tab w:val="left" w:pos="9498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213420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Cours d’eau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4119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Plan d’eau  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43112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B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ief</w:t>
      </w:r>
      <w:r w:rsidR="0028551C">
        <w:rPr>
          <w:b/>
          <w:sz w:val="24"/>
        </w:rPr>
        <w:tab/>
      </w:r>
      <w:sdt>
        <w:sdtPr>
          <w:rPr>
            <w:b/>
            <w:sz w:val="24"/>
          </w:rPr>
          <w:id w:val="-20710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463180">
        <w:rPr>
          <w:b/>
          <w:sz w:val="24"/>
        </w:rPr>
        <w:t xml:space="preserve"> 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>C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anal </w:t>
      </w:r>
      <w:r w:rsidR="0028551C">
        <w:rPr>
          <w:b/>
          <w:sz w:val="24"/>
        </w:rPr>
        <w:t xml:space="preserve">           </w:t>
      </w:r>
      <w:r w:rsidR="0028551C">
        <w:rPr>
          <w:b/>
          <w:sz w:val="24"/>
        </w:rPr>
        <w:tab/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Catégorie Piscicole : 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70406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1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ere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</w:t>
      </w:r>
      <w:r w:rsidR="0028551C">
        <w:rPr>
          <w:b/>
          <w:sz w:val="24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29842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2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eme</w:t>
      </w:r>
    </w:p>
    <w:p w14:paraId="66EFFAF3" w14:textId="77777777" w:rsidR="00EE6676" w:rsidRPr="000F3B97" w:rsidRDefault="00F5228D">
      <w:pPr>
        <w:tabs>
          <w:tab w:val="left" w:pos="1701"/>
          <w:tab w:val="left" w:pos="3402"/>
          <w:tab w:val="left" w:pos="5103"/>
          <w:tab w:val="left" w:pos="6804"/>
          <w:tab w:val="left" w:pos="8789"/>
          <w:tab w:val="left" w:pos="9498"/>
        </w:tabs>
        <w:jc w:val="both"/>
        <w:rPr>
          <w:rFonts w:ascii="Garamond" w:hAnsi="Garamond"/>
          <w:b/>
        </w:rPr>
      </w:pPr>
      <w:r w:rsidRPr="005C32FA">
        <w:rPr>
          <w:noProof/>
        </w:rPr>
        <w:drawing>
          <wp:anchor distT="0" distB="0" distL="114300" distR="114300" simplePos="0" relativeHeight="251669504" behindDoc="1" locked="0" layoutInCell="1" allowOverlap="1" wp14:anchorId="13ADB489" wp14:editId="09F3A8EA">
            <wp:simplePos x="0" y="0"/>
            <wp:positionH relativeFrom="column">
              <wp:posOffset>3206961</wp:posOffset>
            </wp:positionH>
            <wp:positionV relativeFrom="paragraph">
              <wp:posOffset>86572</wp:posOffset>
            </wp:positionV>
            <wp:extent cx="3240000" cy="2951378"/>
            <wp:effectExtent l="0" t="0" r="0" b="1905"/>
            <wp:wrapTight wrapText="bothSides">
              <wp:wrapPolygon edited="0">
                <wp:start x="0" y="0"/>
                <wp:lineTo x="0" y="21474"/>
                <wp:lineTo x="21465" y="21474"/>
                <wp:lineTo x="21465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951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7B1CA3" w14:textId="77777777" w:rsidR="00EE6676" w:rsidRPr="000F3B97" w:rsidRDefault="00EE6676">
      <w:pPr>
        <w:tabs>
          <w:tab w:val="left" w:pos="1701"/>
          <w:tab w:val="left" w:pos="7371"/>
        </w:tabs>
        <w:jc w:val="both"/>
        <w:rPr>
          <w:rFonts w:ascii="Garamond" w:hAnsi="Garamond"/>
          <w:bCs/>
        </w:rPr>
      </w:pPr>
    </w:p>
    <w:p w14:paraId="51066351" w14:textId="77777777" w:rsidR="005801FF" w:rsidRDefault="0028551C">
      <w:pPr>
        <w:tabs>
          <w:tab w:val="left" w:pos="1701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Longueur/Largeur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moyenne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11779D" w:rsidRPr="0011779D">
        <w:rPr>
          <w:rFonts w:ascii="Garamond" w:hAnsi="Garamond"/>
          <w:bCs/>
          <w:szCs w:val="18"/>
        </w:rPr>
        <w:t xml:space="preserve">60 </w:t>
      </w:r>
      <w:proofErr w:type="spellStart"/>
      <w:r w:rsidR="0011779D" w:rsidRPr="0011779D">
        <w:rPr>
          <w:rFonts w:ascii="Garamond" w:hAnsi="Garamond"/>
          <w:bCs/>
          <w:szCs w:val="18"/>
        </w:rPr>
        <w:t>metres</w:t>
      </w:r>
      <w:proofErr w:type="spellEnd"/>
      <w:r w:rsidR="0011779D" w:rsidRPr="0011779D">
        <w:rPr>
          <w:rFonts w:ascii="Garamond" w:hAnsi="Garamond"/>
          <w:bCs/>
          <w:szCs w:val="18"/>
        </w:rPr>
        <w:t xml:space="preserve"> de long par 5 m en moyenne</w:t>
      </w:r>
    </w:p>
    <w:p w14:paraId="7D1D0CEA" w14:textId="77777777" w:rsidR="00EE6676" w:rsidRPr="000C3651" w:rsidRDefault="00773163">
      <w:pPr>
        <w:tabs>
          <w:tab w:val="left" w:pos="170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Surface :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11779D" w:rsidRPr="0011779D">
        <w:rPr>
          <w:rFonts w:ascii="Garamond" w:hAnsi="Garamond"/>
          <w:bCs/>
        </w:rPr>
        <w:t xml:space="preserve">300 </w:t>
      </w:r>
      <w:r w:rsidR="000C3651" w:rsidRPr="0011779D">
        <w:rPr>
          <w:rFonts w:ascii="Garamond" w:hAnsi="Garamond"/>
          <w:bCs/>
        </w:rPr>
        <w:t>m²</w:t>
      </w:r>
      <w:r w:rsidR="005121D5" w:rsidRPr="0011779D">
        <w:rPr>
          <w:rFonts w:ascii="Garamond" w:hAnsi="Garamond"/>
          <w:bCs/>
        </w:rPr>
        <w:t xml:space="preserve"> </w:t>
      </w:r>
      <w:r w:rsidR="005801FF" w:rsidRPr="0011779D">
        <w:rPr>
          <w:rFonts w:ascii="Garamond" w:hAnsi="Garamond"/>
          <w:bCs/>
        </w:rPr>
        <w:t>environ</w:t>
      </w:r>
      <w:r w:rsidR="005801FF">
        <w:rPr>
          <w:rFonts w:ascii="Garamond" w:hAnsi="Garamond"/>
          <w:bCs/>
        </w:rPr>
        <w:t xml:space="preserve">. </w:t>
      </w:r>
    </w:p>
    <w:p w14:paraId="5E855BD3" w14:textId="77777777" w:rsidR="00EE6676" w:rsidRPr="000F3B97" w:rsidRDefault="0028551C">
      <w:pPr>
        <w:jc w:val="both"/>
        <w:rPr>
          <w:rFonts w:ascii="Garamond" w:hAnsi="Garamond"/>
          <w:b/>
        </w:rPr>
      </w:pPr>
      <w:r w:rsidRPr="000F3B97">
        <w:rPr>
          <w:rFonts w:ascii="Garamond" w:hAnsi="Garamond"/>
          <w:b/>
        </w:rPr>
        <w:t xml:space="preserve"> </w:t>
      </w:r>
    </w:p>
    <w:p w14:paraId="3D20A05E" w14:textId="77777777" w:rsidR="00EE6676" w:rsidRPr="0011779D" w:rsidRDefault="0028551C">
      <w:pPr>
        <w:jc w:val="both"/>
        <w:rPr>
          <w:rFonts w:ascii="Garamond" w:hAnsi="Garamond"/>
          <w:bCs/>
          <w:sz w:val="22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AAPPMA :  </w:t>
      </w:r>
      <w:r w:rsidR="0011779D" w:rsidRPr="0011779D">
        <w:rPr>
          <w:rFonts w:ascii="Garamond" w:hAnsi="Garamond"/>
          <w:bCs/>
          <w:szCs w:val="18"/>
        </w:rPr>
        <w:t>Gaule Bourguisanne</w:t>
      </w:r>
    </w:p>
    <w:p w14:paraId="27B51383" w14:textId="77777777" w:rsidR="00463180" w:rsidRDefault="00463180" w:rsidP="00E81635">
      <w:pPr>
        <w:pStyle w:val="Titre7"/>
        <w:keepNext w:val="0"/>
        <w:widowControl w:val="0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>
        <w:rPr>
          <w:rFonts w:ascii="ITC Avant Garde Std Md" w:hAnsi="ITC Avant Garde Std Md"/>
          <w:color w:val="68A827"/>
          <w:u w:val="single"/>
        </w:rPr>
        <w:t>CARTOGRAPHIE :</w:t>
      </w:r>
    </w:p>
    <w:p w14:paraId="68BA4880" w14:textId="77777777" w:rsidR="00FA574C" w:rsidRDefault="00AF450B" w:rsidP="00EC6B5D">
      <w:pPr>
        <w:jc w:val="right"/>
      </w:pPr>
      <w:r>
        <w:t>Ci contre</w:t>
      </w:r>
      <w:r w:rsidR="00EC6B5D">
        <w:t> :</w:t>
      </w:r>
    </w:p>
    <w:p w14:paraId="4D7C5461" w14:textId="77777777" w:rsidR="005C32FA" w:rsidRDefault="005C32FA" w:rsidP="00FA574C">
      <w:pPr>
        <w:jc w:val="center"/>
      </w:pPr>
    </w:p>
    <w:p w14:paraId="35BDED13" w14:textId="77777777" w:rsidR="00AF450B" w:rsidRPr="003D5C2B" w:rsidRDefault="0028551C" w:rsidP="003D5C2B">
      <w:pPr>
        <w:jc w:val="center"/>
        <w:rPr>
          <w:rFonts w:ascii="ITC Avant Garde Std Md" w:hAnsi="ITC Avant Garde Std Md"/>
          <w:b/>
          <w:color w:val="68A827"/>
          <w:u w:val="single"/>
        </w:rPr>
      </w:pPr>
      <w:r w:rsidRPr="00172E04">
        <w:rPr>
          <w:rFonts w:ascii="ITC Avant Garde Std Md" w:hAnsi="ITC Avant Garde Std Md"/>
          <w:b/>
          <w:color w:val="68A827"/>
          <w:u w:val="single"/>
        </w:rPr>
        <w:t>RESULTATS DE CAPTURES / OBSERVATIONS :</w:t>
      </w:r>
    </w:p>
    <w:p w14:paraId="523CB197" w14:textId="77777777" w:rsidR="00B51E0C" w:rsidRDefault="003D5C2B" w:rsidP="00991DD8">
      <w:pPr>
        <w:pStyle w:val="Pieddepage"/>
        <w:numPr>
          <w:ilvl w:val="0"/>
          <w:numId w:val="1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484 truites (22 sub adultes et adultes de 150 à 240 mm, 462 truitelles de l’année de moins de 90/100 mm</w:t>
      </w:r>
      <w:r w:rsidR="00991DD8">
        <w:rPr>
          <w:rFonts w:ascii="Garamond" w:hAnsi="Garamond"/>
          <w:bCs/>
        </w:rPr>
        <w:t>)</w:t>
      </w:r>
      <w:r>
        <w:rPr>
          <w:rFonts w:ascii="Garamond" w:hAnsi="Garamond"/>
          <w:bCs/>
        </w:rPr>
        <w:t xml:space="preserve">. </w:t>
      </w:r>
    </w:p>
    <w:p w14:paraId="7D75D6D4" w14:textId="77777777" w:rsidR="003D5C2B" w:rsidRDefault="003D5C2B" w:rsidP="00991DD8">
      <w:pPr>
        <w:pStyle w:val="Pieddepage"/>
        <w:numPr>
          <w:ilvl w:val="0"/>
          <w:numId w:val="1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61 vairons</w:t>
      </w:r>
    </w:p>
    <w:p w14:paraId="2CBF6F37" w14:textId="77777777" w:rsidR="003D5C2B" w:rsidRPr="00B51E0C" w:rsidRDefault="003D5C2B" w:rsidP="00991DD8">
      <w:pPr>
        <w:pStyle w:val="Pieddepage"/>
        <w:numPr>
          <w:ilvl w:val="0"/>
          <w:numId w:val="1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49 loche-franches</w:t>
      </w:r>
    </w:p>
    <w:p w14:paraId="471A4F8C" w14:textId="77777777" w:rsidR="00EE6676" w:rsidRPr="00172E04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DESTINATION DES POISSONS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576A7B09" w14:textId="77777777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Lieu de remise à l’eau des captures </w:t>
      </w:r>
      <w:r>
        <w:rPr>
          <w:bCs/>
        </w:rPr>
        <w:t xml:space="preserve">: </w:t>
      </w:r>
    </w:p>
    <w:p w14:paraId="2AFEE58F" w14:textId="77777777" w:rsidR="00EE6676" w:rsidRDefault="003D5C2B">
      <w:pPr>
        <w:jc w:val="both"/>
        <w:rPr>
          <w:bCs/>
        </w:rPr>
      </w:pPr>
      <w:r>
        <w:rPr>
          <w:bCs/>
        </w:rPr>
        <w:t>Stade de foot de Bourg</w:t>
      </w:r>
    </w:p>
    <w:p w14:paraId="0FB957E6" w14:textId="77777777" w:rsidR="00EE6676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Espèces </w:t>
      </w:r>
      <w:proofErr w:type="gramStart"/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détruites :</w:t>
      </w:r>
      <w:r w:rsidR="003D3B81">
        <w:rPr>
          <w:bCs/>
        </w:rPr>
        <w:t>.</w:t>
      </w:r>
      <w:proofErr w:type="gramEnd"/>
    </w:p>
    <w:p w14:paraId="546DC7D4" w14:textId="77777777" w:rsidR="00256AC6" w:rsidRDefault="00F5228D">
      <w:pPr>
        <w:jc w:val="both"/>
        <w:rPr>
          <w:bCs/>
        </w:rPr>
      </w:pPr>
      <w:r>
        <w:rPr>
          <w:bCs/>
        </w:rPr>
        <w:t>A</w:t>
      </w:r>
      <w:r w:rsidR="003D5C2B">
        <w:rPr>
          <w:bCs/>
        </w:rPr>
        <w:t>ucune</w:t>
      </w:r>
    </w:p>
    <w:p w14:paraId="1297EF7A" w14:textId="77777777" w:rsidR="00F5228D" w:rsidRDefault="00F5228D">
      <w:pPr>
        <w:pStyle w:val="Titre6"/>
        <w:tabs>
          <w:tab w:val="left" w:pos="6804"/>
        </w:tabs>
        <w:rPr>
          <w:rFonts w:ascii="ITC Avant Garde Std XLt Cn" w:hAnsi="ITC Avant Garde Std XLt Cn"/>
        </w:rPr>
      </w:pPr>
    </w:p>
    <w:p w14:paraId="69CADE87" w14:textId="77777777" w:rsidR="00EE6676" w:rsidRPr="00F5228D" w:rsidRDefault="00E81635">
      <w:pPr>
        <w:pStyle w:val="Titre6"/>
        <w:tabs>
          <w:tab w:val="left" w:pos="6804"/>
        </w:tabs>
        <w:rPr>
          <w:rFonts w:ascii="ITC Avant Garde Std XLt Cn" w:hAnsi="ITC Avant Garde Std XLt Cn"/>
          <w:lang w:val="en-US"/>
        </w:rPr>
      </w:pPr>
      <w:r w:rsidRPr="00F5228D">
        <w:rPr>
          <w:rFonts w:ascii="ITC Avant Garde Std XLt Cn" w:hAnsi="ITC Avant Garde Std XLt Cn"/>
          <w:lang w:val="en-US"/>
        </w:rPr>
        <w:t xml:space="preserve">A St Just St Rambert le </w:t>
      </w:r>
      <w:r w:rsidR="003D5C2B" w:rsidRPr="00F5228D">
        <w:rPr>
          <w:rFonts w:ascii="ITC Avant Garde Std XLt Cn" w:hAnsi="ITC Avant Garde Std XLt Cn"/>
          <w:lang w:val="en-US"/>
        </w:rPr>
        <w:t>08/10/</w:t>
      </w:r>
      <w:r w:rsidR="005801FF" w:rsidRPr="00F5228D">
        <w:rPr>
          <w:rFonts w:ascii="ITC Avant Garde Std XLt Cn" w:hAnsi="ITC Avant Garde Std XLt Cn"/>
          <w:lang w:val="en-US"/>
        </w:rPr>
        <w:t>2025</w:t>
      </w:r>
    </w:p>
    <w:p w14:paraId="26C7DEA0" w14:textId="77777777" w:rsidR="00F1656F" w:rsidRDefault="0028551C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 w:rsidRPr="00172E04">
        <w:rPr>
          <w:rFonts w:ascii="ITC Avant Garde Std XLt Cn" w:hAnsi="ITC Avant Garde Std XLt Cn"/>
        </w:rPr>
        <w:t xml:space="preserve">Le </w:t>
      </w:r>
      <w:r w:rsidR="00463180">
        <w:rPr>
          <w:rFonts w:ascii="ITC Avant Garde Std XLt Cn" w:hAnsi="ITC Avant Garde Std XLt Cn"/>
        </w:rPr>
        <w:t xml:space="preserve">RESPONSABLE DES PECHES </w:t>
      </w:r>
    </w:p>
    <w:p w14:paraId="5CB46415" w14:textId="77777777" w:rsidR="00EE6676" w:rsidRDefault="003D3B81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>
        <w:rPr>
          <w:rFonts w:ascii="ITC Avant Garde Std XLt Cn" w:hAnsi="ITC Avant Garde Std XLt C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AD96C93" wp14:editId="12272111">
                <wp:simplePos x="0" y="0"/>
                <wp:positionH relativeFrom="column">
                  <wp:posOffset>3701415</wp:posOffset>
                </wp:positionH>
                <wp:positionV relativeFrom="paragraph">
                  <wp:posOffset>55880</wp:posOffset>
                </wp:positionV>
                <wp:extent cx="1820122" cy="706755"/>
                <wp:effectExtent l="0" t="0" r="8890" b="0"/>
                <wp:wrapNone/>
                <wp:docPr id="968239411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122" cy="706755"/>
                          <a:chOff x="0" y="0"/>
                          <a:chExt cx="1820122" cy="706755"/>
                        </a:xfrm>
                      </wpg:grpSpPr>
                      <pic:pic xmlns:pic="http://schemas.openxmlformats.org/drawingml/2006/picture">
                        <pic:nvPicPr>
                          <pic:cNvPr id="2100339498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933"/>
                            <a:ext cx="1079500" cy="5353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7765459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0667" y="0"/>
                            <a:ext cx="719455" cy="706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53A4F2" id="Groupe 3" o:spid="_x0000_s1026" style="position:absolute;margin-left:291.45pt;margin-top:4.4pt;width:143.3pt;height:55.65pt;z-index:251668480" coordsize="18201,70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439;width:10795;height:5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">
                  <v:imagedata r:id="rId11" o:title=""/>
                </v:shape>
                <v:shape id="Image 2" o:spid="_x0000_s1028" type="#_x0000_t75" style="position:absolute;left:11006;width:7195;height:7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">
                  <v:imagedata r:id="rId12" o:title=""/>
                </v:shape>
              </v:group>
            </w:pict>
          </mc:Fallback>
        </mc:AlternateContent>
      </w:r>
      <w:r w:rsidR="00463180">
        <w:rPr>
          <w:rFonts w:ascii="ITC Avant Garde Std XLt Cn" w:hAnsi="ITC Avant Garde Std XLt Cn"/>
        </w:rPr>
        <w:t>Pierre GRES</w:t>
      </w:r>
    </w:p>
    <w:p w14:paraId="0F70702B" w14:textId="77777777" w:rsidR="00EE6676" w:rsidRPr="00463180" w:rsidRDefault="0028551C" w:rsidP="00256AC6">
      <w:pPr>
        <w:rPr>
          <w:rFonts w:ascii="Garamond" w:hAnsi="Garamond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172E04">
        <w:rPr>
          <w:rFonts w:ascii="ITC Avant Garde Std XLt Cn" w:hAnsi="ITC Avant Garde Std XLt Cn"/>
          <w:b/>
          <w:bCs/>
          <w:sz w:val="18"/>
          <w:szCs w:val="28"/>
        </w:rPr>
        <w:t>DESTINATAIRES :</w:t>
      </w:r>
      <w:r>
        <w:rPr>
          <w:b/>
          <w:bCs/>
          <w:sz w:val="16"/>
        </w:rPr>
        <w:t xml:space="preserve">  </w:t>
      </w:r>
      <w:r>
        <w:rPr>
          <w:b/>
          <w:bCs/>
          <w:sz w:val="16"/>
        </w:rPr>
        <w:tab/>
      </w:r>
      <w:r w:rsidRPr="00463180">
        <w:rPr>
          <w:rFonts w:ascii="Garamond" w:hAnsi="Garamond"/>
        </w:rPr>
        <w:t>PREFECTURE (DD</w:t>
      </w:r>
      <w:r w:rsidR="00463180" w:rsidRPr="00463180">
        <w:rPr>
          <w:rFonts w:ascii="Garamond" w:hAnsi="Garamond"/>
        </w:rPr>
        <w:t>T</w:t>
      </w:r>
      <w:r w:rsidRPr="00463180">
        <w:rPr>
          <w:rFonts w:ascii="Garamond" w:hAnsi="Garamond"/>
        </w:rPr>
        <w:t xml:space="preserve">, </w:t>
      </w:r>
      <w:r w:rsidR="00463180">
        <w:rPr>
          <w:rFonts w:ascii="Garamond" w:hAnsi="Garamond"/>
        </w:rPr>
        <w:t>OFB</w:t>
      </w:r>
      <w:r w:rsidRPr="00463180">
        <w:rPr>
          <w:rFonts w:ascii="Garamond" w:hAnsi="Garamond"/>
        </w:rPr>
        <w:t>)</w:t>
      </w:r>
    </w:p>
    <w:p w14:paraId="678BE2BB" w14:textId="77777777" w:rsidR="00EE6676" w:rsidRPr="00463180" w:rsidRDefault="0028551C">
      <w:pPr>
        <w:pStyle w:val="Titre6"/>
        <w:tabs>
          <w:tab w:val="left" w:pos="1418"/>
          <w:tab w:val="left" w:pos="1985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AAPPMA</w:t>
      </w:r>
      <w:r w:rsidR="00F5228D">
        <w:rPr>
          <w:rFonts w:ascii="Garamond" w:hAnsi="Garamond"/>
          <w:b w:val="0"/>
        </w:rPr>
        <w:t xml:space="preserve"> Gaule Bourguisanne</w:t>
      </w:r>
    </w:p>
    <w:p w14:paraId="7C861A37" w14:textId="77777777" w:rsidR="00EE6676" w:rsidRDefault="0028551C">
      <w:pPr>
        <w:pStyle w:val="Titre6"/>
        <w:tabs>
          <w:tab w:val="left" w:pos="1418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CT Rivière</w:t>
      </w:r>
      <w:r w:rsidR="00E81635">
        <w:rPr>
          <w:rFonts w:ascii="Garamond" w:hAnsi="Garamond"/>
          <w:b w:val="0"/>
        </w:rPr>
        <w:t xml:space="preserve"> </w:t>
      </w:r>
      <w:r w:rsidR="00F5228D">
        <w:rPr>
          <w:rFonts w:ascii="Garamond" w:hAnsi="Garamond"/>
          <w:b w:val="0"/>
        </w:rPr>
        <w:t xml:space="preserve">F. </w:t>
      </w:r>
      <w:proofErr w:type="spellStart"/>
      <w:r w:rsidR="00F5228D">
        <w:rPr>
          <w:rFonts w:ascii="Garamond" w:hAnsi="Garamond"/>
          <w:b w:val="0"/>
        </w:rPr>
        <w:t>Deangelis</w:t>
      </w:r>
      <w:proofErr w:type="spellEnd"/>
    </w:p>
    <w:p w14:paraId="3FA89A9B" w14:textId="77777777" w:rsidR="00F92AF5" w:rsidRDefault="00E81635" w:rsidP="00BD40BD">
      <w:r>
        <w:tab/>
      </w:r>
      <w:r>
        <w:tab/>
      </w:r>
      <w:r w:rsidR="00381011">
        <w:t xml:space="preserve">Entreprise : </w:t>
      </w:r>
      <w:r w:rsidR="003D5C2B">
        <w:t>M</w:t>
      </w:r>
      <w:r w:rsidR="00F5228D">
        <w:t xml:space="preserve">. </w:t>
      </w:r>
      <w:r w:rsidR="003D5C2B">
        <w:t xml:space="preserve"> XAVIER et </w:t>
      </w:r>
      <w:proofErr w:type="spellStart"/>
      <w:r w:rsidR="00F5228D">
        <w:t>et</w:t>
      </w:r>
      <w:proofErr w:type="spellEnd"/>
      <w:r w:rsidR="00F5228D">
        <w:t xml:space="preserve"> Me </w:t>
      </w:r>
      <w:r w:rsidR="003D5C2B">
        <w:t>BOTTERO</w:t>
      </w:r>
    </w:p>
    <w:p w14:paraId="423FF211" w14:textId="77777777" w:rsidR="00346858" w:rsidRDefault="00346858" w:rsidP="00BD40BD"/>
    <w:p w14:paraId="2A365423" w14:textId="77777777" w:rsidR="00FA574C" w:rsidRDefault="00FA574C">
      <w:pPr>
        <w:rPr>
          <w:b/>
        </w:rPr>
      </w:pPr>
    </w:p>
    <w:sectPr w:rsidR="00FA574C" w:rsidSect="00773163">
      <w:headerReference w:type="default" r:id="rId13"/>
      <w:footerReference w:type="default" r:id="rId14"/>
      <w:pgSz w:w="11907" w:h="16840" w:code="9"/>
      <w:pgMar w:top="993" w:right="851" w:bottom="794" w:left="851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A9DEF" w14:textId="77777777" w:rsidR="005C32FA" w:rsidRDefault="005C32FA">
      <w:r>
        <w:separator/>
      </w:r>
    </w:p>
  </w:endnote>
  <w:endnote w:type="continuationSeparator" w:id="0">
    <w:p w14:paraId="4925DA13" w14:textId="77777777" w:rsidR="005C32FA" w:rsidRDefault="005C3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rgio">
    <w:panose1 w:val="00000000000000000000"/>
    <w:charset w:val="00"/>
    <w:family w:val="auto"/>
    <w:pitch w:val="variable"/>
    <w:sig w:usb0="A000006F" w:usb1="0000000A" w:usb2="00000000" w:usb3="00000000" w:csb0="00000111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Avant Garde Std Md">
    <w:panose1 w:val="020B06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 Cn">
    <w:panose1 w:val="020B04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TC Avant Garde Std XLt Cn">
    <w:panose1 w:val="010B03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Cn">
    <w:panose1 w:val="020B06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DE47" w14:textId="77777777" w:rsidR="00EE6676" w:rsidRPr="000F3B97" w:rsidRDefault="000F3B97">
    <w:pPr>
      <w:pStyle w:val="Pieddepage"/>
      <w:jc w:val="center"/>
      <w:rPr>
        <w:rFonts w:ascii="ITC Avant Garde Std Cn" w:hAnsi="ITC Avant Garde Std Cn"/>
        <w:color w:val="68A827"/>
        <w:sz w:val="16"/>
      </w:rPr>
    </w:pPr>
    <w:r w:rsidRPr="000F3B97">
      <w:rPr>
        <w:rFonts w:ascii="ITC Avant Garde Std Cn" w:hAnsi="ITC Avant Garde Std Cn"/>
        <w:color w:val="68A827"/>
        <w:sz w:val="16"/>
      </w:rPr>
      <w:t>FDPPMA42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  <w:r w:rsidR="0028551C" w:rsidRPr="000F3B97">
      <w:rPr>
        <w:rFonts w:ascii="ITC Avant Garde Std Cn" w:hAnsi="ITC Avant Garde Std Cn"/>
        <w:color w:val="68A827"/>
        <w:sz w:val="16"/>
      </w:rPr>
      <w:sym w:font="Wingdings" w:char="002A"/>
    </w:r>
    <w:r w:rsidR="0028551C" w:rsidRPr="000F3B97">
      <w:rPr>
        <w:rFonts w:ascii="ITC Avant Garde Std Cn" w:hAnsi="ITC Avant Garde Std Cn"/>
        <w:color w:val="68A827"/>
        <w:sz w:val="16"/>
      </w:rPr>
      <w:t xml:space="preserve">  </w:t>
    </w:r>
    <w:r w:rsidR="00E81635">
      <w:rPr>
        <w:rFonts w:ascii="ITC Avant Garde Std Cn" w:hAnsi="ITC Avant Garde Std Cn"/>
        <w:color w:val="68A827"/>
        <w:sz w:val="16"/>
      </w:rPr>
      <w:t xml:space="preserve">50 route de Chavangeux, </w:t>
    </w:r>
    <w:r w:rsidR="00773163">
      <w:rPr>
        <w:rFonts w:ascii="ITC Avant Garde Std Cn" w:hAnsi="ITC Avant Garde Std Cn"/>
        <w:color w:val="68A827"/>
        <w:sz w:val="16"/>
      </w:rPr>
      <w:t>étang</w:t>
    </w:r>
    <w:r w:rsidR="00E81635">
      <w:rPr>
        <w:rFonts w:ascii="ITC Avant Garde Std Cn" w:hAnsi="ITC Avant Garde Std Cn"/>
        <w:color w:val="68A827"/>
        <w:sz w:val="16"/>
      </w:rPr>
      <w:t xml:space="preserve"> David, </w:t>
    </w:r>
    <w:r w:rsidR="00773163">
      <w:rPr>
        <w:rFonts w:ascii="ITC Avant Garde Std Cn" w:hAnsi="ITC Avant Garde Std Cn"/>
        <w:color w:val="68A827"/>
        <w:sz w:val="16"/>
      </w:rPr>
      <w:t>42170 SAINT</w:t>
    </w:r>
    <w:r w:rsidR="00E81635">
      <w:rPr>
        <w:rFonts w:ascii="ITC Avant Garde Std Cn" w:hAnsi="ITC Avant Garde Std Cn"/>
        <w:color w:val="68A827"/>
        <w:sz w:val="16"/>
      </w:rPr>
      <w:t xml:space="preserve"> JUST SAINT RAMBERT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</w:p>
  <w:p w14:paraId="3B6128F4" w14:textId="77777777" w:rsidR="00EE6676" w:rsidRPr="000F3B97" w:rsidRDefault="0028551C">
    <w:pPr>
      <w:pStyle w:val="Pieddepage"/>
      <w:jc w:val="center"/>
      <w:rPr>
        <w:rFonts w:ascii="ITC Avant Garde Std Cn" w:hAnsi="ITC Avant Garde Std Cn"/>
        <w:color w:val="68A827"/>
      </w:rPr>
    </w:pPr>
    <w:r w:rsidRPr="000F3B97">
      <w:rPr>
        <w:rFonts w:ascii="ITC Avant Garde Std Cn" w:hAnsi="ITC Avant Garde Std Cn"/>
        <w:color w:val="68A827"/>
        <w:sz w:val="16"/>
      </w:rPr>
      <w:sym w:font="Wingdings" w:char="0028"/>
    </w:r>
    <w:r w:rsidRPr="000F3B97">
      <w:rPr>
        <w:rFonts w:ascii="ITC Avant Garde Std Cn" w:hAnsi="ITC Avant Garde Std Cn"/>
        <w:color w:val="68A827"/>
        <w:sz w:val="16"/>
      </w:rPr>
      <w:t xml:space="preserve">:  </w:t>
    </w:r>
    <w:r w:rsidR="000F3B97" w:rsidRPr="000F3B97">
      <w:rPr>
        <w:rFonts w:ascii="ITC Avant Garde Std Cn" w:hAnsi="ITC Avant Garde Std Cn"/>
        <w:color w:val="68A827"/>
        <w:sz w:val="16"/>
      </w:rPr>
      <w:t xml:space="preserve">04 77 02 20 </w:t>
    </w:r>
    <w:r w:rsidRPr="000F3B97">
      <w:rPr>
        <w:rFonts w:ascii="ITC Avant Garde Std Cn" w:hAnsi="ITC Avant Garde Std Cn"/>
        <w:color w:val="68A827"/>
        <w:sz w:val="16"/>
        <w:lang w:val="de-DE"/>
      </w:rPr>
      <w:sym w:font="Wingdings" w:char="003A"/>
    </w:r>
    <w:r w:rsidRPr="000F3B97">
      <w:rPr>
        <w:rFonts w:ascii="ITC Avant Garde Std Cn" w:hAnsi="ITC Avant Garde Std Cn"/>
        <w:color w:val="68A827"/>
        <w:sz w:val="16"/>
      </w:rPr>
      <w:t xml:space="preserve"> : </w:t>
    </w:r>
    <w:r w:rsidR="000F3B97" w:rsidRPr="000F3B97">
      <w:rPr>
        <w:rFonts w:ascii="ITC Avant Garde Std Cn" w:hAnsi="ITC Avant Garde Std Cn"/>
        <w:color w:val="68A827"/>
        <w:sz w:val="16"/>
      </w:rPr>
      <w:t>flppma@federationpeche42.fr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04279" w14:textId="77777777" w:rsidR="005C32FA" w:rsidRDefault="005C32FA">
      <w:r>
        <w:separator/>
      </w:r>
    </w:p>
  </w:footnote>
  <w:footnote w:type="continuationSeparator" w:id="0">
    <w:p w14:paraId="08B468CF" w14:textId="77777777" w:rsidR="005C32FA" w:rsidRDefault="005C3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2FD96" w14:textId="77777777" w:rsidR="00256AC6" w:rsidRDefault="00773163" w:rsidP="00256AC6">
    <w:pPr>
      <w:pStyle w:val="En-tte"/>
      <w:jc w:val="center"/>
      <w:rPr>
        <w:sz w:val="14"/>
        <w:szCs w:val="14"/>
      </w:rPr>
    </w:pPr>
    <w:r w:rsidRPr="00256AC6">
      <w:rPr>
        <w:sz w:val="14"/>
        <w:szCs w:val="14"/>
      </w:rPr>
      <w:t xml:space="preserve">COMPTE RENDU D’EXECUTION D’OPERATION DE </w:t>
    </w:r>
    <w:r w:rsidR="00140B04" w:rsidRPr="00256AC6">
      <w:rPr>
        <w:sz w:val="14"/>
        <w:szCs w:val="14"/>
      </w:rPr>
      <w:t>CAPTURE AUTORISEE</w:t>
    </w:r>
    <w:r w:rsidRPr="00256AC6">
      <w:rPr>
        <w:sz w:val="14"/>
        <w:szCs w:val="14"/>
      </w:rPr>
      <w:t xml:space="preserve"> EN VERTU DE L’ARTICLE L 436-9 DU CODE DE L’ENVIRONNEMENT</w:t>
    </w:r>
    <w:r w:rsidR="00256AC6">
      <w:rPr>
        <w:sz w:val="14"/>
        <w:szCs w:val="14"/>
      </w:rPr>
      <w:t xml:space="preserve"> </w:t>
    </w:r>
  </w:p>
  <w:p w14:paraId="32575010" w14:textId="77777777" w:rsidR="00773163" w:rsidRPr="00256AC6" w:rsidRDefault="00B565CF" w:rsidP="00256AC6">
    <w:pPr>
      <w:pStyle w:val="En-tte"/>
      <w:jc w:val="center"/>
      <w:rPr>
        <w:sz w:val="14"/>
        <w:szCs w:val="14"/>
      </w:rPr>
    </w:pPr>
    <w:r>
      <w:rPr>
        <w:sz w:val="14"/>
        <w:szCs w:val="14"/>
      </w:rPr>
      <w:t>Ondaine et Ondenon, amont aval Cotatay le 03 juin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341235"/>
    <w:multiLevelType w:val="hybridMultilevel"/>
    <w:tmpl w:val="6C3E25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670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FA"/>
    <w:rsid w:val="00083B5D"/>
    <w:rsid w:val="000C3651"/>
    <w:rsid w:val="000F3B97"/>
    <w:rsid w:val="0011779D"/>
    <w:rsid w:val="00140B04"/>
    <w:rsid w:val="001412C7"/>
    <w:rsid w:val="00172E04"/>
    <w:rsid w:val="001C6DEC"/>
    <w:rsid w:val="001E51F4"/>
    <w:rsid w:val="001F2FCA"/>
    <w:rsid w:val="002100EB"/>
    <w:rsid w:val="00256AC6"/>
    <w:rsid w:val="0028551C"/>
    <w:rsid w:val="00285801"/>
    <w:rsid w:val="00346858"/>
    <w:rsid w:val="00365822"/>
    <w:rsid w:val="00381011"/>
    <w:rsid w:val="003D3B81"/>
    <w:rsid w:val="003D5C2B"/>
    <w:rsid w:val="00463180"/>
    <w:rsid w:val="0048388B"/>
    <w:rsid w:val="00493A0D"/>
    <w:rsid w:val="004A1FD8"/>
    <w:rsid w:val="004F594B"/>
    <w:rsid w:val="005121D5"/>
    <w:rsid w:val="005801FF"/>
    <w:rsid w:val="00585F4C"/>
    <w:rsid w:val="005B6028"/>
    <w:rsid w:val="005C32FA"/>
    <w:rsid w:val="00616D56"/>
    <w:rsid w:val="00625906"/>
    <w:rsid w:val="006E7620"/>
    <w:rsid w:val="00773163"/>
    <w:rsid w:val="00991DD8"/>
    <w:rsid w:val="009B2A99"/>
    <w:rsid w:val="00A57D71"/>
    <w:rsid w:val="00A748C9"/>
    <w:rsid w:val="00AF450B"/>
    <w:rsid w:val="00B51E0C"/>
    <w:rsid w:val="00B565CF"/>
    <w:rsid w:val="00B824BB"/>
    <w:rsid w:val="00B96056"/>
    <w:rsid w:val="00BD40BD"/>
    <w:rsid w:val="00C5708E"/>
    <w:rsid w:val="00C95BB6"/>
    <w:rsid w:val="00CA3CBD"/>
    <w:rsid w:val="00E264D1"/>
    <w:rsid w:val="00E81635"/>
    <w:rsid w:val="00EC6B5D"/>
    <w:rsid w:val="00EE6676"/>
    <w:rsid w:val="00F1656F"/>
    <w:rsid w:val="00F5228D"/>
    <w:rsid w:val="00F92AF5"/>
    <w:rsid w:val="00FA574C"/>
    <w:rsid w:val="00FB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0E655"/>
  <w15:chartTrackingRefBased/>
  <w15:docId w15:val="{DCA7DEAC-3EAA-42F5-8553-D18C8432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napToGrid w:val="0"/>
      <w:color w:val="000000"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napToGrid w:val="0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left" w:pos="4536"/>
      </w:tabs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tabs>
        <w:tab w:val="left" w:pos="2268"/>
        <w:tab w:val="left" w:pos="3969"/>
      </w:tabs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rPr>
      <w:b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sz w:val="1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gres\Documents\Mod&#232;les%20Office%20personnalis&#233;s\CROP_Sauv_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CROP_Sauv_.dotx</Template>
  <TotalTime>16</TotalTime>
  <Pages>1</Pages>
  <Words>290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CONSEIL SUPERIEUR DE LA PECHE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Pierre GRES</dc:creator>
  <cp:keywords/>
  <cp:lastModifiedBy>Pierre gres5</cp:lastModifiedBy>
  <cp:revision>5</cp:revision>
  <cp:lastPrinted>2025-10-10T14:03:00Z</cp:lastPrinted>
  <dcterms:created xsi:type="dcterms:W3CDTF">2025-10-08T07:27:00Z</dcterms:created>
  <dcterms:modified xsi:type="dcterms:W3CDTF">2025-10-10T14:03:00Z</dcterms:modified>
</cp:coreProperties>
</file>