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767DC" w14:textId="77777777" w:rsidR="00EE6676" w:rsidRPr="00B51E0C" w:rsidRDefault="006F3624" w:rsidP="00B51E0C">
      <w:pPr>
        <w:ind w:right="1133"/>
        <w:jc w:val="right"/>
        <w:rPr>
          <w:rFonts w:ascii="Giorgio" w:hAnsi="Giorgio"/>
          <w:b/>
          <w:bCs/>
          <w:color w:val="68A827"/>
          <w:sz w:val="22"/>
          <w:szCs w:val="22"/>
        </w:rPr>
      </w:pPr>
      <w:r w:rsidRPr="00B51E0C">
        <w:rPr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321A70A4" wp14:editId="3B600F7B">
            <wp:simplePos x="0" y="0"/>
            <wp:positionH relativeFrom="column">
              <wp:posOffset>440267</wp:posOffset>
            </wp:positionH>
            <wp:positionV relativeFrom="paragraph">
              <wp:posOffset>-133138</wp:posOffset>
            </wp:positionV>
            <wp:extent cx="908685" cy="741680"/>
            <wp:effectExtent l="0" t="0" r="5715" b="127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1FF" w:rsidRPr="00B51E0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14DB3653" wp14:editId="38BFD350">
                <wp:simplePos x="0" y="0"/>
                <wp:positionH relativeFrom="column">
                  <wp:posOffset>150858</wp:posOffset>
                </wp:positionH>
                <wp:positionV relativeFrom="paragraph">
                  <wp:posOffset>-184241</wp:posOffset>
                </wp:positionV>
                <wp:extent cx="6354445" cy="823323"/>
                <wp:effectExtent l="19050" t="19050" r="27305" b="1524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4445" cy="823323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001B7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451B7" id="Rectangle 23" o:spid="_x0000_s1026" style="position:absolute;margin-left:11.9pt;margin-top:-14.5pt;width:500.35pt;height:64.85pt;z-index:25166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" filled="f" strokecolor="#001b71" strokeweight="2.25pt"/>
            </w:pict>
          </mc:Fallback>
        </mc:AlternateContent>
      </w:r>
      <w:r w:rsidR="0028551C" w:rsidRPr="00B51E0C">
        <w:rPr>
          <w:rFonts w:ascii="Giorgio" w:hAnsi="Giorgio"/>
          <w:b/>
          <w:bCs/>
          <w:color w:val="68A827"/>
          <w:sz w:val="22"/>
          <w:szCs w:val="22"/>
        </w:rPr>
        <w:t xml:space="preserve">COMPTE RENDU D’EXECUTION D’OPERATION DE CAPTURE </w:t>
      </w:r>
    </w:p>
    <w:p w14:paraId="4F785796" w14:textId="77777777" w:rsidR="00EE6676" w:rsidRPr="00B51E0C" w:rsidRDefault="0028551C" w:rsidP="00B51E0C">
      <w:pPr>
        <w:pStyle w:val="Titre5"/>
        <w:ind w:left="2268" w:right="1133"/>
        <w:jc w:val="right"/>
        <w:rPr>
          <w:rFonts w:ascii="Giorgio" w:hAnsi="Giorgio"/>
          <w:bCs/>
          <w:color w:val="68A827"/>
          <w:sz w:val="22"/>
          <w:szCs w:val="22"/>
        </w:rPr>
      </w:pPr>
      <w:r w:rsidRPr="00B51E0C">
        <w:rPr>
          <w:rFonts w:ascii="Giorgio" w:hAnsi="Giorgio"/>
          <w:bCs/>
          <w:color w:val="68A827"/>
          <w:sz w:val="22"/>
          <w:szCs w:val="22"/>
        </w:rPr>
        <w:t>AUTORISEE EN VERTU DE L’ARTICLE L 436-9 DU CODE DE L’ENVIRONNEMENT</w:t>
      </w:r>
    </w:p>
    <w:p w14:paraId="56C4E836" w14:textId="77777777" w:rsidR="00EE6676" w:rsidRDefault="00EE6676" w:rsidP="005801FF">
      <w:pPr>
        <w:rPr>
          <w:b/>
        </w:rPr>
      </w:pPr>
    </w:p>
    <w:p w14:paraId="286FEC00" w14:textId="20E3B3CD" w:rsidR="00B51E0C" w:rsidRDefault="0028551C">
      <w:pPr>
        <w:tabs>
          <w:tab w:val="left" w:pos="4536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L’OPERATION </w:t>
      </w:r>
      <w:r>
        <w:rPr>
          <w:bCs/>
        </w:rPr>
        <w:t>:</w:t>
      </w:r>
      <w:r w:rsidRPr="00463180">
        <w:rPr>
          <w:rFonts w:ascii="Garamond" w:hAnsi="Garamond"/>
          <w:bCs/>
        </w:rPr>
        <w:tab/>
      </w:r>
      <w:r w:rsidR="00FF1285">
        <w:rPr>
          <w:rFonts w:ascii="Garamond" w:hAnsi="Garamond"/>
          <w:bCs/>
        </w:rPr>
        <w:t>0</w:t>
      </w:r>
      <w:r w:rsidR="00DB540E">
        <w:rPr>
          <w:rFonts w:ascii="Garamond" w:hAnsi="Garamond"/>
          <w:bCs/>
        </w:rPr>
        <w:t>7</w:t>
      </w:r>
      <w:r w:rsidR="00671FAD">
        <w:rPr>
          <w:rFonts w:ascii="Garamond" w:hAnsi="Garamond"/>
          <w:bCs/>
        </w:rPr>
        <w:t xml:space="preserve"> octobre 2025 de </w:t>
      </w:r>
      <w:r w:rsidR="00DB540E">
        <w:rPr>
          <w:rFonts w:ascii="Garamond" w:hAnsi="Garamond"/>
          <w:bCs/>
        </w:rPr>
        <w:t>09h30</w:t>
      </w:r>
      <w:r w:rsidR="0047178A">
        <w:rPr>
          <w:rFonts w:ascii="Garamond" w:hAnsi="Garamond"/>
          <w:bCs/>
        </w:rPr>
        <w:t xml:space="preserve"> à </w:t>
      </w:r>
      <w:r w:rsidR="00784838">
        <w:rPr>
          <w:rFonts w:ascii="Garamond" w:hAnsi="Garamond"/>
          <w:bCs/>
        </w:rPr>
        <w:t>12h</w:t>
      </w:r>
      <w:r w:rsidR="00DB540E">
        <w:rPr>
          <w:rFonts w:ascii="Garamond" w:hAnsi="Garamond"/>
          <w:bCs/>
        </w:rPr>
        <w:t>00</w:t>
      </w:r>
    </w:p>
    <w:p w14:paraId="4AD6FA0A" w14:textId="4252B685" w:rsidR="00EE6676" w:rsidRPr="00886313" w:rsidRDefault="0028551C" w:rsidP="00886313">
      <w:pPr>
        <w:tabs>
          <w:tab w:val="left" w:pos="4536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L’ARRETE PREFECTORAL</w:t>
      </w:r>
      <w:r w:rsidR="00625906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DT-20-0484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 </w:t>
      </w:r>
      <w:r w:rsidRPr="00625906">
        <w:rPr>
          <w:rFonts w:ascii="Garamond" w:hAnsi="Garamond"/>
          <w:bCs/>
        </w:rPr>
        <w:t xml:space="preserve">: </w:t>
      </w:r>
      <w:r w:rsidR="00625906" w:rsidRPr="00625906">
        <w:rPr>
          <w:rFonts w:ascii="Garamond" w:hAnsi="Garamond"/>
          <w:bCs/>
        </w:rPr>
        <w:t>09/11/2020</w:t>
      </w:r>
      <w:r w:rsidR="00886313">
        <w:rPr>
          <w:bCs/>
        </w:rPr>
        <w:t xml:space="preserve">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VALIDITE JUSQU’AU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: </w:t>
      </w:r>
      <w:r w:rsidR="00625906" w:rsidRPr="00625906">
        <w:rPr>
          <w:rFonts w:ascii="Garamond" w:hAnsi="Garamond"/>
          <w:bCs/>
        </w:rPr>
        <w:t>09/11/2025</w:t>
      </w:r>
    </w:p>
    <w:p w14:paraId="34431E96" w14:textId="77777777" w:rsidR="00EE6676" w:rsidRPr="000F3B97" w:rsidRDefault="00EE6676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0DF928E0" w14:textId="77777777" w:rsidR="00EE6676" w:rsidRPr="00172E04" w:rsidRDefault="0028551C" w:rsidP="00172E04">
      <w:pPr>
        <w:tabs>
          <w:tab w:val="left" w:pos="4536"/>
        </w:tabs>
        <w:jc w:val="center"/>
        <w:rPr>
          <w:rFonts w:ascii="ITC Avant Garde Std Md" w:hAnsi="ITC Avant Garde Std Md"/>
          <w:b/>
          <w:bCs/>
          <w:color w:val="68A827"/>
          <w:u w:val="single"/>
        </w:rPr>
      </w:pPr>
      <w:r w:rsidRPr="00172E04">
        <w:rPr>
          <w:rFonts w:ascii="ITC Avant Garde Std Md" w:hAnsi="ITC Avant Garde Std Md"/>
          <w:b/>
          <w:bCs/>
          <w:color w:val="68A827"/>
          <w:u w:val="single"/>
        </w:rPr>
        <w:t>TYPE D’OPERATION</w:t>
      </w:r>
      <w:r w:rsidR="000F3B97">
        <w:rPr>
          <w:rFonts w:ascii="ITC Avant Garde Std Md" w:hAnsi="ITC Avant Garde Std Md"/>
          <w:b/>
          <w:bCs/>
          <w:color w:val="68A827"/>
          <w:u w:val="single"/>
        </w:rPr>
        <w:t> :</w:t>
      </w:r>
    </w:p>
    <w:p w14:paraId="2AA1DEAF" w14:textId="77777777" w:rsidR="00EE6676" w:rsidRPr="00773163" w:rsidRDefault="0028551C">
      <w:pPr>
        <w:pStyle w:val="Titre6"/>
        <w:tabs>
          <w:tab w:val="left" w:pos="2552"/>
          <w:tab w:val="left" w:pos="5103"/>
        </w:tabs>
        <w:rPr>
          <w:rFonts w:ascii="ITC Avant Garde Std Bk Cn" w:hAnsi="ITC Avant Garde Std Bk Cn"/>
          <w:b w:val="0"/>
          <w:bCs/>
          <w:color w:val="001B71"/>
        </w:rPr>
      </w:pPr>
      <w:r w:rsidRPr="00773163">
        <w:rPr>
          <w:rFonts w:ascii="ITC Avant Garde Std Bk Cn" w:hAnsi="ITC Avant Garde Std Bk Cn"/>
          <w:b w:val="0"/>
          <w:bCs/>
          <w:color w:val="001B71"/>
        </w:rPr>
        <w:t>PECHE ELECTRIQUE :</w:t>
      </w:r>
      <w:r w:rsidR="00F92AF5" w:rsidRPr="00773163">
        <w:rPr>
          <w:rFonts w:ascii="ITC Avant Garde Std Bk Cn" w:hAnsi="ITC Avant Garde Std Bk Cn"/>
          <w:b w:val="0"/>
          <w:bCs/>
          <w:color w:val="001B71"/>
        </w:rPr>
        <w:tab/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>I</w:t>
      </w:r>
      <w:r w:rsidRPr="00773163">
        <w:rPr>
          <w:rFonts w:ascii="ITC Avant Garde Std Bk Cn" w:hAnsi="ITC Avant Garde Std Bk Cn"/>
          <w:b w:val="0"/>
          <w:bCs/>
          <w:color w:val="001B71"/>
        </w:rPr>
        <w:t>nventaire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2073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FF1">
            <w:rPr>
              <w:rFonts w:ascii="MS Gothic" w:eastAsia="MS Gothic" w:hAnsi="MS Gothic" w:hint="eastAsia"/>
              <w:b w:val="0"/>
              <w:bCs/>
              <w:color w:val="001B71"/>
            </w:rPr>
            <w:t>☐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auvetage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89628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17FF1">
            <w:rPr>
              <w:rFonts w:ascii="MS Gothic" w:eastAsia="MS Gothic" w:hAnsi="MS Gothic" w:hint="eastAsia"/>
              <w:b w:val="0"/>
              <w:bCs/>
              <w:color w:val="001B71"/>
            </w:rPr>
            <w:t>☒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Pr="00773163">
        <w:rPr>
          <w:rFonts w:ascii="ITC Avant Garde Std Bk Cn" w:hAnsi="ITC Avant Garde Std Bk Cn"/>
          <w:b w:val="0"/>
          <w:bCs/>
          <w:color w:val="001B71"/>
        </w:rPr>
        <w:t xml:space="preserve">ondage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152119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☐</w:t>
          </w:r>
        </w:sdtContent>
      </w:sdt>
    </w:p>
    <w:p w14:paraId="1EE8BA17" w14:textId="77777777" w:rsidR="00EE6676" w:rsidRPr="000F3B97" w:rsidRDefault="00EE6676">
      <w:pPr>
        <w:tabs>
          <w:tab w:val="left" w:pos="2552"/>
          <w:tab w:val="left" w:pos="5103"/>
          <w:tab w:val="left" w:pos="7655"/>
        </w:tabs>
        <w:jc w:val="both"/>
        <w:rPr>
          <w:rFonts w:ascii="Garamond" w:hAnsi="Garamond"/>
          <w:bCs/>
          <w:color w:val="001B71"/>
        </w:rPr>
      </w:pPr>
    </w:p>
    <w:p w14:paraId="6137C804" w14:textId="667169D4" w:rsidR="00EE6676" w:rsidRPr="000C3651" w:rsidRDefault="0028551C">
      <w:pPr>
        <w:tabs>
          <w:tab w:val="left" w:pos="2552"/>
          <w:tab w:val="left" w:pos="5103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Matériels :  Héron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810396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78A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>EFKO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15794018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7178A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="000C3651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 anode et épuisettes : </w:t>
      </w:r>
      <w:r w:rsidR="000C3651" w:rsidRPr="000C3651">
        <w:rPr>
          <w:rFonts w:ascii="Garamond" w:hAnsi="Garamond"/>
          <w:bCs/>
        </w:rPr>
        <w:t xml:space="preserve"> </w:t>
      </w:r>
      <w:r w:rsidR="00017FF1">
        <w:rPr>
          <w:rFonts w:ascii="Garamond" w:hAnsi="Garamond"/>
          <w:bCs/>
        </w:rPr>
        <w:t xml:space="preserve">1 </w:t>
      </w:r>
      <w:r w:rsidR="000C3651" w:rsidRPr="000C3651">
        <w:rPr>
          <w:rFonts w:ascii="Garamond" w:hAnsi="Garamond"/>
          <w:bCs/>
        </w:rPr>
        <w:t xml:space="preserve">anode </w:t>
      </w:r>
      <w:r w:rsidR="00ED4067" w:rsidRPr="000C3651">
        <w:rPr>
          <w:rFonts w:ascii="Garamond" w:hAnsi="Garamond"/>
          <w:bCs/>
        </w:rPr>
        <w:t xml:space="preserve">et </w:t>
      </w:r>
      <w:r w:rsidR="00DB540E">
        <w:rPr>
          <w:rFonts w:ascii="Garamond" w:hAnsi="Garamond"/>
          <w:bCs/>
        </w:rPr>
        <w:t>3</w:t>
      </w:r>
      <w:r w:rsidR="0047178A">
        <w:rPr>
          <w:rFonts w:ascii="Garamond" w:hAnsi="Garamond"/>
          <w:bCs/>
        </w:rPr>
        <w:t xml:space="preserve"> épuisette</w:t>
      </w:r>
      <w:r w:rsidR="00784838">
        <w:rPr>
          <w:rFonts w:ascii="Garamond" w:hAnsi="Garamond"/>
          <w:bCs/>
        </w:rPr>
        <w:t>s 2 passages successifs</w:t>
      </w:r>
    </w:p>
    <w:p w14:paraId="29A07C7F" w14:textId="737382F9" w:rsidR="0047178A" w:rsidRPr="000F3B97" w:rsidRDefault="0028551C" w:rsidP="0047178A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Motif : </w:t>
      </w:r>
      <w:r w:rsidRPr="000F3B97">
        <w:rPr>
          <w:rFonts w:ascii="Garamond" w:hAnsi="Garamond"/>
          <w:bCs/>
        </w:rPr>
        <w:tab/>
      </w:r>
      <w:r w:rsidR="00DB540E">
        <w:rPr>
          <w:rFonts w:ascii="Garamond" w:hAnsi="Garamond"/>
          <w:bCs/>
        </w:rPr>
        <w:t>Réfection de hangar suite à la crue d’octobre 2024</w:t>
      </w:r>
      <w:r w:rsidR="0047178A">
        <w:rPr>
          <w:rFonts w:ascii="Garamond" w:hAnsi="Garamond"/>
          <w:bCs/>
        </w:rPr>
        <w:t xml:space="preserve"> </w:t>
      </w:r>
    </w:p>
    <w:p w14:paraId="0CD4E690" w14:textId="729E4E50" w:rsidR="00EE6676" w:rsidRPr="000F3B97" w:rsidRDefault="00EE6676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</w:p>
    <w:p w14:paraId="5E9DCE4B" w14:textId="77777777" w:rsidR="00F92AF5" w:rsidRDefault="00F92AF5" w:rsidP="00F92AF5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PERSONNEL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670004FC" w14:textId="77777777" w:rsidR="00F1656F" w:rsidRPr="00F1656F" w:rsidRDefault="00F1656F" w:rsidP="00F1656F"/>
    <w:p w14:paraId="06CC2D6A" w14:textId="77777777" w:rsidR="00F92AF5" w:rsidRPr="00773163" w:rsidRDefault="00F92AF5" w:rsidP="00F92AF5">
      <w:pPr>
        <w:rPr>
          <w:rFonts w:ascii="ITC Avant Garde Std Bk" w:hAnsi="ITC Avant Garde Std Bk"/>
          <w:bCs/>
          <w:color w:val="001B71"/>
          <w:sz w:val="18"/>
          <w:szCs w:val="18"/>
        </w:rPr>
      </w:pPr>
      <w:r w:rsidRPr="005121D5">
        <w:rPr>
          <w:rFonts w:ascii="ITC Avant Garde Std Bk" w:hAnsi="ITC Avant Garde Std Bk"/>
          <w:bCs/>
          <w:color w:val="001B71"/>
        </w:rPr>
        <w:t>Responsable</w:t>
      </w:r>
      <w:r w:rsidRPr="005121D5">
        <w:rPr>
          <w:rFonts w:ascii="ITC Avant Garde Std Bk" w:hAnsi="ITC Avant Garde Std Bk"/>
          <w:bCs/>
          <w:color w:val="001B71"/>
          <w:sz w:val="18"/>
          <w:szCs w:val="18"/>
        </w:rPr>
        <w:t xml:space="preserve"> de l’</w:t>
      </w:r>
      <w:r w:rsidR="00773163" w:rsidRPr="005121D5">
        <w:rPr>
          <w:rFonts w:ascii="ITC Avant Garde Std Bk" w:hAnsi="ITC Avant Garde Std Bk"/>
          <w:bCs/>
          <w:color w:val="001B71"/>
          <w:sz w:val="18"/>
          <w:szCs w:val="18"/>
        </w:rPr>
        <w:t>exécution</w:t>
      </w:r>
      <w:r w:rsidRPr="005121D5">
        <w:rPr>
          <w:rFonts w:ascii="ITC Avant Garde Std Bk" w:hAnsi="ITC Avant Garde Std Bk"/>
          <w:bCs/>
          <w:color w:val="001B71"/>
          <w:sz w:val="18"/>
          <w:szCs w:val="18"/>
        </w:rPr>
        <w:t xml:space="preserve"> matérielle de </w:t>
      </w:r>
      <w:r w:rsidR="00773163" w:rsidRPr="005121D5">
        <w:rPr>
          <w:rFonts w:ascii="ITC Avant Garde Std Bk" w:hAnsi="ITC Avant Garde Std Bk"/>
          <w:bCs/>
          <w:color w:val="001B71"/>
          <w:sz w:val="18"/>
          <w:szCs w:val="18"/>
        </w:rPr>
        <w:t>l’opération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: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0F3B97" w:rsidRPr="000F3B97">
        <w:rPr>
          <w:rFonts w:ascii="Garamond" w:hAnsi="Garamond"/>
          <w:bCs/>
        </w:rPr>
        <w:t>GRES, Pierre, responsable du service technique</w:t>
      </w:r>
    </w:p>
    <w:p w14:paraId="61F6E444" w14:textId="292FB54E" w:rsidR="005121D5" w:rsidRPr="00DB540E" w:rsidRDefault="00F92AF5" w:rsidP="005801FF">
      <w:pPr>
        <w:rPr>
          <w:rFonts w:ascii="Garamond" w:hAnsi="Garamond"/>
          <w:bCs/>
          <w:lang w:val="en-US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Participants (nom, service) :</w:t>
      </w:r>
      <w:r>
        <w:rPr>
          <w:bCs/>
        </w:rPr>
        <w:t xml:space="preserve"> </w:t>
      </w:r>
      <w:r w:rsidR="00F1656F">
        <w:rPr>
          <w:bCs/>
        </w:rPr>
        <w:tab/>
      </w:r>
      <w:r w:rsidR="00A57D71">
        <w:rPr>
          <w:bCs/>
        </w:rPr>
        <w:t>M</w:t>
      </w:r>
      <w:r w:rsidR="000C3651">
        <w:rPr>
          <w:rFonts w:ascii="Garamond" w:hAnsi="Garamond"/>
          <w:bCs/>
        </w:rPr>
        <w:t>M</w:t>
      </w:r>
      <w:r w:rsidR="00BD40BD">
        <w:rPr>
          <w:rFonts w:ascii="Garamond" w:hAnsi="Garamond"/>
          <w:bCs/>
        </w:rPr>
        <w:t xml:space="preserve"> . </w:t>
      </w:r>
      <w:r w:rsidR="006E7620" w:rsidRPr="00DB540E">
        <w:rPr>
          <w:rFonts w:ascii="Garamond" w:hAnsi="Garamond"/>
          <w:bCs/>
          <w:lang w:val="en-US"/>
        </w:rPr>
        <w:t>SCARAMUZZI</w:t>
      </w:r>
      <w:r w:rsidR="00017FF1" w:rsidRPr="00DB540E">
        <w:rPr>
          <w:rFonts w:ascii="Garamond" w:hAnsi="Garamond"/>
          <w:bCs/>
          <w:lang w:val="en-US"/>
        </w:rPr>
        <w:t>, A</w:t>
      </w:r>
      <w:r w:rsidR="006E7620" w:rsidRPr="00DB540E">
        <w:rPr>
          <w:rFonts w:ascii="Garamond" w:hAnsi="Garamond"/>
          <w:bCs/>
          <w:lang w:val="en-US"/>
        </w:rPr>
        <w:t xml:space="preserve"> </w:t>
      </w:r>
      <w:r w:rsidR="005801FF" w:rsidRPr="00DB540E">
        <w:rPr>
          <w:rFonts w:ascii="Garamond" w:hAnsi="Garamond"/>
          <w:bCs/>
          <w:lang w:val="en-US"/>
        </w:rPr>
        <w:t>(serv tech)</w:t>
      </w:r>
      <w:r w:rsidR="00017FF1" w:rsidRPr="00DB540E">
        <w:rPr>
          <w:rFonts w:ascii="Garamond" w:hAnsi="Garamond"/>
          <w:bCs/>
          <w:lang w:val="en-US"/>
        </w:rPr>
        <w:t xml:space="preserve">, </w:t>
      </w:r>
      <w:r w:rsidR="00DB540E" w:rsidRPr="00DB540E">
        <w:rPr>
          <w:rFonts w:ascii="Garamond" w:hAnsi="Garamond"/>
          <w:bCs/>
          <w:lang w:val="en-US"/>
        </w:rPr>
        <w:t>M. FRADET</w:t>
      </w:r>
      <w:r w:rsidR="00784838" w:rsidRPr="00DB540E">
        <w:rPr>
          <w:rFonts w:ascii="Garamond" w:hAnsi="Garamond"/>
          <w:bCs/>
          <w:lang w:val="en-US"/>
        </w:rPr>
        <w:t xml:space="preserve"> (</w:t>
      </w:r>
      <w:r w:rsidR="00DB540E" w:rsidRPr="00DB540E">
        <w:rPr>
          <w:rFonts w:ascii="Garamond" w:hAnsi="Garamond"/>
          <w:bCs/>
          <w:lang w:val="en-US"/>
        </w:rPr>
        <w:t>stag BPJEPS</w:t>
      </w:r>
      <w:r w:rsidR="00784838" w:rsidRPr="00DB540E">
        <w:rPr>
          <w:rFonts w:ascii="Garamond" w:hAnsi="Garamond"/>
          <w:bCs/>
          <w:lang w:val="en-US"/>
        </w:rPr>
        <w:t>)</w:t>
      </w:r>
    </w:p>
    <w:p w14:paraId="579FFDB6" w14:textId="7B7B74E9" w:rsidR="00EE6676" w:rsidRPr="00DB540E" w:rsidRDefault="000C7460">
      <w:pPr>
        <w:tabs>
          <w:tab w:val="left" w:pos="2552"/>
        </w:tabs>
        <w:jc w:val="both"/>
        <w:rPr>
          <w:rFonts w:ascii="Garamond" w:hAnsi="Garamond"/>
          <w:bCs/>
        </w:rPr>
      </w:pPr>
      <w:r w:rsidRPr="00DB540E">
        <w:rPr>
          <w:rFonts w:ascii="Garamond" w:hAnsi="Garamond"/>
          <w:bCs/>
        </w:rPr>
        <w:t>AAPPMA :</w:t>
      </w:r>
      <w:r w:rsidR="00DB540E" w:rsidRPr="00DB540E">
        <w:rPr>
          <w:rFonts w:ascii="Garamond" w:hAnsi="Garamond"/>
          <w:bCs/>
        </w:rPr>
        <w:t xml:space="preserve"> </w:t>
      </w:r>
      <w:r w:rsidRPr="00DB540E">
        <w:rPr>
          <w:rFonts w:ascii="Garamond" w:hAnsi="Garamond"/>
          <w:bCs/>
        </w:rPr>
        <w:t>MM ;</w:t>
      </w:r>
      <w:r w:rsidR="00DB540E" w:rsidRPr="00DB540E">
        <w:rPr>
          <w:rFonts w:ascii="Garamond" w:hAnsi="Garamond"/>
          <w:bCs/>
        </w:rPr>
        <w:t xml:space="preserve"> Duclos, Gache et </w:t>
      </w:r>
      <w:r w:rsidR="00DB540E">
        <w:rPr>
          <w:rFonts w:ascii="Garamond" w:hAnsi="Garamond"/>
          <w:bCs/>
        </w:rPr>
        <w:t>3 bénévoles</w:t>
      </w:r>
    </w:p>
    <w:p w14:paraId="2FD5165F" w14:textId="77777777" w:rsidR="00EE6676" w:rsidRDefault="0028551C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LIEU D’INTERVENTION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1CC7F987" w14:textId="77777777" w:rsidR="00F1656F" w:rsidRPr="00F1656F" w:rsidRDefault="00F1656F" w:rsidP="00F1656F"/>
    <w:p w14:paraId="3EBC80AB" w14:textId="175D8AF4" w:rsidR="00EE6676" w:rsidRPr="000F3B97" w:rsidRDefault="00773163" w:rsidP="00DB540E">
      <w:pPr>
        <w:tabs>
          <w:tab w:val="left" w:pos="5670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Commune :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381011">
        <w:rPr>
          <w:rFonts w:ascii="Garamond" w:hAnsi="Garamond"/>
          <w:bCs/>
        </w:rPr>
        <w:t xml:space="preserve">  </w:t>
      </w:r>
      <w:r w:rsidR="00DB540E">
        <w:rPr>
          <w:rFonts w:ascii="Garamond" w:hAnsi="Garamond"/>
          <w:bCs/>
        </w:rPr>
        <w:t>ST SAUVEUR EN RUE</w:t>
      </w:r>
      <w:r w:rsidR="00381011">
        <w:rPr>
          <w:rFonts w:ascii="Garamond" w:hAnsi="Garamond"/>
          <w:bCs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Lieu-dit : </w:t>
      </w:r>
      <w:r w:rsidR="00DB540E">
        <w:rPr>
          <w:rFonts w:ascii="Garamond" w:hAnsi="Garamond"/>
          <w:bCs/>
          <w:szCs w:val="18"/>
        </w:rPr>
        <w:t>pont du chemin du Grand Moulin</w:t>
      </w:r>
      <w:r w:rsidR="0022087F">
        <w:rPr>
          <w:rFonts w:ascii="Garamond" w:hAnsi="Garamond"/>
          <w:bCs/>
          <w:szCs w:val="18"/>
        </w:rPr>
        <w:t xml:space="preserve"> </w:t>
      </w:r>
    </w:p>
    <w:p w14:paraId="60A0E4AE" w14:textId="77777777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1771C8C5" w14:textId="093ACAD3" w:rsidR="00EE6676" w:rsidRDefault="0028551C">
      <w:pPr>
        <w:tabs>
          <w:tab w:val="left" w:pos="6804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Nom du milieu aquatique : </w:t>
      </w:r>
      <w:r>
        <w:rPr>
          <w:bCs/>
        </w:rPr>
        <w:t xml:space="preserve"> </w:t>
      </w:r>
      <w:r w:rsidR="00DB540E">
        <w:rPr>
          <w:bCs/>
        </w:rPr>
        <w:t>Déôme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Bassin versant : </w:t>
      </w:r>
      <w:r w:rsidR="00DB540E">
        <w:rPr>
          <w:rFonts w:ascii="Garamond" w:hAnsi="Garamond"/>
          <w:bCs/>
          <w:szCs w:val="18"/>
        </w:rPr>
        <w:t>CANCE</w:t>
      </w:r>
    </w:p>
    <w:p w14:paraId="032FF414" w14:textId="77777777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61B353D1" w14:textId="77777777" w:rsidR="00EE6676" w:rsidRPr="00773163" w:rsidRDefault="000C7460">
      <w:pPr>
        <w:tabs>
          <w:tab w:val="left" w:pos="1985"/>
          <w:tab w:val="left" w:pos="3828"/>
          <w:tab w:val="left" w:pos="5103"/>
          <w:tab w:val="left" w:pos="6804"/>
          <w:tab w:val="left" w:pos="8647"/>
          <w:tab w:val="left" w:pos="9498"/>
        </w:tabs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2134205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☒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Cours d’eau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41196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Plan d’eau  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431120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B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ief</w:t>
      </w:r>
      <w:r w:rsidR="0028551C">
        <w:rPr>
          <w:b/>
          <w:sz w:val="24"/>
        </w:rPr>
        <w:tab/>
      </w:r>
      <w:sdt>
        <w:sdtPr>
          <w:rPr>
            <w:b/>
            <w:sz w:val="24"/>
          </w:rPr>
          <w:id w:val="-207108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>
            <w:rPr>
              <w:rFonts w:ascii="MS Gothic" w:eastAsia="MS Gothic" w:hAnsi="MS Gothic" w:hint="eastAsia"/>
              <w:b/>
              <w:sz w:val="24"/>
            </w:rPr>
            <w:t>☐</w:t>
          </w:r>
        </w:sdtContent>
      </w:sdt>
      <w:r w:rsidR="00463180">
        <w:rPr>
          <w:b/>
          <w:sz w:val="24"/>
        </w:rPr>
        <w:t xml:space="preserve"> 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>C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anal </w:t>
      </w:r>
      <w:r w:rsidR="0028551C">
        <w:rPr>
          <w:b/>
          <w:sz w:val="24"/>
        </w:rPr>
        <w:t xml:space="preserve">           </w:t>
      </w:r>
      <w:r w:rsidR="0028551C">
        <w:rPr>
          <w:b/>
          <w:sz w:val="24"/>
        </w:rPr>
        <w:tab/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Catégorie Piscicole : 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70406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574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1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ere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</w:t>
      </w:r>
      <w:r w:rsidR="0028551C">
        <w:rPr>
          <w:b/>
          <w:sz w:val="24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298421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74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2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eme</w:t>
      </w:r>
    </w:p>
    <w:p w14:paraId="37A36DBE" w14:textId="77777777" w:rsidR="00EE6676" w:rsidRPr="000F3B97" w:rsidRDefault="00EE6676">
      <w:pPr>
        <w:tabs>
          <w:tab w:val="left" w:pos="1701"/>
          <w:tab w:val="left" w:pos="3402"/>
          <w:tab w:val="left" w:pos="5103"/>
          <w:tab w:val="left" w:pos="6804"/>
          <w:tab w:val="left" w:pos="8789"/>
          <w:tab w:val="left" w:pos="9498"/>
        </w:tabs>
        <w:jc w:val="both"/>
        <w:rPr>
          <w:rFonts w:ascii="Garamond" w:hAnsi="Garamond"/>
          <w:b/>
        </w:rPr>
      </w:pPr>
    </w:p>
    <w:p w14:paraId="43DE9DB3" w14:textId="084E82FA" w:rsidR="005801FF" w:rsidRDefault="0028551C">
      <w:pPr>
        <w:tabs>
          <w:tab w:val="left" w:pos="1701"/>
        </w:tabs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Longueur/Largeur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moyenne :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DB540E">
        <w:rPr>
          <w:rFonts w:ascii="Garamond" w:hAnsi="Garamond"/>
          <w:bCs/>
          <w:szCs w:val="18"/>
        </w:rPr>
        <w:t>8</w:t>
      </w:r>
      <w:r w:rsidR="00784838">
        <w:rPr>
          <w:rFonts w:ascii="Garamond" w:hAnsi="Garamond"/>
          <w:bCs/>
          <w:szCs w:val="18"/>
        </w:rPr>
        <w:t>5</w:t>
      </w:r>
      <w:r w:rsidR="00017FF1" w:rsidRPr="00017FF1">
        <w:rPr>
          <w:rFonts w:ascii="Garamond" w:hAnsi="Garamond"/>
          <w:bCs/>
          <w:szCs w:val="18"/>
        </w:rPr>
        <w:t xml:space="preserve"> mètres de long par </w:t>
      </w:r>
      <w:r w:rsidR="00DB540E">
        <w:rPr>
          <w:rFonts w:ascii="Garamond" w:hAnsi="Garamond"/>
          <w:bCs/>
          <w:szCs w:val="18"/>
        </w:rPr>
        <w:t>2 à 4</w:t>
      </w:r>
      <w:r w:rsidR="00017FF1" w:rsidRPr="00017FF1">
        <w:rPr>
          <w:rFonts w:ascii="Garamond" w:hAnsi="Garamond"/>
          <w:bCs/>
          <w:szCs w:val="18"/>
        </w:rPr>
        <w:t xml:space="preserve"> m</w:t>
      </w:r>
      <w:r w:rsidR="00017FF1" w:rsidRPr="00017FF1">
        <w:rPr>
          <w:rFonts w:ascii="ITC Avant Garde Std Bk" w:hAnsi="ITC Avant Garde Std Bk"/>
          <w:bCs/>
          <w:szCs w:val="18"/>
        </w:rPr>
        <w:t xml:space="preserve"> </w:t>
      </w:r>
    </w:p>
    <w:p w14:paraId="4E54BEDB" w14:textId="29EFB187" w:rsidR="00EE6676" w:rsidRPr="000C3651" w:rsidRDefault="00773163">
      <w:pPr>
        <w:tabs>
          <w:tab w:val="left" w:pos="170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Surface :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DB540E">
        <w:rPr>
          <w:rFonts w:ascii="Garamond" w:hAnsi="Garamond"/>
          <w:bCs/>
        </w:rPr>
        <w:t>250</w:t>
      </w:r>
      <w:r w:rsidR="00017FF1" w:rsidRPr="00017FF1">
        <w:rPr>
          <w:rFonts w:ascii="Garamond" w:hAnsi="Garamond"/>
          <w:bCs/>
        </w:rPr>
        <w:t xml:space="preserve"> </w:t>
      </w:r>
      <w:r w:rsidR="000C3651" w:rsidRPr="00017FF1">
        <w:rPr>
          <w:rFonts w:ascii="Garamond" w:hAnsi="Garamond"/>
          <w:bCs/>
        </w:rPr>
        <w:t>m²</w:t>
      </w:r>
      <w:r w:rsidR="005121D5" w:rsidRPr="00017FF1">
        <w:rPr>
          <w:rFonts w:ascii="Garamond" w:hAnsi="Garamond"/>
          <w:bCs/>
        </w:rPr>
        <w:t xml:space="preserve"> </w:t>
      </w:r>
      <w:r w:rsidR="005801FF" w:rsidRPr="00017FF1">
        <w:rPr>
          <w:rFonts w:ascii="Garamond" w:hAnsi="Garamond"/>
          <w:bCs/>
        </w:rPr>
        <w:t>environ</w:t>
      </w:r>
      <w:r w:rsidR="005801FF">
        <w:rPr>
          <w:rFonts w:ascii="Garamond" w:hAnsi="Garamond"/>
          <w:bCs/>
        </w:rPr>
        <w:t xml:space="preserve">. </w:t>
      </w:r>
    </w:p>
    <w:p w14:paraId="242AC7CE" w14:textId="772B8DCD" w:rsidR="00EE6676" w:rsidRPr="000F3B97" w:rsidRDefault="00EE6676">
      <w:pPr>
        <w:jc w:val="both"/>
        <w:rPr>
          <w:rFonts w:ascii="Garamond" w:hAnsi="Garamond"/>
          <w:b/>
        </w:rPr>
      </w:pPr>
    </w:p>
    <w:p w14:paraId="183FE110" w14:textId="7C4E5BE2" w:rsidR="00EE6676" w:rsidRPr="00017FF1" w:rsidRDefault="00DB540E">
      <w:pPr>
        <w:jc w:val="both"/>
        <w:rPr>
          <w:rFonts w:ascii="Garamond" w:hAnsi="Garamond"/>
          <w:bCs/>
          <w:sz w:val="22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7C810222" wp14:editId="04BF584B">
            <wp:simplePos x="0" y="0"/>
            <wp:positionH relativeFrom="column">
              <wp:posOffset>3307291</wp:posOffset>
            </wp:positionH>
            <wp:positionV relativeFrom="paragraph">
              <wp:posOffset>15029</wp:posOffset>
            </wp:positionV>
            <wp:extent cx="2880000" cy="2533440"/>
            <wp:effectExtent l="0" t="0" r="0" b="635"/>
            <wp:wrapTight wrapText="bothSides">
              <wp:wrapPolygon edited="0">
                <wp:start x="0" y="0"/>
                <wp:lineTo x="0" y="21443"/>
                <wp:lineTo x="21433" y="21443"/>
                <wp:lineTo x="21433" y="0"/>
                <wp:lineTo x="0" y="0"/>
              </wp:wrapPolygon>
            </wp:wrapTight>
            <wp:docPr id="102242850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428504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53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AAPPMA :  </w:t>
      </w:r>
      <w:r>
        <w:rPr>
          <w:rFonts w:ascii="Garamond" w:hAnsi="Garamond"/>
          <w:bCs/>
          <w:sz w:val="22"/>
        </w:rPr>
        <w:t>Gaule Bourguisanne</w:t>
      </w:r>
    </w:p>
    <w:p w14:paraId="65A9D144" w14:textId="53F8DB80" w:rsidR="00463180" w:rsidRDefault="00463180" w:rsidP="00E81635">
      <w:pPr>
        <w:pStyle w:val="Titre7"/>
        <w:keepNext w:val="0"/>
        <w:widowControl w:val="0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>
        <w:rPr>
          <w:rFonts w:ascii="ITC Avant Garde Std Md" w:hAnsi="ITC Avant Garde Std Md"/>
          <w:color w:val="68A827"/>
          <w:u w:val="single"/>
        </w:rPr>
        <w:t>CARTOGRAPHIE :</w:t>
      </w:r>
    </w:p>
    <w:p w14:paraId="3ECE0F38" w14:textId="57138EDC" w:rsidR="00FA574C" w:rsidRDefault="00AF450B" w:rsidP="00FA574C">
      <w:pPr>
        <w:jc w:val="center"/>
      </w:pPr>
      <w:r>
        <w:t>Ci contre</w:t>
      </w:r>
    </w:p>
    <w:p w14:paraId="022AB84E" w14:textId="2B447522" w:rsidR="00017FF1" w:rsidRDefault="00017FF1" w:rsidP="00FA574C">
      <w:pPr>
        <w:jc w:val="center"/>
      </w:pPr>
    </w:p>
    <w:p w14:paraId="30FB436C" w14:textId="2C027636" w:rsidR="00017FF1" w:rsidRDefault="00017FF1" w:rsidP="00FA574C">
      <w:pPr>
        <w:jc w:val="center"/>
      </w:pPr>
    </w:p>
    <w:p w14:paraId="32565210" w14:textId="77777777" w:rsidR="00AF450B" w:rsidRDefault="0028551C" w:rsidP="00017FF1">
      <w:pPr>
        <w:jc w:val="center"/>
        <w:rPr>
          <w:rFonts w:ascii="ITC Avant Garde Std Md" w:hAnsi="ITC Avant Garde Std Md"/>
          <w:b/>
          <w:color w:val="68A827"/>
          <w:u w:val="single"/>
        </w:rPr>
      </w:pPr>
      <w:r w:rsidRPr="00172E04">
        <w:rPr>
          <w:rFonts w:ascii="ITC Avant Garde Std Md" w:hAnsi="ITC Avant Garde Std Md"/>
          <w:b/>
          <w:color w:val="68A827"/>
          <w:u w:val="single"/>
        </w:rPr>
        <w:t>RESULTATS DE CAPTURES / OBSERVATIONS :</w:t>
      </w:r>
    </w:p>
    <w:p w14:paraId="349702C2" w14:textId="77777777" w:rsidR="006F3624" w:rsidRPr="00017FF1" w:rsidRDefault="006F3624" w:rsidP="00017FF1">
      <w:pPr>
        <w:jc w:val="center"/>
        <w:rPr>
          <w:rFonts w:ascii="ITC Avant Garde Std Md" w:hAnsi="ITC Avant Garde Std Md"/>
          <w:b/>
          <w:color w:val="68A827"/>
          <w:u w:val="single"/>
        </w:rPr>
      </w:pPr>
    </w:p>
    <w:p w14:paraId="33C78F36" w14:textId="0F8BCB85" w:rsidR="00784838" w:rsidRDefault="00DB540E" w:rsidP="00E81635">
      <w:pPr>
        <w:pStyle w:val="Pieddepage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105</w:t>
      </w:r>
      <w:r w:rsidR="00784838">
        <w:rPr>
          <w:rFonts w:ascii="Garamond" w:hAnsi="Garamond"/>
          <w:bCs/>
        </w:rPr>
        <w:t xml:space="preserve"> truites fario :</w:t>
      </w:r>
    </w:p>
    <w:p w14:paraId="75E31134" w14:textId="3C621279" w:rsidR="00017FF1" w:rsidRDefault="00DB540E" w:rsidP="00784838">
      <w:pPr>
        <w:pStyle w:val="Pieddepage"/>
        <w:numPr>
          <w:ilvl w:val="0"/>
          <w:numId w:val="1"/>
        </w:num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102 truitelles de l’année de </w:t>
      </w:r>
      <w:r w:rsidR="000C7460">
        <w:rPr>
          <w:rFonts w:ascii="Garamond" w:hAnsi="Garamond"/>
          <w:bCs/>
        </w:rPr>
        <w:t>moins</w:t>
      </w:r>
      <w:r>
        <w:rPr>
          <w:rFonts w:ascii="Garamond" w:hAnsi="Garamond"/>
          <w:bCs/>
        </w:rPr>
        <w:t xml:space="preserve"> de 100</w:t>
      </w:r>
      <w:r w:rsidR="00784838">
        <w:rPr>
          <w:rFonts w:ascii="Garamond" w:hAnsi="Garamond"/>
          <w:bCs/>
        </w:rPr>
        <w:t xml:space="preserve"> mm</w:t>
      </w:r>
    </w:p>
    <w:p w14:paraId="4CBF8B47" w14:textId="02BC3811" w:rsidR="00DB540E" w:rsidRDefault="00DB540E" w:rsidP="00DB540E">
      <w:pPr>
        <w:pStyle w:val="Pieddepage"/>
        <w:numPr>
          <w:ilvl w:val="0"/>
          <w:numId w:val="1"/>
        </w:num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3</w:t>
      </w:r>
      <w:r w:rsidR="00784838">
        <w:rPr>
          <w:rFonts w:ascii="Garamond" w:hAnsi="Garamond"/>
          <w:bCs/>
        </w:rPr>
        <w:t xml:space="preserve"> </w:t>
      </w:r>
      <w:r w:rsidR="0014729C">
        <w:rPr>
          <w:rFonts w:ascii="Garamond" w:hAnsi="Garamond"/>
          <w:bCs/>
        </w:rPr>
        <w:t>truites</w:t>
      </w:r>
      <w:r w:rsidR="00784838">
        <w:rPr>
          <w:rFonts w:ascii="Garamond" w:hAnsi="Garamond"/>
          <w:bCs/>
        </w:rPr>
        <w:t xml:space="preserve"> sub adultes</w:t>
      </w:r>
      <w:r w:rsidR="003210B0">
        <w:rPr>
          <w:rFonts w:ascii="Garamond" w:hAnsi="Garamond"/>
          <w:bCs/>
        </w:rPr>
        <w:t xml:space="preserve"> et adultes</w:t>
      </w:r>
      <w:r w:rsidR="00784838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de 130 à 260 mm</w:t>
      </w:r>
    </w:p>
    <w:p w14:paraId="213A84C7" w14:textId="1635E51C" w:rsidR="00784838" w:rsidRDefault="00DB540E" w:rsidP="00DB540E">
      <w:pPr>
        <w:pStyle w:val="Pieddepage"/>
        <w:jc w:val="both"/>
        <w:rPr>
          <w:rFonts w:ascii="Garamond" w:hAnsi="Garamond"/>
          <w:bCs/>
        </w:rPr>
      </w:pPr>
      <w:r w:rsidRPr="00DB540E">
        <w:rPr>
          <w:rFonts w:ascii="Garamond" w:hAnsi="Garamond"/>
          <w:bCs/>
        </w:rPr>
        <w:t>=</w:t>
      </w:r>
      <w:r>
        <w:rPr>
          <w:rFonts w:ascii="Garamond" w:hAnsi="Garamond"/>
          <w:bCs/>
        </w:rPr>
        <w:t xml:space="preserve">&gt; </w:t>
      </w:r>
      <w:r w:rsidR="0014729C">
        <w:rPr>
          <w:rFonts w:ascii="Garamond" w:hAnsi="Garamond"/>
          <w:bCs/>
        </w:rPr>
        <w:t xml:space="preserve">Cela représente une </w:t>
      </w:r>
      <w:r>
        <w:rPr>
          <w:rFonts w:ascii="Garamond" w:hAnsi="Garamond"/>
          <w:bCs/>
        </w:rPr>
        <w:t xml:space="preserve">forte </w:t>
      </w:r>
      <w:r w:rsidR="0014729C">
        <w:rPr>
          <w:rFonts w:ascii="Garamond" w:hAnsi="Garamond"/>
          <w:bCs/>
        </w:rPr>
        <w:t>densité</w:t>
      </w:r>
      <w:r w:rsidR="0022087F">
        <w:rPr>
          <w:rFonts w:ascii="Garamond" w:hAnsi="Garamond"/>
          <w:bCs/>
        </w:rPr>
        <w:t xml:space="preserve"> salmonicole : </w:t>
      </w:r>
      <w:r w:rsidR="0014729C">
        <w:rPr>
          <w:rFonts w:ascii="Garamond" w:hAnsi="Garamond"/>
          <w:bCs/>
        </w:rPr>
        <w:t xml:space="preserve"> aux alentours de </w:t>
      </w:r>
      <w:r>
        <w:rPr>
          <w:rFonts w:ascii="Garamond" w:hAnsi="Garamond"/>
          <w:bCs/>
        </w:rPr>
        <w:t xml:space="preserve">4100 </w:t>
      </w:r>
      <w:r w:rsidR="0014729C">
        <w:rPr>
          <w:rFonts w:ascii="Garamond" w:hAnsi="Garamond"/>
          <w:bCs/>
        </w:rPr>
        <w:t xml:space="preserve">ind/ha, </w:t>
      </w:r>
      <w:r w:rsidR="003210B0">
        <w:rPr>
          <w:rFonts w:ascii="Garamond" w:hAnsi="Garamond"/>
          <w:bCs/>
        </w:rPr>
        <w:t>...</w:t>
      </w:r>
      <w:r w:rsidR="0014729C">
        <w:rPr>
          <w:rFonts w:ascii="Garamond" w:hAnsi="Garamond"/>
          <w:bCs/>
        </w:rPr>
        <w:t>la population est</w:t>
      </w:r>
      <w:r>
        <w:rPr>
          <w:rFonts w:ascii="Garamond" w:hAnsi="Garamond"/>
          <w:bCs/>
        </w:rPr>
        <w:t xml:space="preserve"> par contre déstructurée avec peu de sub adultes et adultes. </w:t>
      </w:r>
    </w:p>
    <w:p w14:paraId="6A087D4A" w14:textId="77777777" w:rsidR="006F3624" w:rsidRPr="00B51E0C" w:rsidRDefault="006F3624" w:rsidP="00E81635">
      <w:pPr>
        <w:pStyle w:val="Pieddepage"/>
        <w:jc w:val="both"/>
        <w:rPr>
          <w:rFonts w:ascii="Garamond" w:hAnsi="Garamond"/>
          <w:bCs/>
        </w:rPr>
      </w:pPr>
    </w:p>
    <w:p w14:paraId="62BB7B37" w14:textId="77777777" w:rsidR="00EE6676" w:rsidRPr="00172E04" w:rsidRDefault="0028551C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DESTINATION DES POISSONS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4D72C612" w14:textId="77777777" w:rsidR="006F3624" w:rsidRDefault="006F3624">
      <w:pPr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</w:p>
    <w:p w14:paraId="47257941" w14:textId="5CA41EF6" w:rsidR="00EE6676" w:rsidRDefault="0028551C">
      <w:pPr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Lieu de remise à l’eau des captures </w:t>
      </w:r>
      <w:r>
        <w:rPr>
          <w:bCs/>
        </w:rPr>
        <w:t xml:space="preserve">: </w:t>
      </w:r>
      <w:r w:rsidR="00AC4401">
        <w:rPr>
          <w:bCs/>
        </w:rPr>
        <w:t>poisson</w:t>
      </w:r>
      <w:r w:rsidR="0047178A">
        <w:rPr>
          <w:bCs/>
        </w:rPr>
        <w:t>s</w:t>
      </w:r>
      <w:r w:rsidR="00AC4401">
        <w:rPr>
          <w:bCs/>
        </w:rPr>
        <w:t xml:space="preserve"> déplacé</w:t>
      </w:r>
      <w:r w:rsidR="0047178A">
        <w:rPr>
          <w:bCs/>
        </w:rPr>
        <w:t>s</w:t>
      </w:r>
      <w:r w:rsidR="00AC4401">
        <w:rPr>
          <w:bCs/>
        </w:rPr>
        <w:t xml:space="preserve"> </w:t>
      </w:r>
      <w:r w:rsidR="0047178A">
        <w:rPr>
          <w:bCs/>
        </w:rPr>
        <w:t>30</w:t>
      </w:r>
      <w:r w:rsidR="00AC4401">
        <w:rPr>
          <w:bCs/>
        </w:rPr>
        <w:t>0 m en aval dans la zone non impacté</w:t>
      </w:r>
      <w:r w:rsidR="0047178A">
        <w:rPr>
          <w:bCs/>
        </w:rPr>
        <w:t>e</w:t>
      </w:r>
      <w:r w:rsidR="00AC4401">
        <w:rPr>
          <w:bCs/>
        </w:rPr>
        <w:t xml:space="preserve"> par les travaux</w:t>
      </w:r>
      <w:r w:rsidR="00784838">
        <w:rPr>
          <w:bCs/>
        </w:rPr>
        <w:t xml:space="preserve"> et en aval de zones difficilement franchissables en montaison à bas débit. </w:t>
      </w:r>
    </w:p>
    <w:p w14:paraId="03A98EDB" w14:textId="77777777" w:rsidR="00EE6676" w:rsidRDefault="00EE6676">
      <w:pPr>
        <w:jc w:val="both"/>
        <w:rPr>
          <w:bCs/>
        </w:rPr>
      </w:pPr>
    </w:p>
    <w:p w14:paraId="1ADA0BAD" w14:textId="77777777" w:rsidR="00EE6676" w:rsidRDefault="0028551C">
      <w:pPr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Espèces </w:t>
      </w:r>
      <w:r w:rsidR="0010451B" w:rsidRPr="00773163">
        <w:rPr>
          <w:rFonts w:ascii="ITC Avant Garde Std Bk" w:hAnsi="ITC Avant Garde Std Bk"/>
          <w:bCs/>
          <w:color w:val="001B71"/>
          <w:sz w:val="18"/>
          <w:szCs w:val="18"/>
        </w:rPr>
        <w:t>détruites :</w:t>
      </w:r>
      <w:r w:rsidR="0010451B">
        <w:rPr>
          <w:bCs/>
        </w:rPr>
        <w:t xml:space="preserve"> aucune</w:t>
      </w:r>
    </w:p>
    <w:p w14:paraId="03C9FE40" w14:textId="071A0312" w:rsidR="00886313" w:rsidRDefault="00886313">
      <w:pPr>
        <w:jc w:val="both"/>
        <w:rPr>
          <w:rFonts w:ascii="Garamond" w:hAnsi="Garamond"/>
          <w:bCs/>
        </w:rPr>
      </w:pPr>
    </w:p>
    <w:p w14:paraId="2791599F" w14:textId="05EABDAD" w:rsidR="0014729C" w:rsidRPr="003210B0" w:rsidRDefault="0014729C">
      <w:pPr>
        <w:rPr>
          <w:b/>
        </w:rPr>
      </w:pPr>
    </w:p>
    <w:p w14:paraId="0E27FB90" w14:textId="7EA308BA" w:rsidR="0014729C" w:rsidRPr="0014729C" w:rsidRDefault="0014729C" w:rsidP="0014729C">
      <w:pPr>
        <w:pStyle w:val="Titre6"/>
        <w:tabs>
          <w:tab w:val="left" w:pos="6804"/>
        </w:tabs>
        <w:rPr>
          <w:rFonts w:ascii="ITC Avant Garde Std XLt Cn" w:hAnsi="ITC Avant Garde Std XLt Cn"/>
          <w:lang w:val="en-US"/>
        </w:rPr>
      </w:pPr>
      <w:r w:rsidRPr="0014729C">
        <w:rPr>
          <w:rFonts w:ascii="ITC Avant Garde Std XLt Cn" w:hAnsi="ITC Avant Garde Std XLt Cn"/>
          <w:lang w:val="en-US"/>
        </w:rPr>
        <w:t>A St Just St Rambert le 14/10/2025</w:t>
      </w:r>
    </w:p>
    <w:p w14:paraId="2EEA6BC6" w14:textId="2B33EEEC" w:rsidR="0014729C" w:rsidRDefault="0014729C" w:rsidP="0014729C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 w:rsidRPr="00172E04">
        <w:rPr>
          <w:rFonts w:ascii="ITC Avant Garde Std XLt Cn" w:hAnsi="ITC Avant Garde Std XLt Cn"/>
        </w:rPr>
        <w:t xml:space="preserve">Le </w:t>
      </w:r>
      <w:r>
        <w:rPr>
          <w:rFonts w:ascii="ITC Avant Garde Std XLt Cn" w:hAnsi="ITC Avant Garde Std XLt Cn"/>
        </w:rPr>
        <w:t xml:space="preserve">RESPONSABLE DES PECHES </w:t>
      </w:r>
    </w:p>
    <w:p w14:paraId="72356810" w14:textId="53DC007B" w:rsidR="0014729C" w:rsidRDefault="0014729C" w:rsidP="0014729C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>
        <w:rPr>
          <w:rFonts w:ascii="ITC Avant Garde Std XLt Cn" w:hAnsi="ITC Avant Garde Std XLt Cn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015A505" wp14:editId="19687B00">
                <wp:simplePos x="0" y="0"/>
                <wp:positionH relativeFrom="column">
                  <wp:posOffset>3701415</wp:posOffset>
                </wp:positionH>
                <wp:positionV relativeFrom="paragraph">
                  <wp:posOffset>55880</wp:posOffset>
                </wp:positionV>
                <wp:extent cx="1820122" cy="706755"/>
                <wp:effectExtent l="0" t="0" r="8890" b="0"/>
                <wp:wrapNone/>
                <wp:docPr id="968239411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122" cy="706755"/>
                          <a:chOff x="0" y="0"/>
                          <a:chExt cx="1820122" cy="706755"/>
                        </a:xfrm>
                      </wpg:grpSpPr>
                      <pic:pic xmlns:pic="http://schemas.openxmlformats.org/drawingml/2006/picture">
                        <pic:nvPicPr>
                          <pic:cNvPr id="2100339498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3933"/>
                            <a:ext cx="1079500" cy="5353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17765459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00667" y="0"/>
                            <a:ext cx="719455" cy="7067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F01938" id="Groupe 3" o:spid="_x0000_s1026" style="position:absolute;margin-left:291.45pt;margin-top:4.4pt;width:143.3pt;height:55.65pt;z-index:251676672" coordsize="18201,70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1439;width:10795;height:5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">
                  <v:imagedata r:id="rId11" o:title=""/>
                </v:shape>
                <v:shape id="Image 2" o:spid="_x0000_s1028" type="#_x0000_t75" style="position:absolute;left:11006;width:7195;height:7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">
                  <v:imagedata r:id="rId12" o:title=""/>
                </v:shape>
              </v:group>
            </w:pict>
          </mc:Fallback>
        </mc:AlternateContent>
      </w:r>
      <w:r>
        <w:rPr>
          <w:rFonts w:ascii="ITC Avant Garde Std XLt Cn" w:hAnsi="ITC Avant Garde Std XLt Cn"/>
        </w:rPr>
        <w:t>Pierre GRES</w:t>
      </w:r>
    </w:p>
    <w:p w14:paraId="05E6258D" w14:textId="7BF5A680" w:rsidR="0014729C" w:rsidRPr="00463180" w:rsidRDefault="0014729C" w:rsidP="0014729C">
      <w:pPr>
        <w:rPr>
          <w:rFonts w:ascii="Garamond" w:hAnsi="Garamond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172E04">
        <w:rPr>
          <w:rFonts w:ascii="ITC Avant Garde Std XLt Cn" w:hAnsi="ITC Avant Garde Std XLt Cn"/>
          <w:b/>
          <w:bCs/>
          <w:sz w:val="18"/>
          <w:szCs w:val="28"/>
        </w:rPr>
        <w:t>DESTINATAIRES :</w:t>
      </w:r>
      <w:r>
        <w:rPr>
          <w:b/>
          <w:bCs/>
          <w:sz w:val="16"/>
        </w:rPr>
        <w:t xml:space="preserve">  </w:t>
      </w:r>
      <w:r>
        <w:rPr>
          <w:b/>
          <w:bCs/>
          <w:sz w:val="16"/>
        </w:rPr>
        <w:tab/>
      </w:r>
      <w:r w:rsidRPr="00463180">
        <w:rPr>
          <w:rFonts w:ascii="Garamond" w:hAnsi="Garamond"/>
        </w:rPr>
        <w:t xml:space="preserve">PREFECTURE (DDT, </w:t>
      </w:r>
      <w:r>
        <w:rPr>
          <w:rFonts w:ascii="Garamond" w:hAnsi="Garamond"/>
        </w:rPr>
        <w:t>OFB</w:t>
      </w:r>
      <w:r w:rsidRPr="00463180">
        <w:rPr>
          <w:rFonts w:ascii="Garamond" w:hAnsi="Garamond"/>
        </w:rPr>
        <w:t>)</w:t>
      </w:r>
    </w:p>
    <w:p w14:paraId="693B4FE3" w14:textId="77777777" w:rsidR="0014729C" w:rsidRPr="00463180" w:rsidRDefault="0014729C" w:rsidP="0014729C">
      <w:pPr>
        <w:pStyle w:val="Titre6"/>
        <w:tabs>
          <w:tab w:val="left" w:pos="1418"/>
          <w:tab w:val="left" w:pos="1985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>
        <w:rPr>
          <w:rFonts w:ascii="Garamond" w:hAnsi="Garamond"/>
          <w:b w:val="0"/>
        </w:rPr>
        <w:t>AAPPMA</w:t>
      </w:r>
    </w:p>
    <w:p w14:paraId="2374A41D" w14:textId="77777777" w:rsidR="0014729C" w:rsidRDefault="0014729C" w:rsidP="0014729C">
      <w:pPr>
        <w:pStyle w:val="Titre6"/>
        <w:tabs>
          <w:tab w:val="left" w:pos="1418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>
        <w:rPr>
          <w:rFonts w:ascii="Garamond" w:hAnsi="Garamond"/>
          <w:b w:val="0"/>
        </w:rPr>
        <w:t>CT Rivière S3RIV</w:t>
      </w:r>
    </w:p>
    <w:p w14:paraId="4CC8AE8C" w14:textId="5DC9BA6A" w:rsidR="0014729C" w:rsidRDefault="0014729C" w:rsidP="0014729C">
      <w:r>
        <w:tab/>
      </w:r>
      <w:r>
        <w:tab/>
        <w:t xml:space="preserve">Entreprise : </w:t>
      </w:r>
      <w:r w:rsidR="003210B0">
        <w:t>Ets Quiblier maitre d’ouvrage des travaux</w:t>
      </w:r>
      <w:r>
        <w:t xml:space="preserve"> </w:t>
      </w:r>
    </w:p>
    <w:p w14:paraId="49DD0BAC" w14:textId="65ACD3B5" w:rsidR="0014729C" w:rsidRDefault="0014729C" w:rsidP="0014729C">
      <w:pPr>
        <w:rPr>
          <w:b/>
        </w:rPr>
      </w:pPr>
    </w:p>
    <w:p w14:paraId="3F4291FE" w14:textId="0AF3CC50" w:rsidR="00886313" w:rsidRDefault="00886313">
      <w:pPr>
        <w:rPr>
          <w:b/>
        </w:rPr>
      </w:pPr>
    </w:p>
    <w:sectPr w:rsidR="00886313" w:rsidSect="00773163">
      <w:headerReference w:type="default" r:id="rId13"/>
      <w:footerReference w:type="default" r:id="rId14"/>
      <w:pgSz w:w="11907" w:h="16840" w:code="9"/>
      <w:pgMar w:top="993" w:right="851" w:bottom="794" w:left="851" w:header="720" w:footer="720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24AE9" w14:textId="77777777" w:rsidR="00017FF1" w:rsidRDefault="00017FF1">
      <w:r>
        <w:separator/>
      </w:r>
    </w:p>
  </w:endnote>
  <w:endnote w:type="continuationSeparator" w:id="0">
    <w:p w14:paraId="290279A3" w14:textId="77777777" w:rsidR="00017FF1" w:rsidRDefault="00017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orgio">
    <w:panose1 w:val="00000000000000000000"/>
    <w:charset w:val="00"/>
    <w:family w:val="auto"/>
    <w:pitch w:val="variable"/>
    <w:sig w:usb0="A000006F" w:usb1="0000000A" w:usb2="00000000" w:usb3="00000000" w:csb0="00000111" w:csb1="00000000"/>
  </w:font>
  <w:font w:name="ITC Avant Garde Std Bk"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TC Avant Garde Std Md">
    <w:panose1 w:val="020B06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Bk Cn">
    <w:panose1 w:val="020B04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TC Avant Garde Std XLt Cn">
    <w:panose1 w:val="010B03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Cn">
    <w:panose1 w:val="020B06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F847D" w14:textId="77777777" w:rsidR="00EE6676" w:rsidRPr="000F3B97" w:rsidRDefault="000F3B97">
    <w:pPr>
      <w:pStyle w:val="Pieddepage"/>
      <w:jc w:val="center"/>
      <w:rPr>
        <w:rFonts w:ascii="ITC Avant Garde Std Cn" w:hAnsi="ITC Avant Garde Std Cn"/>
        <w:color w:val="68A827"/>
        <w:sz w:val="16"/>
      </w:rPr>
    </w:pPr>
    <w:r w:rsidRPr="000F3B97">
      <w:rPr>
        <w:rFonts w:ascii="ITC Avant Garde Std Cn" w:hAnsi="ITC Avant Garde Std Cn"/>
        <w:color w:val="68A827"/>
        <w:sz w:val="16"/>
      </w:rPr>
      <w:t>FDPPMA42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  <w:r w:rsidR="0028551C" w:rsidRPr="000F3B97">
      <w:rPr>
        <w:rFonts w:ascii="ITC Avant Garde Std Cn" w:hAnsi="ITC Avant Garde Std Cn"/>
        <w:color w:val="68A827"/>
        <w:sz w:val="16"/>
      </w:rPr>
      <w:sym w:font="Wingdings" w:char="002A"/>
    </w:r>
    <w:r w:rsidR="0028551C" w:rsidRPr="000F3B97">
      <w:rPr>
        <w:rFonts w:ascii="ITC Avant Garde Std Cn" w:hAnsi="ITC Avant Garde Std Cn"/>
        <w:color w:val="68A827"/>
        <w:sz w:val="16"/>
      </w:rPr>
      <w:t xml:space="preserve">  </w:t>
    </w:r>
    <w:r w:rsidR="00E81635">
      <w:rPr>
        <w:rFonts w:ascii="ITC Avant Garde Std Cn" w:hAnsi="ITC Avant Garde Std Cn"/>
        <w:color w:val="68A827"/>
        <w:sz w:val="16"/>
      </w:rPr>
      <w:t xml:space="preserve">50 route de Chavangeux, </w:t>
    </w:r>
    <w:r w:rsidR="00773163">
      <w:rPr>
        <w:rFonts w:ascii="ITC Avant Garde Std Cn" w:hAnsi="ITC Avant Garde Std Cn"/>
        <w:color w:val="68A827"/>
        <w:sz w:val="16"/>
      </w:rPr>
      <w:t>étang</w:t>
    </w:r>
    <w:r w:rsidR="00E81635">
      <w:rPr>
        <w:rFonts w:ascii="ITC Avant Garde Std Cn" w:hAnsi="ITC Avant Garde Std Cn"/>
        <w:color w:val="68A827"/>
        <w:sz w:val="16"/>
      </w:rPr>
      <w:t xml:space="preserve"> David, </w:t>
    </w:r>
    <w:r w:rsidR="00773163">
      <w:rPr>
        <w:rFonts w:ascii="ITC Avant Garde Std Cn" w:hAnsi="ITC Avant Garde Std Cn"/>
        <w:color w:val="68A827"/>
        <w:sz w:val="16"/>
      </w:rPr>
      <w:t>42170 SAINT</w:t>
    </w:r>
    <w:r w:rsidR="00E81635">
      <w:rPr>
        <w:rFonts w:ascii="ITC Avant Garde Std Cn" w:hAnsi="ITC Avant Garde Std Cn"/>
        <w:color w:val="68A827"/>
        <w:sz w:val="16"/>
      </w:rPr>
      <w:t xml:space="preserve"> JUST SAINT RAMBERT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</w:p>
  <w:p w14:paraId="7AFA6E7F" w14:textId="77777777" w:rsidR="00EE6676" w:rsidRPr="000F3B97" w:rsidRDefault="0028551C">
    <w:pPr>
      <w:pStyle w:val="Pieddepage"/>
      <w:jc w:val="center"/>
      <w:rPr>
        <w:rFonts w:ascii="ITC Avant Garde Std Cn" w:hAnsi="ITC Avant Garde Std Cn"/>
        <w:color w:val="68A827"/>
      </w:rPr>
    </w:pPr>
    <w:r w:rsidRPr="000F3B97">
      <w:rPr>
        <w:rFonts w:ascii="ITC Avant Garde Std Cn" w:hAnsi="ITC Avant Garde Std Cn"/>
        <w:color w:val="68A827"/>
        <w:sz w:val="16"/>
      </w:rPr>
      <w:sym w:font="Wingdings" w:char="0028"/>
    </w:r>
    <w:r w:rsidRPr="000F3B97">
      <w:rPr>
        <w:rFonts w:ascii="ITC Avant Garde Std Cn" w:hAnsi="ITC Avant Garde Std Cn"/>
        <w:color w:val="68A827"/>
        <w:sz w:val="16"/>
      </w:rPr>
      <w:t xml:space="preserve">:  </w:t>
    </w:r>
    <w:r w:rsidR="000F3B97" w:rsidRPr="000F3B97">
      <w:rPr>
        <w:rFonts w:ascii="ITC Avant Garde Std Cn" w:hAnsi="ITC Avant Garde Std Cn"/>
        <w:color w:val="68A827"/>
        <w:sz w:val="16"/>
      </w:rPr>
      <w:t xml:space="preserve">04 77 02 20 </w:t>
    </w:r>
    <w:r w:rsidRPr="000F3B97">
      <w:rPr>
        <w:rFonts w:ascii="ITC Avant Garde Std Cn" w:hAnsi="ITC Avant Garde Std Cn"/>
        <w:color w:val="68A827"/>
        <w:sz w:val="16"/>
        <w:lang w:val="de-DE"/>
      </w:rPr>
      <w:sym w:font="Wingdings" w:char="003A"/>
    </w:r>
    <w:r w:rsidRPr="000F3B97">
      <w:rPr>
        <w:rFonts w:ascii="ITC Avant Garde Std Cn" w:hAnsi="ITC Avant Garde Std Cn"/>
        <w:color w:val="68A827"/>
        <w:sz w:val="16"/>
      </w:rPr>
      <w:t xml:space="preserve"> : </w:t>
    </w:r>
    <w:r w:rsidR="000F3B97" w:rsidRPr="000F3B97">
      <w:rPr>
        <w:rFonts w:ascii="ITC Avant Garde Std Cn" w:hAnsi="ITC Avant Garde Std Cn"/>
        <w:color w:val="68A827"/>
        <w:sz w:val="16"/>
      </w:rPr>
      <w:t>flppma@federationpeche42.fr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FB539" w14:textId="77777777" w:rsidR="00017FF1" w:rsidRDefault="00017FF1">
      <w:r>
        <w:separator/>
      </w:r>
    </w:p>
  </w:footnote>
  <w:footnote w:type="continuationSeparator" w:id="0">
    <w:p w14:paraId="5FA8C54A" w14:textId="77777777" w:rsidR="00017FF1" w:rsidRDefault="00017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17451" w14:textId="4E09C87F" w:rsidR="00256AC6" w:rsidRDefault="00773163" w:rsidP="00256AC6">
    <w:pPr>
      <w:pStyle w:val="En-tte"/>
      <w:jc w:val="center"/>
      <w:rPr>
        <w:sz w:val="14"/>
        <w:szCs w:val="14"/>
      </w:rPr>
    </w:pPr>
    <w:r w:rsidRPr="00256AC6">
      <w:rPr>
        <w:sz w:val="14"/>
        <w:szCs w:val="14"/>
      </w:rPr>
      <w:t xml:space="preserve">COMPTE RENDU D’EXECUTION D’OPERATION DE </w:t>
    </w:r>
    <w:r w:rsidR="00140B04" w:rsidRPr="00256AC6">
      <w:rPr>
        <w:sz w:val="14"/>
        <w:szCs w:val="14"/>
      </w:rPr>
      <w:t>CAPTURE AUTORISEE</w:t>
    </w:r>
    <w:r w:rsidRPr="00256AC6">
      <w:rPr>
        <w:sz w:val="14"/>
        <w:szCs w:val="14"/>
      </w:rPr>
      <w:t xml:space="preserve"> EN VERTU DE L’ARTICLE L 436-9 DU CODE DE L’ENVIRONNEMENT</w:t>
    </w:r>
    <w:r w:rsidR="00256AC6">
      <w:rPr>
        <w:sz w:val="14"/>
        <w:szCs w:val="14"/>
      </w:rPr>
      <w:t xml:space="preserve"> </w:t>
    </w:r>
    <w:r w:rsidR="0014729C">
      <w:rPr>
        <w:sz w:val="14"/>
        <w:szCs w:val="14"/>
      </w:rPr>
      <w:fldChar w:fldCharType="begin"/>
    </w:r>
    <w:r w:rsidR="0014729C">
      <w:rPr>
        <w:sz w:val="14"/>
        <w:szCs w:val="14"/>
      </w:rPr>
      <w:instrText xml:space="preserve"> FILENAME \* MERGEFORMAT </w:instrText>
    </w:r>
    <w:r w:rsidR="0014729C">
      <w:rPr>
        <w:sz w:val="14"/>
        <w:szCs w:val="14"/>
      </w:rPr>
      <w:fldChar w:fldCharType="separate"/>
    </w:r>
    <w:r w:rsidR="000C7460">
      <w:rPr>
        <w:noProof/>
        <w:sz w:val="14"/>
        <w:szCs w:val="14"/>
      </w:rPr>
      <w:t>CROP_Sauv_Deome_StSauveur_EtsQuiblier_07-10-2025.docx</w:t>
    </w:r>
    <w:r w:rsidR="0014729C">
      <w:rPr>
        <w:sz w:val="14"/>
        <w:szCs w:val="14"/>
      </w:rPr>
      <w:fldChar w:fldCharType="end"/>
    </w:r>
    <w:r w:rsidR="0014729C">
      <w:rPr>
        <w:sz w:val="14"/>
        <w:szCs w:val="14"/>
      </w:rPr>
      <w:tab/>
    </w:r>
    <w:r w:rsidR="0014729C">
      <w:rPr>
        <w:sz w:val="14"/>
        <w:szCs w:val="14"/>
      </w:rPr>
      <w:tab/>
      <w:t xml:space="preserve">page </w:t>
    </w:r>
    <w:r w:rsidR="0014729C" w:rsidRPr="0014729C">
      <w:rPr>
        <w:sz w:val="14"/>
        <w:szCs w:val="14"/>
      </w:rPr>
      <w:fldChar w:fldCharType="begin"/>
    </w:r>
    <w:r w:rsidR="0014729C" w:rsidRPr="0014729C">
      <w:rPr>
        <w:sz w:val="14"/>
        <w:szCs w:val="14"/>
      </w:rPr>
      <w:instrText>PAGE   \* MERGEFORMAT</w:instrText>
    </w:r>
    <w:r w:rsidR="0014729C" w:rsidRPr="0014729C">
      <w:rPr>
        <w:sz w:val="14"/>
        <w:szCs w:val="14"/>
      </w:rPr>
      <w:fldChar w:fldCharType="separate"/>
    </w:r>
    <w:r w:rsidR="0014729C" w:rsidRPr="0014729C">
      <w:rPr>
        <w:sz w:val="14"/>
        <w:szCs w:val="14"/>
      </w:rPr>
      <w:t>1</w:t>
    </w:r>
    <w:r w:rsidR="0014729C" w:rsidRPr="0014729C">
      <w:rPr>
        <w:sz w:val="14"/>
        <w:szCs w:val="14"/>
      </w:rPr>
      <w:fldChar w:fldCharType="end"/>
    </w:r>
  </w:p>
  <w:p w14:paraId="57A2BD5C" w14:textId="77777777" w:rsidR="0014729C" w:rsidRDefault="0014729C" w:rsidP="00256AC6">
    <w:pPr>
      <w:pStyle w:val="En-tte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C629D4"/>
    <w:multiLevelType w:val="hybridMultilevel"/>
    <w:tmpl w:val="05C0E280"/>
    <w:lvl w:ilvl="0" w:tplc="E91441C2">
      <w:start w:val="10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2078C8"/>
    <w:multiLevelType w:val="hybridMultilevel"/>
    <w:tmpl w:val="A036BA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257608">
    <w:abstractNumId w:val="1"/>
  </w:num>
  <w:num w:numId="2" w16cid:durableId="1501889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intFractionalCharacterWidth/>
  <w:hideSpellingErrors/>
  <w:hideGrammaticalErrors/>
  <w:proofState w:spelling="clean"/>
  <w:attachedTemplate r:id="rId1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FF1"/>
    <w:rsid w:val="00017FF1"/>
    <w:rsid w:val="00083B5D"/>
    <w:rsid w:val="000B0B5A"/>
    <w:rsid w:val="000C3651"/>
    <w:rsid w:val="000C7460"/>
    <w:rsid w:val="000F3B97"/>
    <w:rsid w:val="0010451B"/>
    <w:rsid w:val="00137D55"/>
    <w:rsid w:val="00140B04"/>
    <w:rsid w:val="001412C7"/>
    <w:rsid w:val="0014729C"/>
    <w:rsid w:val="00172E04"/>
    <w:rsid w:val="001C6DEC"/>
    <w:rsid w:val="001E51F4"/>
    <w:rsid w:val="001F2FCA"/>
    <w:rsid w:val="002100EB"/>
    <w:rsid w:val="0022087F"/>
    <w:rsid w:val="00256AC6"/>
    <w:rsid w:val="0028551C"/>
    <w:rsid w:val="00285801"/>
    <w:rsid w:val="003210B0"/>
    <w:rsid w:val="00346858"/>
    <w:rsid w:val="003578C4"/>
    <w:rsid w:val="00365822"/>
    <w:rsid w:val="00381011"/>
    <w:rsid w:val="003D3B81"/>
    <w:rsid w:val="00463180"/>
    <w:rsid w:val="0047178A"/>
    <w:rsid w:val="00486C47"/>
    <w:rsid w:val="00493A0D"/>
    <w:rsid w:val="004A1FD8"/>
    <w:rsid w:val="004F594B"/>
    <w:rsid w:val="005121D5"/>
    <w:rsid w:val="005801FF"/>
    <w:rsid w:val="00585F4C"/>
    <w:rsid w:val="005B6028"/>
    <w:rsid w:val="00616D56"/>
    <w:rsid w:val="00625906"/>
    <w:rsid w:val="00671FAD"/>
    <w:rsid w:val="006E7620"/>
    <w:rsid w:val="006F3624"/>
    <w:rsid w:val="00773163"/>
    <w:rsid w:val="00784838"/>
    <w:rsid w:val="007F45F3"/>
    <w:rsid w:val="008820D5"/>
    <w:rsid w:val="00886313"/>
    <w:rsid w:val="009B2A99"/>
    <w:rsid w:val="00A57D71"/>
    <w:rsid w:val="00A748C9"/>
    <w:rsid w:val="00AC4401"/>
    <w:rsid w:val="00AF450B"/>
    <w:rsid w:val="00B34933"/>
    <w:rsid w:val="00B51E0C"/>
    <w:rsid w:val="00B565CF"/>
    <w:rsid w:val="00B824BB"/>
    <w:rsid w:val="00B96056"/>
    <w:rsid w:val="00BD40BD"/>
    <w:rsid w:val="00C5708E"/>
    <w:rsid w:val="00C95BB6"/>
    <w:rsid w:val="00CA3CBD"/>
    <w:rsid w:val="00DB540E"/>
    <w:rsid w:val="00E264D1"/>
    <w:rsid w:val="00E35C28"/>
    <w:rsid w:val="00E81635"/>
    <w:rsid w:val="00EA57E7"/>
    <w:rsid w:val="00ED4067"/>
    <w:rsid w:val="00EE6676"/>
    <w:rsid w:val="00F1656F"/>
    <w:rsid w:val="00F92AF5"/>
    <w:rsid w:val="00F9618D"/>
    <w:rsid w:val="00FA574C"/>
    <w:rsid w:val="00FB14D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B9FEC"/>
  <w15:chartTrackingRefBased/>
  <w15:docId w15:val="{03B11ACB-EABD-4F99-9B63-B6DDD91B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snapToGrid w:val="0"/>
      <w:color w:val="000000"/>
      <w:sz w:val="36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snapToGrid w:val="0"/>
      <w:color w:val="000000"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napToGrid w:val="0"/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tabs>
        <w:tab w:val="left" w:pos="4536"/>
      </w:tabs>
      <w:jc w:val="center"/>
      <w:outlineLvl w:val="6"/>
    </w:pPr>
    <w:rPr>
      <w:b/>
    </w:rPr>
  </w:style>
  <w:style w:type="paragraph" w:styleId="Titre8">
    <w:name w:val="heading 8"/>
    <w:basedOn w:val="Normal"/>
    <w:next w:val="Normal"/>
    <w:qFormat/>
    <w:pPr>
      <w:keepNext/>
      <w:tabs>
        <w:tab w:val="left" w:pos="2268"/>
        <w:tab w:val="left" w:pos="3969"/>
      </w:tabs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semiHidden/>
    <w:rPr>
      <w:b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Pr>
      <w:sz w:val="16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4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gres\Documents\Mod&#232;les%20Office%20personnalis&#233;s\CROP_Sauv_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CROP_Sauv_.dotx</Template>
  <TotalTime>77</TotalTime>
  <Pages>1</Pages>
  <Words>315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CONSEIL SUPERIEUR DE LA PECHE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Pierre GRES</dc:creator>
  <cp:keywords/>
  <cp:lastModifiedBy>Pierre gres5</cp:lastModifiedBy>
  <cp:revision>4</cp:revision>
  <cp:lastPrinted>2025-10-14T14:48:00Z</cp:lastPrinted>
  <dcterms:created xsi:type="dcterms:W3CDTF">2025-10-14T14:36:00Z</dcterms:created>
  <dcterms:modified xsi:type="dcterms:W3CDTF">2025-10-14T14:54:00Z</dcterms:modified>
</cp:coreProperties>
</file>