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9767DC" w14:textId="77777777" w:rsidR="00EE6676" w:rsidRPr="00B51E0C" w:rsidRDefault="006F3624" w:rsidP="00B51E0C">
      <w:pPr>
        <w:ind w:right="1133"/>
        <w:jc w:val="right"/>
        <w:rPr>
          <w:rFonts w:ascii="Giorgio" w:hAnsi="Giorgio"/>
          <w:b/>
          <w:bCs/>
          <w:color w:val="68A827"/>
          <w:sz w:val="22"/>
          <w:szCs w:val="22"/>
        </w:rPr>
      </w:pPr>
      <w:r w:rsidRPr="00B51E0C">
        <w:rPr>
          <w:b/>
          <w:bCs/>
          <w:noProof/>
        </w:rPr>
        <w:drawing>
          <wp:anchor distT="0" distB="0" distL="114300" distR="114300" simplePos="0" relativeHeight="251664384" behindDoc="0" locked="0" layoutInCell="1" allowOverlap="1" wp14:anchorId="321A70A4" wp14:editId="3B600F7B">
            <wp:simplePos x="0" y="0"/>
            <wp:positionH relativeFrom="column">
              <wp:posOffset>440267</wp:posOffset>
            </wp:positionH>
            <wp:positionV relativeFrom="paragraph">
              <wp:posOffset>-133138</wp:posOffset>
            </wp:positionV>
            <wp:extent cx="908685" cy="741680"/>
            <wp:effectExtent l="0" t="0" r="5715" b="1270"/>
            <wp:wrapNone/>
            <wp:docPr id="22" name="Imag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8685" cy="741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801FF" w:rsidRPr="00B51E0C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63359" behindDoc="0" locked="0" layoutInCell="1" allowOverlap="1" wp14:anchorId="14DB3653" wp14:editId="38BFD350">
                <wp:simplePos x="0" y="0"/>
                <wp:positionH relativeFrom="column">
                  <wp:posOffset>150858</wp:posOffset>
                </wp:positionH>
                <wp:positionV relativeFrom="paragraph">
                  <wp:posOffset>-184241</wp:posOffset>
                </wp:positionV>
                <wp:extent cx="6354445" cy="823323"/>
                <wp:effectExtent l="19050" t="19050" r="27305" b="15240"/>
                <wp:wrapNone/>
                <wp:docPr id="1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4445" cy="823323"/>
                        </a:xfrm>
                        <a:prstGeom prst="rect">
                          <a:avLst/>
                        </a:prstGeom>
                        <a:noFill/>
                        <a:ln w="28575" cmpd="sng">
                          <a:solidFill>
                            <a:srgbClr val="001B71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1451B7" id="Rectangle 23" o:spid="_x0000_s1026" style="position:absolute;margin-left:11.9pt;margin-top:-14.5pt;width:500.35pt;height:64.85pt;z-index:25166335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" filled="f" strokecolor="#001b71" strokeweight="2.25pt"/>
            </w:pict>
          </mc:Fallback>
        </mc:AlternateContent>
      </w:r>
      <w:r w:rsidR="0028551C" w:rsidRPr="00B51E0C">
        <w:rPr>
          <w:rFonts w:ascii="Giorgio" w:hAnsi="Giorgio"/>
          <w:b/>
          <w:bCs/>
          <w:color w:val="68A827"/>
          <w:sz w:val="22"/>
          <w:szCs w:val="22"/>
        </w:rPr>
        <w:t xml:space="preserve">COMPTE RENDU D’EXECUTION D’OPERATION DE CAPTURE </w:t>
      </w:r>
    </w:p>
    <w:p w14:paraId="4F785796" w14:textId="77777777" w:rsidR="00EE6676" w:rsidRPr="00B51E0C" w:rsidRDefault="0028551C" w:rsidP="00B51E0C">
      <w:pPr>
        <w:pStyle w:val="Titre5"/>
        <w:ind w:left="2268" w:right="1133"/>
        <w:jc w:val="right"/>
        <w:rPr>
          <w:rFonts w:ascii="Giorgio" w:hAnsi="Giorgio"/>
          <w:bCs/>
          <w:color w:val="68A827"/>
          <w:sz w:val="22"/>
          <w:szCs w:val="22"/>
        </w:rPr>
      </w:pPr>
      <w:r w:rsidRPr="00B51E0C">
        <w:rPr>
          <w:rFonts w:ascii="Giorgio" w:hAnsi="Giorgio"/>
          <w:bCs/>
          <w:color w:val="68A827"/>
          <w:sz w:val="22"/>
          <w:szCs w:val="22"/>
        </w:rPr>
        <w:t>AUTORISEE EN VERTU DE L’ARTICLE L 436-9 DU CODE DE L’ENVIRONNEMENT</w:t>
      </w:r>
    </w:p>
    <w:p w14:paraId="56C4E836" w14:textId="77777777" w:rsidR="00EE6676" w:rsidRDefault="00EE6676" w:rsidP="005801FF">
      <w:pPr>
        <w:rPr>
          <w:b/>
        </w:rPr>
      </w:pPr>
    </w:p>
    <w:p w14:paraId="286FEC00" w14:textId="526CDBC5" w:rsidR="00B51E0C" w:rsidRDefault="0028551C">
      <w:pPr>
        <w:tabs>
          <w:tab w:val="left" w:pos="4536"/>
        </w:tabs>
        <w:jc w:val="both"/>
        <w:rPr>
          <w:rFonts w:ascii="Garamond" w:hAnsi="Garamond"/>
          <w:bCs/>
        </w:rPr>
      </w:pPr>
      <w:r w:rsidRPr="00773163">
        <w:rPr>
          <w:rFonts w:ascii="ITC Avant Garde Std Bk" w:hAnsi="ITC Avant Garde Std Bk"/>
          <w:bCs/>
          <w:color w:val="001B71"/>
          <w:sz w:val="18"/>
          <w:szCs w:val="18"/>
        </w:rPr>
        <w:t>DATE DE L’OPERATION </w:t>
      </w:r>
      <w:r>
        <w:rPr>
          <w:bCs/>
        </w:rPr>
        <w:t>:</w:t>
      </w:r>
      <w:r w:rsidRPr="00463180">
        <w:rPr>
          <w:rFonts w:ascii="Garamond" w:hAnsi="Garamond"/>
          <w:bCs/>
        </w:rPr>
        <w:tab/>
      </w:r>
      <w:r w:rsidR="00671FAD">
        <w:rPr>
          <w:rFonts w:ascii="Garamond" w:hAnsi="Garamond"/>
          <w:bCs/>
        </w:rPr>
        <w:t xml:space="preserve">01 octobre 2025 de </w:t>
      </w:r>
      <w:r w:rsidR="0047178A">
        <w:rPr>
          <w:rFonts w:ascii="Garamond" w:hAnsi="Garamond"/>
          <w:bCs/>
        </w:rPr>
        <w:t>09h30 à 10h45</w:t>
      </w:r>
    </w:p>
    <w:p w14:paraId="68BD8CFF" w14:textId="77777777" w:rsidR="00EE6676" w:rsidRPr="00B51E0C" w:rsidRDefault="0028551C">
      <w:pPr>
        <w:tabs>
          <w:tab w:val="left" w:pos="4536"/>
        </w:tabs>
        <w:jc w:val="both"/>
        <w:rPr>
          <w:bCs/>
        </w:rPr>
      </w:pPr>
      <w:r w:rsidRPr="00773163">
        <w:rPr>
          <w:rFonts w:ascii="ITC Avant Garde Std Bk" w:hAnsi="ITC Avant Garde Std Bk"/>
          <w:bCs/>
          <w:color w:val="001B71"/>
          <w:sz w:val="18"/>
          <w:szCs w:val="18"/>
        </w:rPr>
        <w:t>DATE DE L’ARRETE PREFECTORAL</w:t>
      </w:r>
      <w:r w:rsidR="00625906" w:rsidRPr="00773163">
        <w:rPr>
          <w:rFonts w:ascii="ITC Avant Garde Std Bk" w:hAnsi="ITC Avant Garde Std Bk"/>
          <w:bCs/>
          <w:color w:val="001B71"/>
          <w:sz w:val="18"/>
          <w:szCs w:val="18"/>
        </w:rPr>
        <w:t xml:space="preserve"> DT-20-0484</w:t>
      </w:r>
      <w:r w:rsidRPr="00773163">
        <w:rPr>
          <w:rFonts w:ascii="ITC Avant Garde Std Bk" w:hAnsi="ITC Avant Garde Std Bk"/>
          <w:bCs/>
          <w:color w:val="001B71"/>
          <w:sz w:val="18"/>
          <w:szCs w:val="18"/>
        </w:rPr>
        <w:t> </w:t>
      </w:r>
      <w:r w:rsidRPr="00625906">
        <w:rPr>
          <w:rFonts w:ascii="Garamond" w:hAnsi="Garamond"/>
          <w:bCs/>
        </w:rPr>
        <w:t xml:space="preserve">: </w:t>
      </w:r>
      <w:r w:rsidR="00625906" w:rsidRPr="00625906">
        <w:rPr>
          <w:rFonts w:ascii="Garamond" w:hAnsi="Garamond"/>
          <w:bCs/>
        </w:rPr>
        <w:t>09/11/2020</w:t>
      </w:r>
    </w:p>
    <w:p w14:paraId="4AD6FA0A" w14:textId="77777777" w:rsidR="00EE6676" w:rsidRPr="00625906" w:rsidRDefault="0028551C" w:rsidP="00B51E0C">
      <w:pPr>
        <w:tabs>
          <w:tab w:val="left" w:pos="0"/>
        </w:tabs>
        <w:jc w:val="both"/>
        <w:rPr>
          <w:rFonts w:ascii="Garamond" w:hAnsi="Garamond"/>
          <w:bCs/>
        </w:rPr>
      </w:pPr>
      <w:r>
        <w:rPr>
          <w:bCs/>
        </w:rPr>
        <w:tab/>
      </w:r>
      <w:r w:rsidRPr="00773163">
        <w:rPr>
          <w:rFonts w:ascii="ITC Avant Garde Std Bk" w:hAnsi="ITC Avant Garde Std Bk"/>
          <w:bCs/>
          <w:color w:val="001B71"/>
          <w:sz w:val="18"/>
          <w:szCs w:val="18"/>
        </w:rPr>
        <w:t>VALIDITE JUSQU’AU</w:t>
      </w:r>
      <w:r w:rsidR="00463180" w:rsidRPr="00773163">
        <w:rPr>
          <w:rFonts w:ascii="ITC Avant Garde Std Bk" w:hAnsi="ITC Avant Garde Std Bk"/>
          <w:bCs/>
          <w:color w:val="001B71"/>
          <w:sz w:val="18"/>
          <w:szCs w:val="18"/>
        </w:rPr>
        <w:t xml:space="preserve"> </w:t>
      </w:r>
      <w:r w:rsidRPr="00773163">
        <w:rPr>
          <w:rFonts w:ascii="ITC Avant Garde Std Bk" w:hAnsi="ITC Avant Garde Std Bk"/>
          <w:bCs/>
          <w:color w:val="001B71"/>
          <w:sz w:val="18"/>
          <w:szCs w:val="18"/>
        </w:rPr>
        <w:t xml:space="preserve">: </w:t>
      </w:r>
      <w:r w:rsidR="00625906" w:rsidRPr="00625906">
        <w:rPr>
          <w:rFonts w:ascii="Garamond" w:hAnsi="Garamond"/>
          <w:bCs/>
        </w:rPr>
        <w:t>09/11/2025</w:t>
      </w:r>
    </w:p>
    <w:p w14:paraId="34431E96" w14:textId="77777777" w:rsidR="00EE6676" w:rsidRPr="000F3B97" w:rsidRDefault="00EE6676">
      <w:pPr>
        <w:tabs>
          <w:tab w:val="left" w:pos="4536"/>
        </w:tabs>
        <w:jc w:val="both"/>
        <w:rPr>
          <w:rFonts w:ascii="Garamond" w:hAnsi="Garamond"/>
          <w:bCs/>
        </w:rPr>
      </w:pPr>
    </w:p>
    <w:p w14:paraId="0DF928E0" w14:textId="77777777" w:rsidR="00EE6676" w:rsidRPr="00172E04" w:rsidRDefault="0028551C" w:rsidP="00172E04">
      <w:pPr>
        <w:tabs>
          <w:tab w:val="left" w:pos="4536"/>
        </w:tabs>
        <w:jc w:val="center"/>
        <w:rPr>
          <w:rFonts w:ascii="ITC Avant Garde Std Md" w:hAnsi="ITC Avant Garde Std Md"/>
          <w:b/>
          <w:bCs/>
          <w:color w:val="68A827"/>
          <w:u w:val="single"/>
        </w:rPr>
      </w:pPr>
      <w:r w:rsidRPr="00172E04">
        <w:rPr>
          <w:rFonts w:ascii="ITC Avant Garde Std Md" w:hAnsi="ITC Avant Garde Std Md"/>
          <w:b/>
          <w:bCs/>
          <w:color w:val="68A827"/>
          <w:u w:val="single"/>
        </w:rPr>
        <w:t>TYPE D’OPERATION</w:t>
      </w:r>
      <w:r w:rsidR="000F3B97">
        <w:rPr>
          <w:rFonts w:ascii="ITC Avant Garde Std Md" w:hAnsi="ITC Avant Garde Std Md"/>
          <w:b/>
          <w:bCs/>
          <w:color w:val="68A827"/>
          <w:u w:val="single"/>
        </w:rPr>
        <w:t> :</w:t>
      </w:r>
    </w:p>
    <w:p w14:paraId="2AA1DEAF" w14:textId="77777777" w:rsidR="00EE6676" w:rsidRPr="00773163" w:rsidRDefault="0028551C">
      <w:pPr>
        <w:pStyle w:val="Titre6"/>
        <w:tabs>
          <w:tab w:val="left" w:pos="2552"/>
          <w:tab w:val="left" w:pos="5103"/>
        </w:tabs>
        <w:rPr>
          <w:rFonts w:ascii="ITC Avant Garde Std Bk Cn" w:hAnsi="ITC Avant Garde Std Bk Cn"/>
          <w:b w:val="0"/>
          <w:bCs/>
          <w:color w:val="001B71"/>
        </w:rPr>
      </w:pPr>
      <w:r w:rsidRPr="00773163">
        <w:rPr>
          <w:rFonts w:ascii="ITC Avant Garde Std Bk Cn" w:hAnsi="ITC Avant Garde Std Bk Cn"/>
          <w:b w:val="0"/>
          <w:bCs/>
          <w:color w:val="001B71"/>
        </w:rPr>
        <w:t>PECHE ELECTRIQUE :</w:t>
      </w:r>
      <w:r w:rsidR="00F92AF5" w:rsidRPr="00773163">
        <w:rPr>
          <w:rFonts w:ascii="ITC Avant Garde Std Bk Cn" w:hAnsi="ITC Avant Garde Std Bk Cn"/>
          <w:b w:val="0"/>
          <w:bCs/>
          <w:color w:val="001B71"/>
        </w:rPr>
        <w:tab/>
      </w:r>
      <w:r w:rsidR="000F3B97" w:rsidRPr="00773163">
        <w:rPr>
          <w:rFonts w:ascii="ITC Avant Garde Std Bk Cn" w:hAnsi="ITC Avant Garde Std Bk Cn"/>
          <w:b w:val="0"/>
          <w:bCs/>
          <w:color w:val="001B71"/>
        </w:rPr>
        <w:t>I</w:t>
      </w:r>
      <w:r w:rsidRPr="00773163">
        <w:rPr>
          <w:rFonts w:ascii="ITC Avant Garde Std Bk Cn" w:hAnsi="ITC Avant Garde Std Bk Cn"/>
          <w:b w:val="0"/>
          <w:bCs/>
          <w:color w:val="001B71"/>
        </w:rPr>
        <w:t>nventaire</w:t>
      </w:r>
      <w:r w:rsidR="000F3B97" w:rsidRPr="00773163">
        <w:rPr>
          <w:rFonts w:ascii="ITC Avant Garde Std Bk Cn" w:hAnsi="ITC Avant Garde Std Bk Cn"/>
          <w:b w:val="0"/>
          <w:bCs/>
          <w:color w:val="001B71"/>
        </w:rPr>
        <w:t xml:space="preserve">  </w:t>
      </w:r>
      <w:sdt>
        <w:sdtPr>
          <w:rPr>
            <w:rFonts w:ascii="ITC Avant Garde Std Bk Cn" w:hAnsi="ITC Avant Garde Std Bk Cn"/>
            <w:b w:val="0"/>
            <w:bCs/>
            <w:color w:val="001B71"/>
          </w:rPr>
          <w:id w:val="-1920731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7FF1">
            <w:rPr>
              <w:rFonts w:ascii="MS Gothic" w:eastAsia="MS Gothic" w:hAnsi="MS Gothic" w:hint="eastAsia"/>
              <w:b w:val="0"/>
              <w:bCs/>
              <w:color w:val="001B71"/>
            </w:rPr>
            <w:t>☐</w:t>
          </w:r>
        </w:sdtContent>
      </w:sdt>
      <w:r w:rsidR="000F3B97" w:rsidRPr="00773163">
        <w:rPr>
          <w:rFonts w:ascii="ITC Avant Garde Std Bk Cn" w:hAnsi="ITC Avant Garde Std Bk Cn"/>
          <w:b w:val="0"/>
          <w:bCs/>
          <w:color w:val="001B71"/>
        </w:rPr>
        <w:t xml:space="preserve">  </w:t>
      </w:r>
      <w:r w:rsidR="00463180" w:rsidRPr="00773163">
        <w:rPr>
          <w:rFonts w:ascii="ITC Avant Garde Std Bk Cn" w:hAnsi="ITC Avant Garde Std Bk Cn"/>
          <w:b w:val="0"/>
          <w:bCs/>
          <w:color w:val="001B71"/>
        </w:rPr>
        <w:t>S</w:t>
      </w:r>
      <w:r w:rsidR="000F3B97" w:rsidRPr="00773163">
        <w:rPr>
          <w:rFonts w:ascii="ITC Avant Garde Std Bk Cn" w:hAnsi="ITC Avant Garde Std Bk Cn"/>
          <w:b w:val="0"/>
          <w:bCs/>
          <w:color w:val="001B71"/>
        </w:rPr>
        <w:t xml:space="preserve">auvetage </w:t>
      </w:r>
      <w:sdt>
        <w:sdtPr>
          <w:rPr>
            <w:rFonts w:ascii="ITC Avant Garde Std Bk Cn" w:hAnsi="ITC Avant Garde Std Bk Cn"/>
            <w:b w:val="0"/>
            <w:bCs/>
            <w:color w:val="001B71"/>
          </w:rPr>
          <w:id w:val="-1989628105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017FF1">
            <w:rPr>
              <w:rFonts w:ascii="MS Gothic" w:eastAsia="MS Gothic" w:hAnsi="MS Gothic" w:hint="eastAsia"/>
              <w:b w:val="0"/>
              <w:bCs/>
              <w:color w:val="001B71"/>
            </w:rPr>
            <w:t>☒</w:t>
          </w:r>
        </w:sdtContent>
      </w:sdt>
      <w:r w:rsidR="000F3B97" w:rsidRPr="00773163">
        <w:rPr>
          <w:rFonts w:ascii="ITC Avant Garde Std Bk Cn" w:hAnsi="ITC Avant Garde Std Bk Cn"/>
          <w:b w:val="0"/>
          <w:bCs/>
          <w:color w:val="001B71"/>
        </w:rPr>
        <w:t xml:space="preserve">  </w:t>
      </w:r>
      <w:r w:rsidR="00463180" w:rsidRPr="00773163">
        <w:rPr>
          <w:rFonts w:ascii="ITC Avant Garde Std Bk Cn" w:hAnsi="ITC Avant Garde Std Bk Cn"/>
          <w:b w:val="0"/>
          <w:bCs/>
          <w:color w:val="001B71"/>
        </w:rPr>
        <w:t>S</w:t>
      </w:r>
      <w:r w:rsidRPr="00773163">
        <w:rPr>
          <w:rFonts w:ascii="ITC Avant Garde Std Bk Cn" w:hAnsi="ITC Avant Garde Std Bk Cn"/>
          <w:b w:val="0"/>
          <w:bCs/>
          <w:color w:val="001B71"/>
        </w:rPr>
        <w:t xml:space="preserve">ondage </w:t>
      </w:r>
      <w:sdt>
        <w:sdtPr>
          <w:rPr>
            <w:rFonts w:ascii="ITC Avant Garde Std Bk Cn" w:hAnsi="ITC Avant Garde Std Bk Cn"/>
            <w:b w:val="0"/>
            <w:bCs/>
            <w:color w:val="001B71"/>
          </w:rPr>
          <w:id w:val="15211956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F3B97" w:rsidRPr="00773163">
            <w:rPr>
              <w:rFonts w:ascii="Segoe UI Symbol" w:eastAsia="MS Gothic" w:hAnsi="Segoe UI Symbol" w:cs="Segoe UI Symbol"/>
              <w:b w:val="0"/>
              <w:bCs/>
              <w:color w:val="001B71"/>
            </w:rPr>
            <w:t>☐</w:t>
          </w:r>
        </w:sdtContent>
      </w:sdt>
    </w:p>
    <w:p w14:paraId="1EE8BA17" w14:textId="77777777" w:rsidR="00EE6676" w:rsidRPr="000F3B97" w:rsidRDefault="00EE6676">
      <w:pPr>
        <w:tabs>
          <w:tab w:val="left" w:pos="2552"/>
          <w:tab w:val="left" w:pos="5103"/>
          <w:tab w:val="left" w:pos="7655"/>
        </w:tabs>
        <w:jc w:val="both"/>
        <w:rPr>
          <w:rFonts w:ascii="Garamond" w:hAnsi="Garamond"/>
          <w:bCs/>
          <w:color w:val="001B71"/>
        </w:rPr>
      </w:pPr>
    </w:p>
    <w:p w14:paraId="6137C804" w14:textId="6D41065F" w:rsidR="00EE6676" w:rsidRPr="000C3651" w:rsidRDefault="0028551C">
      <w:pPr>
        <w:tabs>
          <w:tab w:val="left" w:pos="2552"/>
          <w:tab w:val="left" w:pos="5103"/>
        </w:tabs>
        <w:jc w:val="both"/>
        <w:rPr>
          <w:rFonts w:ascii="Garamond" w:hAnsi="Garamond"/>
          <w:bCs/>
        </w:rPr>
      </w:pPr>
      <w:r w:rsidRPr="00773163">
        <w:rPr>
          <w:rFonts w:ascii="ITC Avant Garde Std Bk" w:hAnsi="ITC Avant Garde Std Bk"/>
          <w:bCs/>
          <w:color w:val="001B71"/>
          <w:sz w:val="18"/>
          <w:szCs w:val="18"/>
        </w:rPr>
        <w:t xml:space="preserve">                                              </w:t>
      </w:r>
      <w:r w:rsidRPr="00773163">
        <w:rPr>
          <w:rFonts w:ascii="ITC Avant Garde Std Bk" w:hAnsi="ITC Avant Garde Std Bk"/>
          <w:bCs/>
          <w:color w:val="001B71"/>
          <w:sz w:val="18"/>
          <w:szCs w:val="18"/>
        </w:rPr>
        <w:tab/>
        <w:t xml:space="preserve">Matériels :  Héron </w:t>
      </w:r>
      <w:sdt>
        <w:sdtPr>
          <w:rPr>
            <w:rFonts w:ascii="ITC Avant Garde Std Bk" w:hAnsi="ITC Avant Garde Std Bk"/>
            <w:bCs/>
            <w:color w:val="001B71"/>
            <w:sz w:val="16"/>
            <w:szCs w:val="16"/>
          </w:rPr>
          <w:id w:val="-18103960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7178A">
            <w:rPr>
              <w:rFonts w:ascii="MS Gothic" w:eastAsia="MS Gothic" w:hAnsi="MS Gothic" w:hint="eastAsia"/>
              <w:bCs/>
              <w:color w:val="001B71"/>
              <w:sz w:val="16"/>
              <w:szCs w:val="16"/>
            </w:rPr>
            <w:t>☐</w:t>
          </w:r>
        </w:sdtContent>
      </w:sdt>
      <w:r w:rsidRPr="00773163">
        <w:rPr>
          <w:rFonts w:ascii="ITC Avant Garde Std Bk" w:hAnsi="ITC Avant Garde Std Bk"/>
          <w:bCs/>
          <w:color w:val="001B71"/>
          <w:sz w:val="18"/>
          <w:szCs w:val="18"/>
        </w:rPr>
        <w:t xml:space="preserve">   </w:t>
      </w:r>
      <w:r w:rsidRPr="00773163">
        <w:rPr>
          <w:rFonts w:ascii="ITC Avant Garde Std Bk" w:hAnsi="ITC Avant Garde Std Bk"/>
          <w:bCs/>
          <w:color w:val="001B71"/>
          <w:sz w:val="18"/>
          <w:szCs w:val="18"/>
        </w:rPr>
        <w:tab/>
      </w:r>
      <w:r w:rsidR="000F3B97" w:rsidRPr="00773163">
        <w:rPr>
          <w:rFonts w:ascii="ITC Avant Garde Std Bk" w:hAnsi="ITC Avant Garde Std Bk"/>
          <w:bCs/>
          <w:color w:val="001B71"/>
          <w:sz w:val="18"/>
          <w:szCs w:val="18"/>
        </w:rPr>
        <w:t>EFKO</w:t>
      </w:r>
      <w:r w:rsidRPr="00773163">
        <w:rPr>
          <w:rFonts w:ascii="ITC Avant Garde Std Bk" w:hAnsi="ITC Avant Garde Std Bk"/>
          <w:bCs/>
          <w:color w:val="001B71"/>
          <w:sz w:val="18"/>
          <w:szCs w:val="18"/>
        </w:rPr>
        <w:t xml:space="preserve"> </w:t>
      </w:r>
      <w:sdt>
        <w:sdtPr>
          <w:rPr>
            <w:rFonts w:ascii="ITC Avant Garde Std Bk" w:hAnsi="ITC Avant Garde Std Bk"/>
            <w:bCs/>
            <w:color w:val="001B71"/>
            <w:sz w:val="16"/>
            <w:szCs w:val="16"/>
          </w:rPr>
          <w:id w:val="157940182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47178A">
            <w:rPr>
              <w:rFonts w:ascii="MS Gothic" w:eastAsia="MS Gothic" w:hAnsi="MS Gothic" w:hint="eastAsia"/>
              <w:bCs/>
              <w:color w:val="001B71"/>
              <w:sz w:val="16"/>
              <w:szCs w:val="16"/>
            </w:rPr>
            <w:t>☒</w:t>
          </w:r>
        </w:sdtContent>
      </w:sdt>
      <w:r w:rsidR="000C3651" w:rsidRPr="00773163">
        <w:rPr>
          <w:rFonts w:ascii="ITC Avant Garde Std Bk" w:hAnsi="ITC Avant Garde Std Bk"/>
          <w:bCs/>
          <w:color w:val="001B71"/>
          <w:sz w:val="18"/>
          <w:szCs w:val="18"/>
        </w:rPr>
        <w:tab/>
        <w:t xml:space="preserve"> anode et épuisettes : </w:t>
      </w:r>
      <w:r w:rsidR="000C3651" w:rsidRPr="000C3651">
        <w:rPr>
          <w:rFonts w:ascii="Garamond" w:hAnsi="Garamond"/>
          <w:bCs/>
        </w:rPr>
        <w:t xml:space="preserve"> </w:t>
      </w:r>
      <w:r w:rsidR="00017FF1">
        <w:rPr>
          <w:rFonts w:ascii="Garamond" w:hAnsi="Garamond"/>
          <w:bCs/>
        </w:rPr>
        <w:t xml:space="preserve">1 </w:t>
      </w:r>
      <w:r w:rsidR="000C3651" w:rsidRPr="000C3651">
        <w:rPr>
          <w:rFonts w:ascii="Garamond" w:hAnsi="Garamond"/>
          <w:bCs/>
        </w:rPr>
        <w:t xml:space="preserve">anode </w:t>
      </w:r>
      <w:proofErr w:type="gramStart"/>
      <w:r w:rsidR="000C3651" w:rsidRPr="000C3651">
        <w:rPr>
          <w:rFonts w:ascii="Garamond" w:hAnsi="Garamond"/>
          <w:bCs/>
        </w:rPr>
        <w:t xml:space="preserve">et  </w:t>
      </w:r>
      <w:r w:rsidR="0047178A">
        <w:rPr>
          <w:rFonts w:ascii="Garamond" w:hAnsi="Garamond"/>
          <w:bCs/>
        </w:rPr>
        <w:t>1</w:t>
      </w:r>
      <w:proofErr w:type="gramEnd"/>
      <w:r w:rsidR="0047178A">
        <w:rPr>
          <w:rFonts w:ascii="Garamond" w:hAnsi="Garamond"/>
          <w:bCs/>
        </w:rPr>
        <w:t xml:space="preserve"> épuisette</w:t>
      </w:r>
    </w:p>
    <w:p w14:paraId="34011C1E" w14:textId="77777777" w:rsidR="00EE6676" w:rsidRPr="000F3B97" w:rsidRDefault="00EE6676">
      <w:pPr>
        <w:tabs>
          <w:tab w:val="left" w:pos="2552"/>
          <w:tab w:val="left" w:pos="5103"/>
        </w:tabs>
        <w:jc w:val="both"/>
        <w:rPr>
          <w:rFonts w:ascii="Garamond" w:hAnsi="Garamond"/>
          <w:bCs/>
          <w:color w:val="001B71"/>
        </w:rPr>
      </w:pPr>
    </w:p>
    <w:p w14:paraId="29A07C7F" w14:textId="5B785BB6" w:rsidR="0047178A" w:rsidRPr="000F3B97" w:rsidRDefault="0028551C" w:rsidP="0047178A">
      <w:pPr>
        <w:tabs>
          <w:tab w:val="left" w:pos="2552"/>
          <w:tab w:val="left" w:pos="3261"/>
        </w:tabs>
        <w:jc w:val="both"/>
        <w:rPr>
          <w:rFonts w:ascii="Garamond" w:hAnsi="Garamond"/>
          <w:bCs/>
        </w:rPr>
      </w:pPr>
      <w:r w:rsidRPr="00773163">
        <w:rPr>
          <w:rFonts w:ascii="ITC Avant Garde Std Bk" w:hAnsi="ITC Avant Garde Std Bk"/>
          <w:bCs/>
          <w:color w:val="001B71"/>
          <w:sz w:val="18"/>
          <w:szCs w:val="18"/>
        </w:rPr>
        <w:t xml:space="preserve">                                       </w:t>
      </w:r>
      <w:r w:rsidRPr="00773163">
        <w:rPr>
          <w:rFonts w:ascii="ITC Avant Garde Std Bk" w:hAnsi="ITC Avant Garde Std Bk"/>
          <w:bCs/>
          <w:color w:val="001B71"/>
          <w:sz w:val="18"/>
          <w:szCs w:val="18"/>
        </w:rPr>
        <w:tab/>
        <w:t xml:space="preserve">Motif : </w:t>
      </w:r>
      <w:r w:rsidRPr="000F3B97">
        <w:rPr>
          <w:rFonts w:ascii="Garamond" w:hAnsi="Garamond"/>
          <w:bCs/>
        </w:rPr>
        <w:tab/>
      </w:r>
      <w:r w:rsidR="00AC4401">
        <w:rPr>
          <w:rFonts w:ascii="Garamond" w:hAnsi="Garamond"/>
          <w:bCs/>
        </w:rPr>
        <w:t xml:space="preserve">réfection du pont, </w:t>
      </w:r>
      <w:r w:rsidR="0047178A">
        <w:rPr>
          <w:rFonts w:ascii="Garamond" w:hAnsi="Garamond"/>
          <w:bCs/>
        </w:rPr>
        <w:t>entreprise MCD TP</w:t>
      </w:r>
    </w:p>
    <w:p w14:paraId="0CD4E690" w14:textId="729E4E50" w:rsidR="00EE6676" w:rsidRPr="000F3B97" w:rsidRDefault="00EE6676">
      <w:pPr>
        <w:tabs>
          <w:tab w:val="left" w:pos="2552"/>
          <w:tab w:val="left" w:pos="3261"/>
        </w:tabs>
        <w:jc w:val="both"/>
        <w:rPr>
          <w:rFonts w:ascii="Garamond" w:hAnsi="Garamond"/>
          <w:bCs/>
        </w:rPr>
      </w:pPr>
    </w:p>
    <w:p w14:paraId="5E9DCE4B" w14:textId="77777777" w:rsidR="00F92AF5" w:rsidRDefault="00F92AF5" w:rsidP="00F92AF5">
      <w:pPr>
        <w:pStyle w:val="Titre7"/>
        <w:tabs>
          <w:tab w:val="clear" w:pos="4536"/>
        </w:tabs>
        <w:rPr>
          <w:rFonts w:ascii="ITC Avant Garde Std Md" w:hAnsi="ITC Avant Garde Std Md"/>
          <w:color w:val="68A827"/>
          <w:u w:val="single"/>
        </w:rPr>
      </w:pPr>
      <w:r w:rsidRPr="00172E04">
        <w:rPr>
          <w:rFonts w:ascii="ITC Avant Garde Std Md" w:hAnsi="ITC Avant Garde Std Md"/>
          <w:color w:val="68A827"/>
          <w:u w:val="single"/>
        </w:rPr>
        <w:t>PERSONNEL</w:t>
      </w:r>
      <w:r w:rsidR="000F3B97">
        <w:rPr>
          <w:rFonts w:ascii="ITC Avant Garde Std Md" w:hAnsi="ITC Avant Garde Std Md"/>
          <w:color w:val="68A827"/>
          <w:u w:val="single"/>
        </w:rPr>
        <w:t> :</w:t>
      </w:r>
    </w:p>
    <w:p w14:paraId="670004FC" w14:textId="77777777" w:rsidR="00F1656F" w:rsidRPr="00F1656F" w:rsidRDefault="00F1656F" w:rsidP="00F1656F"/>
    <w:p w14:paraId="06CC2D6A" w14:textId="77777777" w:rsidR="00F92AF5" w:rsidRPr="00773163" w:rsidRDefault="00F92AF5" w:rsidP="00F92AF5">
      <w:pPr>
        <w:rPr>
          <w:rFonts w:ascii="ITC Avant Garde Std Bk" w:hAnsi="ITC Avant Garde Std Bk"/>
          <w:bCs/>
          <w:color w:val="001B71"/>
          <w:sz w:val="18"/>
          <w:szCs w:val="18"/>
        </w:rPr>
      </w:pPr>
      <w:r w:rsidRPr="005121D5">
        <w:rPr>
          <w:rFonts w:ascii="ITC Avant Garde Std Bk" w:hAnsi="ITC Avant Garde Std Bk"/>
          <w:bCs/>
          <w:color w:val="001B71"/>
        </w:rPr>
        <w:t>Responsable</w:t>
      </w:r>
      <w:r w:rsidRPr="005121D5">
        <w:rPr>
          <w:rFonts w:ascii="ITC Avant Garde Std Bk" w:hAnsi="ITC Avant Garde Std Bk"/>
          <w:bCs/>
          <w:color w:val="001B71"/>
          <w:sz w:val="18"/>
          <w:szCs w:val="18"/>
        </w:rPr>
        <w:t xml:space="preserve"> de l’</w:t>
      </w:r>
      <w:r w:rsidR="00773163" w:rsidRPr="005121D5">
        <w:rPr>
          <w:rFonts w:ascii="ITC Avant Garde Std Bk" w:hAnsi="ITC Avant Garde Std Bk"/>
          <w:bCs/>
          <w:color w:val="001B71"/>
          <w:sz w:val="18"/>
          <w:szCs w:val="18"/>
        </w:rPr>
        <w:t>exécution</w:t>
      </w:r>
      <w:r w:rsidRPr="005121D5">
        <w:rPr>
          <w:rFonts w:ascii="ITC Avant Garde Std Bk" w:hAnsi="ITC Avant Garde Std Bk"/>
          <w:bCs/>
          <w:color w:val="001B71"/>
          <w:sz w:val="18"/>
          <w:szCs w:val="18"/>
        </w:rPr>
        <w:t xml:space="preserve"> matérielle de </w:t>
      </w:r>
      <w:r w:rsidR="00773163" w:rsidRPr="005121D5">
        <w:rPr>
          <w:rFonts w:ascii="ITC Avant Garde Std Bk" w:hAnsi="ITC Avant Garde Std Bk"/>
          <w:bCs/>
          <w:color w:val="001B71"/>
          <w:sz w:val="18"/>
          <w:szCs w:val="18"/>
        </w:rPr>
        <w:t>l’opération</w:t>
      </w:r>
      <w:r w:rsidR="00773163" w:rsidRPr="00773163">
        <w:rPr>
          <w:rFonts w:ascii="ITC Avant Garde Std Bk" w:hAnsi="ITC Avant Garde Std Bk"/>
          <w:bCs/>
          <w:color w:val="001B71"/>
          <w:sz w:val="18"/>
          <w:szCs w:val="18"/>
        </w:rPr>
        <w:t xml:space="preserve"> :</w:t>
      </w:r>
      <w:r w:rsidRPr="00773163">
        <w:rPr>
          <w:rFonts w:ascii="ITC Avant Garde Std Bk" w:hAnsi="ITC Avant Garde Std Bk"/>
          <w:bCs/>
          <w:color w:val="001B71"/>
          <w:sz w:val="18"/>
          <w:szCs w:val="18"/>
        </w:rPr>
        <w:t xml:space="preserve"> </w:t>
      </w:r>
      <w:r w:rsidR="000F3B97" w:rsidRPr="000F3B97">
        <w:rPr>
          <w:rFonts w:ascii="Garamond" w:hAnsi="Garamond"/>
          <w:bCs/>
        </w:rPr>
        <w:t>GRES, Pierre, responsable du service technique</w:t>
      </w:r>
    </w:p>
    <w:p w14:paraId="61F6E444" w14:textId="02E45273" w:rsidR="005121D5" w:rsidRPr="005801FF" w:rsidRDefault="00F92AF5" w:rsidP="005801FF">
      <w:pPr>
        <w:rPr>
          <w:rFonts w:ascii="Garamond" w:hAnsi="Garamond"/>
          <w:bCs/>
        </w:rPr>
      </w:pPr>
      <w:r w:rsidRPr="00773163">
        <w:rPr>
          <w:rFonts w:ascii="ITC Avant Garde Std Bk" w:hAnsi="ITC Avant Garde Std Bk"/>
          <w:bCs/>
          <w:color w:val="001B71"/>
          <w:sz w:val="18"/>
          <w:szCs w:val="18"/>
        </w:rPr>
        <w:t>Participants (nom, service) :</w:t>
      </w:r>
      <w:r>
        <w:rPr>
          <w:bCs/>
        </w:rPr>
        <w:t xml:space="preserve"> </w:t>
      </w:r>
      <w:r w:rsidR="00F1656F">
        <w:rPr>
          <w:bCs/>
        </w:rPr>
        <w:tab/>
      </w:r>
      <w:r w:rsidR="00A57D71">
        <w:rPr>
          <w:bCs/>
        </w:rPr>
        <w:t>M</w:t>
      </w:r>
      <w:r w:rsidR="000C3651">
        <w:rPr>
          <w:rFonts w:ascii="Garamond" w:hAnsi="Garamond"/>
          <w:bCs/>
        </w:rPr>
        <w:t>M</w:t>
      </w:r>
      <w:r w:rsidR="00BD40BD">
        <w:rPr>
          <w:rFonts w:ascii="Garamond" w:hAnsi="Garamond"/>
          <w:bCs/>
        </w:rPr>
        <w:t xml:space="preserve"> . </w:t>
      </w:r>
      <w:r w:rsidR="006E7620" w:rsidRPr="005801FF">
        <w:rPr>
          <w:rFonts w:ascii="Garamond" w:hAnsi="Garamond"/>
          <w:bCs/>
        </w:rPr>
        <w:t>SCARAMUZZI</w:t>
      </w:r>
      <w:r w:rsidR="00017FF1">
        <w:rPr>
          <w:rFonts w:ascii="Garamond" w:hAnsi="Garamond"/>
          <w:bCs/>
        </w:rPr>
        <w:t>, A</w:t>
      </w:r>
      <w:r w:rsidR="006E7620" w:rsidRPr="005801FF">
        <w:rPr>
          <w:rFonts w:ascii="Garamond" w:hAnsi="Garamond"/>
          <w:bCs/>
        </w:rPr>
        <w:t xml:space="preserve"> </w:t>
      </w:r>
      <w:r w:rsidR="005801FF" w:rsidRPr="005801FF">
        <w:rPr>
          <w:rFonts w:ascii="Garamond" w:hAnsi="Garamond"/>
          <w:bCs/>
        </w:rPr>
        <w:t>(serv tech)</w:t>
      </w:r>
      <w:r w:rsidR="00017FF1">
        <w:rPr>
          <w:rFonts w:ascii="Garamond" w:hAnsi="Garamond"/>
          <w:bCs/>
        </w:rPr>
        <w:t xml:space="preserve">, </w:t>
      </w:r>
    </w:p>
    <w:p w14:paraId="579FFDB6" w14:textId="77777777" w:rsidR="00EE6676" w:rsidRPr="005801FF" w:rsidRDefault="00EE6676">
      <w:pPr>
        <w:tabs>
          <w:tab w:val="left" w:pos="2552"/>
        </w:tabs>
        <w:jc w:val="both"/>
        <w:rPr>
          <w:rFonts w:ascii="Garamond" w:hAnsi="Garamond"/>
          <w:bCs/>
        </w:rPr>
      </w:pPr>
    </w:p>
    <w:p w14:paraId="2FD5165F" w14:textId="77777777" w:rsidR="00EE6676" w:rsidRDefault="0028551C">
      <w:pPr>
        <w:pStyle w:val="Titre7"/>
        <w:tabs>
          <w:tab w:val="clear" w:pos="4536"/>
        </w:tabs>
        <w:rPr>
          <w:rFonts w:ascii="ITC Avant Garde Std Md" w:hAnsi="ITC Avant Garde Std Md"/>
          <w:color w:val="68A827"/>
          <w:u w:val="single"/>
        </w:rPr>
      </w:pPr>
      <w:r w:rsidRPr="00172E04">
        <w:rPr>
          <w:rFonts w:ascii="ITC Avant Garde Std Md" w:hAnsi="ITC Avant Garde Std Md"/>
          <w:color w:val="68A827"/>
          <w:u w:val="single"/>
        </w:rPr>
        <w:t>LIEU D’INTERVENTION</w:t>
      </w:r>
      <w:r w:rsidR="000F3B97">
        <w:rPr>
          <w:rFonts w:ascii="ITC Avant Garde Std Md" w:hAnsi="ITC Avant Garde Std Md"/>
          <w:color w:val="68A827"/>
          <w:u w:val="single"/>
        </w:rPr>
        <w:t> :</w:t>
      </w:r>
    </w:p>
    <w:p w14:paraId="1CC7F987" w14:textId="77777777" w:rsidR="00F1656F" w:rsidRPr="00F1656F" w:rsidRDefault="00F1656F" w:rsidP="00F1656F"/>
    <w:p w14:paraId="3EBC80AB" w14:textId="2E483330" w:rsidR="00EE6676" w:rsidRPr="000F3B97" w:rsidRDefault="00773163">
      <w:pPr>
        <w:tabs>
          <w:tab w:val="left" w:pos="5670"/>
        </w:tabs>
        <w:jc w:val="both"/>
        <w:rPr>
          <w:rFonts w:ascii="Garamond" w:hAnsi="Garamond"/>
          <w:bCs/>
        </w:rPr>
      </w:pPr>
      <w:r w:rsidRPr="00773163">
        <w:rPr>
          <w:rFonts w:ascii="ITC Avant Garde Std Bk" w:hAnsi="ITC Avant Garde Std Bk"/>
          <w:bCs/>
          <w:color w:val="001B71"/>
          <w:sz w:val="18"/>
          <w:szCs w:val="18"/>
        </w:rPr>
        <w:t>Commune :</w:t>
      </w:r>
      <w:r w:rsidR="000F3B97" w:rsidRPr="00773163">
        <w:rPr>
          <w:rFonts w:ascii="ITC Avant Garde Std Bk" w:hAnsi="ITC Avant Garde Std Bk"/>
          <w:bCs/>
          <w:color w:val="001B71"/>
          <w:sz w:val="18"/>
          <w:szCs w:val="18"/>
        </w:rPr>
        <w:t xml:space="preserve"> </w:t>
      </w:r>
      <w:r w:rsidR="00381011">
        <w:rPr>
          <w:rFonts w:ascii="Garamond" w:hAnsi="Garamond"/>
          <w:bCs/>
        </w:rPr>
        <w:t xml:space="preserve">  </w:t>
      </w:r>
      <w:r w:rsidR="0047178A">
        <w:rPr>
          <w:rFonts w:ascii="Garamond" w:hAnsi="Garamond"/>
          <w:bCs/>
        </w:rPr>
        <w:t>SAINTE COLOMBE SUR GAND</w:t>
      </w:r>
      <w:r w:rsidR="00381011">
        <w:rPr>
          <w:rFonts w:ascii="Garamond" w:hAnsi="Garamond"/>
          <w:bCs/>
        </w:rPr>
        <w:t xml:space="preserve"> </w:t>
      </w:r>
      <w:r w:rsidR="0028551C" w:rsidRPr="00773163">
        <w:rPr>
          <w:rFonts w:ascii="ITC Avant Garde Std Bk" w:hAnsi="ITC Avant Garde Std Bk"/>
          <w:bCs/>
          <w:color w:val="001B71"/>
          <w:sz w:val="18"/>
          <w:szCs w:val="18"/>
        </w:rPr>
        <w:t xml:space="preserve">Lieu-dit : </w:t>
      </w:r>
      <w:r w:rsidR="00AC4401">
        <w:rPr>
          <w:rFonts w:ascii="Garamond" w:hAnsi="Garamond"/>
          <w:bCs/>
          <w:szCs w:val="18"/>
        </w:rPr>
        <w:t xml:space="preserve">Pont </w:t>
      </w:r>
      <w:r w:rsidR="0047178A">
        <w:rPr>
          <w:rFonts w:ascii="Garamond" w:hAnsi="Garamond"/>
          <w:bCs/>
          <w:szCs w:val="18"/>
        </w:rPr>
        <w:t>Gonon (aval confluence du rau de Gonon)</w:t>
      </w:r>
    </w:p>
    <w:p w14:paraId="60A0E4AE" w14:textId="77777777" w:rsidR="00EE6676" w:rsidRPr="000F3B97" w:rsidRDefault="00EE6676">
      <w:pPr>
        <w:tabs>
          <w:tab w:val="left" w:pos="6804"/>
        </w:tabs>
        <w:jc w:val="both"/>
        <w:rPr>
          <w:rFonts w:ascii="Garamond" w:hAnsi="Garamond"/>
          <w:b/>
        </w:rPr>
      </w:pPr>
    </w:p>
    <w:p w14:paraId="1771C8C5" w14:textId="350E8732" w:rsidR="00EE6676" w:rsidRDefault="0028551C">
      <w:pPr>
        <w:tabs>
          <w:tab w:val="left" w:pos="6804"/>
        </w:tabs>
        <w:jc w:val="both"/>
        <w:rPr>
          <w:bCs/>
        </w:rPr>
      </w:pPr>
      <w:r w:rsidRPr="00773163">
        <w:rPr>
          <w:rFonts w:ascii="ITC Avant Garde Std Bk" w:hAnsi="ITC Avant Garde Std Bk"/>
          <w:bCs/>
          <w:color w:val="001B71"/>
          <w:sz w:val="18"/>
          <w:szCs w:val="18"/>
        </w:rPr>
        <w:t xml:space="preserve">Nom du milieu aquatique : </w:t>
      </w:r>
      <w:r>
        <w:rPr>
          <w:bCs/>
        </w:rPr>
        <w:t xml:space="preserve"> </w:t>
      </w:r>
      <w:r w:rsidR="0047178A">
        <w:rPr>
          <w:bCs/>
        </w:rPr>
        <w:t>Bernand</w:t>
      </w:r>
      <w:r w:rsidRPr="00773163">
        <w:rPr>
          <w:rFonts w:ascii="ITC Avant Garde Std Bk" w:hAnsi="ITC Avant Garde Std Bk"/>
          <w:bCs/>
          <w:color w:val="001B71"/>
          <w:sz w:val="18"/>
          <w:szCs w:val="18"/>
        </w:rPr>
        <w:tab/>
        <w:t xml:space="preserve">Bassin versant : </w:t>
      </w:r>
      <w:r w:rsidR="0047178A">
        <w:rPr>
          <w:rFonts w:ascii="Garamond" w:hAnsi="Garamond"/>
          <w:bCs/>
          <w:szCs w:val="18"/>
        </w:rPr>
        <w:t>Bernand</w:t>
      </w:r>
    </w:p>
    <w:p w14:paraId="032FF414" w14:textId="77777777" w:rsidR="00EE6676" w:rsidRPr="000F3B97" w:rsidRDefault="00EE6676">
      <w:pPr>
        <w:tabs>
          <w:tab w:val="left" w:pos="6804"/>
        </w:tabs>
        <w:jc w:val="both"/>
        <w:rPr>
          <w:rFonts w:ascii="Garamond" w:hAnsi="Garamond"/>
          <w:b/>
        </w:rPr>
      </w:pPr>
    </w:p>
    <w:p w14:paraId="61B353D1" w14:textId="77777777" w:rsidR="00EE6676" w:rsidRPr="00773163" w:rsidRDefault="0047178A">
      <w:pPr>
        <w:tabs>
          <w:tab w:val="left" w:pos="1985"/>
          <w:tab w:val="left" w:pos="3828"/>
          <w:tab w:val="left" w:pos="5103"/>
          <w:tab w:val="left" w:pos="6804"/>
          <w:tab w:val="left" w:pos="8647"/>
          <w:tab w:val="left" w:pos="9498"/>
        </w:tabs>
        <w:jc w:val="both"/>
        <w:rPr>
          <w:rFonts w:ascii="ITC Avant Garde Std Bk" w:hAnsi="ITC Avant Garde Std Bk"/>
          <w:bCs/>
          <w:color w:val="001B71"/>
          <w:sz w:val="18"/>
          <w:szCs w:val="18"/>
        </w:rPr>
      </w:pPr>
      <w:sdt>
        <w:sdtPr>
          <w:rPr>
            <w:rFonts w:ascii="ITC Avant Garde Std Bk" w:hAnsi="ITC Avant Garde Std Bk"/>
            <w:bCs/>
            <w:color w:val="001B71"/>
            <w:sz w:val="16"/>
            <w:szCs w:val="16"/>
          </w:rPr>
          <w:id w:val="-121342057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0C3651" w:rsidRPr="00773163">
            <w:rPr>
              <w:rFonts w:ascii="Segoe UI Symbol" w:eastAsia="MS Gothic" w:hAnsi="Segoe UI Symbol" w:cs="Segoe UI Symbol"/>
              <w:bCs/>
              <w:color w:val="001B71"/>
              <w:sz w:val="16"/>
              <w:szCs w:val="16"/>
            </w:rPr>
            <w:t>☒</w:t>
          </w:r>
        </w:sdtContent>
      </w:sdt>
      <w:r w:rsidR="00463180" w:rsidRPr="00773163">
        <w:rPr>
          <w:rFonts w:ascii="ITC Avant Garde Std Bk" w:hAnsi="ITC Avant Garde Std Bk"/>
          <w:bCs/>
          <w:color w:val="001B71"/>
          <w:sz w:val="18"/>
          <w:szCs w:val="18"/>
        </w:rPr>
        <w:t xml:space="preserve"> </w:t>
      </w:r>
      <w:r w:rsidR="0028551C" w:rsidRPr="00773163">
        <w:rPr>
          <w:rFonts w:ascii="ITC Avant Garde Std Bk" w:hAnsi="ITC Avant Garde Std Bk"/>
          <w:bCs/>
          <w:color w:val="001B71"/>
          <w:sz w:val="18"/>
          <w:szCs w:val="18"/>
        </w:rPr>
        <w:t xml:space="preserve">Cours d’eau   </w:t>
      </w:r>
      <w:r w:rsidR="0028551C" w:rsidRPr="00773163">
        <w:rPr>
          <w:rFonts w:ascii="ITC Avant Garde Std Bk" w:hAnsi="ITC Avant Garde Std Bk"/>
          <w:bCs/>
          <w:color w:val="001B71"/>
          <w:sz w:val="18"/>
          <w:szCs w:val="18"/>
        </w:rPr>
        <w:tab/>
      </w:r>
      <w:sdt>
        <w:sdtPr>
          <w:rPr>
            <w:rFonts w:ascii="ITC Avant Garde Std Bk" w:hAnsi="ITC Avant Garde Std Bk"/>
            <w:bCs/>
            <w:color w:val="001B71"/>
            <w:sz w:val="16"/>
            <w:szCs w:val="16"/>
          </w:rPr>
          <w:id w:val="-20411966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F3B97" w:rsidRPr="00773163">
            <w:rPr>
              <w:rFonts w:ascii="Segoe UI Symbol" w:eastAsia="MS Gothic" w:hAnsi="Segoe UI Symbol" w:cs="Segoe UI Symbol"/>
              <w:bCs/>
              <w:color w:val="001B71"/>
              <w:sz w:val="16"/>
              <w:szCs w:val="16"/>
            </w:rPr>
            <w:t>☐</w:t>
          </w:r>
        </w:sdtContent>
      </w:sdt>
      <w:r w:rsidR="00463180" w:rsidRPr="00773163">
        <w:rPr>
          <w:rFonts w:ascii="ITC Avant Garde Std Bk" w:hAnsi="ITC Avant Garde Std Bk"/>
          <w:bCs/>
          <w:color w:val="001B71"/>
          <w:sz w:val="18"/>
          <w:szCs w:val="18"/>
        </w:rPr>
        <w:t xml:space="preserve"> </w:t>
      </w:r>
      <w:r w:rsidR="0028551C" w:rsidRPr="00773163">
        <w:rPr>
          <w:rFonts w:ascii="ITC Avant Garde Std Bk" w:hAnsi="ITC Avant Garde Std Bk"/>
          <w:bCs/>
          <w:color w:val="001B71"/>
          <w:sz w:val="18"/>
          <w:szCs w:val="18"/>
        </w:rPr>
        <w:t xml:space="preserve">Plan d’eau     </w:t>
      </w:r>
      <w:r w:rsidR="0028551C" w:rsidRPr="00773163">
        <w:rPr>
          <w:rFonts w:ascii="ITC Avant Garde Std Bk" w:hAnsi="ITC Avant Garde Std Bk"/>
          <w:bCs/>
          <w:color w:val="001B71"/>
          <w:sz w:val="18"/>
          <w:szCs w:val="18"/>
        </w:rPr>
        <w:tab/>
      </w:r>
      <w:sdt>
        <w:sdtPr>
          <w:rPr>
            <w:rFonts w:ascii="ITC Avant Garde Std Bk" w:hAnsi="ITC Avant Garde Std Bk"/>
            <w:bCs/>
            <w:color w:val="001B71"/>
            <w:sz w:val="16"/>
            <w:szCs w:val="16"/>
          </w:rPr>
          <w:id w:val="-14311205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63180" w:rsidRPr="00773163">
            <w:rPr>
              <w:rFonts w:ascii="Segoe UI Symbol" w:eastAsia="MS Gothic" w:hAnsi="Segoe UI Symbol" w:cs="Segoe UI Symbol"/>
              <w:bCs/>
              <w:color w:val="001B71"/>
              <w:sz w:val="16"/>
              <w:szCs w:val="16"/>
            </w:rPr>
            <w:t>☐</w:t>
          </w:r>
        </w:sdtContent>
      </w:sdt>
      <w:r w:rsidR="00463180" w:rsidRPr="00773163">
        <w:rPr>
          <w:rFonts w:ascii="ITC Avant Garde Std Bk" w:hAnsi="ITC Avant Garde Std Bk"/>
          <w:bCs/>
          <w:color w:val="001B71"/>
          <w:sz w:val="18"/>
          <w:szCs w:val="18"/>
        </w:rPr>
        <w:t xml:space="preserve"> B</w:t>
      </w:r>
      <w:r w:rsidR="0028551C" w:rsidRPr="00773163">
        <w:rPr>
          <w:rFonts w:ascii="ITC Avant Garde Std Bk" w:hAnsi="ITC Avant Garde Std Bk"/>
          <w:bCs/>
          <w:color w:val="001B71"/>
          <w:sz w:val="18"/>
          <w:szCs w:val="18"/>
        </w:rPr>
        <w:t>ief</w:t>
      </w:r>
      <w:r w:rsidR="0028551C">
        <w:rPr>
          <w:b/>
          <w:sz w:val="24"/>
        </w:rPr>
        <w:tab/>
      </w:r>
      <w:sdt>
        <w:sdtPr>
          <w:rPr>
            <w:b/>
            <w:sz w:val="24"/>
          </w:rPr>
          <w:id w:val="-2071089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63180">
            <w:rPr>
              <w:rFonts w:ascii="MS Gothic" w:eastAsia="MS Gothic" w:hAnsi="MS Gothic" w:hint="eastAsia"/>
              <w:b/>
              <w:sz w:val="24"/>
            </w:rPr>
            <w:t>☐</w:t>
          </w:r>
        </w:sdtContent>
      </w:sdt>
      <w:r w:rsidR="00463180">
        <w:rPr>
          <w:b/>
          <w:sz w:val="24"/>
        </w:rPr>
        <w:t xml:space="preserve"> </w:t>
      </w:r>
      <w:r w:rsidR="00463180" w:rsidRPr="00773163">
        <w:rPr>
          <w:rFonts w:ascii="ITC Avant Garde Std Bk" w:hAnsi="ITC Avant Garde Std Bk"/>
          <w:bCs/>
          <w:color w:val="001B71"/>
          <w:sz w:val="18"/>
          <w:szCs w:val="18"/>
        </w:rPr>
        <w:t>C</w:t>
      </w:r>
      <w:r w:rsidR="0028551C" w:rsidRPr="00773163">
        <w:rPr>
          <w:rFonts w:ascii="ITC Avant Garde Std Bk" w:hAnsi="ITC Avant Garde Std Bk"/>
          <w:bCs/>
          <w:color w:val="001B71"/>
          <w:sz w:val="18"/>
          <w:szCs w:val="18"/>
        </w:rPr>
        <w:t xml:space="preserve">anal </w:t>
      </w:r>
      <w:r w:rsidR="0028551C">
        <w:rPr>
          <w:b/>
          <w:sz w:val="24"/>
        </w:rPr>
        <w:t xml:space="preserve">           </w:t>
      </w:r>
      <w:r w:rsidR="0028551C">
        <w:rPr>
          <w:b/>
          <w:sz w:val="24"/>
        </w:rPr>
        <w:tab/>
      </w:r>
      <w:r w:rsidR="0028551C" w:rsidRPr="00773163">
        <w:rPr>
          <w:rFonts w:ascii="ITC Avant Garde Std Bk" w:hAnsi="ITC Avant Garde Std Bk"/>
          <w:bCs/>
          <w:color w:val="001B71"/>
          <w:sz w:val="18"/>
          <w:szCs w:val="18"/>
        </w:rPr>
        <w:t xml:space="preserve">Catégorie Piscicole :  </w:t>
      </w:r>
      <w:sdt>
        <w:sdtPr>
          <w:rPr>
            <w:rFonts w:ascii="ITC Avant Garde Std Bk" w:hAnsi="ITC Avant Garde Std Bk"/>
            <w:bCs/>
            <w:color w:val="001B71"/>
            <w:sz w:val="16"/>
            <w:szCs w:val="16"/>
          </w:rPr>
          <w:id w:val="-2070406035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FA574C">
            <w:rPr>
              <w:rFonts w:ascii="MS Gothic" w:eastAsia="MS Gothic" w:hAnsi="MS Gothic" w:hint="eastAsia"/>
              <w:bCs/>
              <w:color w:val="001B71"/>
              <w:sz w:val="16"/>
              <w:szCs w:val="16"/>
            </w:rPr>
            <w:t>☒</w:t>
          </w:r>
        </w:sdtContent>
      </w:sdt>
      <w:r w:rsidR="0028551C" w:rsidRPr="00773163">
        <w:rPr>
          <w:rFonts w:ascii="ITC Avant Garde Std Bk" w:hAnsi="ITC Avant Garde Std Bk"/>
          <w:bCs/>
          <w:color w:val="001B71"/>
          <w:sz w:val="18"/>
          <w:szCs w:val="18"/>
        </w:rPr>
        <w:t>1</w:t>
      </w:r>
      <w:r w:rsidR="00463180" w:rsidRPr="00463180">
        <w:rPr>
          <w:rFonts w:ascii="ITC Avant Garde Std XLt Cn" w:hAnsi="ITC Avant Garde Std XLt Cn"/>
          <w:bCs/>
          <w:color w:val="001B71"/>
          <w:vertAlign w:val="superscript"/>
        </w:rPr>
        <w:t>ere</w:t>
      </w:r>
      <w:r w:rsidR="0028551C" w:rsidRPr="00773163">
        <w:rPr>
          <w:rFonts w:ascii="ITC Avant Garde Std Bk" w:hAnsi="ITC Avant Garde Std Bk"/>
          <w:bCs/>
          <w:color w:val="001B71"/>
          <w:sz w:val="18"/>
          <w:szCs w:val="18"/>
        </w:rPr>
        <w:t xml:space="preserve">  </w:t>
      </w:r>
      <w:r w:rsidR="0028551C">
        <w:rPr>
          <w:b/>
          <w:sz w:val="24"/>
        </w:rPr>
        <w:t xml:space="preserve"> </w:t>
      </w:r>
      <w:r w:rsidR="0028551C" w:rsidRPr="00773163">
        <w:rPr>
          <w:rFonts w:ascii="ITC Avant Garde Std Bk" w:hAnsi="ITC Avant Garde Std Bk"/>
          <w:bCs/>
          <w:color w:val="001B71"/>
          <w:sz w:val="18"/>
          <w:szCs w:val="18"/>
        </w:rPr>
        <w:t xml:space="preserve"> </w:t>
      </w:r>
      <w:sdt>
        <w:sdtPr>
          <w:rPr>
            <w:rFonts w:ascii="ITC Avant Garde Std Bk" w:hAnsi="ITC Avant Garde Std Bk"/>
            <w:bCs/>
            <w:color w:val="001B71"/>
            <w:sz w:val="16"/>
            <w:szCs w:val="16"/>
          </w:rPr>
          <w:id w:val="2984216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A574C">
            <w:rPr>
              <w:rFonts w:ascii="MS Gothic" w:eastAsia="MS Gothic" w:hAnsi="MS Gothic" w:hint="eastAsia"/>
              <w:bCs/>
              <w:color w:val="001B71"/>
              <w:sz w:val="16"/>
              <w:szCs w:val="16"/>
            </w:rPr>
            <w:t>☐</w:t>
          </w:r>
        </w:sdtContent>
      </w:sdt>
      <w:r w:rsidR="0028551C" w:rsidRPr="00773163">
        <w:rPr>
          <w:rFonts w:ascii="ITC Avant Garde Std Bk" w:hAnsi="ITC Avant Garde Std Bk"/>
          <w:bCs/>
          <w:color w:val="001B71"/>
          <w:sz w:val="18"/>
          <w:szCs w:val="18"/>
        </w:rPr>
        <w:t>2</w:t>
      </w:r>
      <w:r w:rsidR="00463180" w:rsidRPr="00463180">
        <w:rPr>
          <w:rFonts w:ascii="ITC Avant Garde Std XLt Cn" w:hAnsi="ITC Avant Garde Std XLt Cn"/>
          <w:bCs/>
          <w:color w:val="001B71"/>
          <w:vertAlign w:val="superscript"/>
        </w:rPr>
        <w:t>eme</w:t>
      </w:r>
    </w:p>
    <w:p w14:paraId="37A36DBE" w14:textId="77777777" w:rsidR="00EE6676" w:rsidRPr="000F3B97" w:rsidRDefault="00EE6676">
      <w:pPr>
        <w:tabs>
          <w:tab w:val="left" w:pos="1701"/>
          <w:tab w:val="left" w:pos="3402"/>
          <w:tab w:val="left" w:pos="5103"/>
          <w:tab w:val="left" w:pos="6804"/>
          <w:tab w:val="left" w:pos="8789"/>
          <w:tab w:val="left" w:pos="9498"/>
        </w:tabs>
        <w:jc w:val="both"/>
        <w:rPr>
          <w:rFonts w:ascii="Garamond" w:hAnsi="Garamond"/>
          <w:b/>
        </w:rPr>
      </w:pPr>
    </w:p>
    <w:p w14:paraId="13B5E353" w14:textId="77777777" w:rsidR="00EE6676" w:rsidRPr="000F3B97" w:rsidRDefault="00EE6676">
      <w:pPr>
        <w:tabs>
          <w:tab w:val="left" w:pos="1701"/>
          <w:tab w:val="left" w:pos="7371"/>
        </w:tabs>
        <w:jc w:val="both"/>
        <w:rPr>
          <w:rFonts w:ascii="Garamond" w:hAnsi="Garamond"/>
          <w:bCs/>
        </w:rPr>
      </w:pPr>
    </w:p>
    <w:p w14:paraId="43DE9DB3" w14:textId="6153CCB7" w:rsidR="005801FF" w:rsidRDefault="0028551C">
      <w:pPr>
        <w:tabs>
          <w:tab w:val="left" w:pos="1701"/>
        </w:tabs>
        <w:jc w:val="both"/>
        <w:rPr>
          <w:rFonts w:ascii="ITC Avant Garde Std Bk" w:hAnsi="ITC Avant Garde Std Bk"/>
          <w:bCs/>
          <w:color w:val="001B71"/>
          <w:sz w:val="18"/>
          <w:szCs w:val="18"/>
        </w:rPr>
      </w:pPr>
      <w:r w:rsidRPr="00773163">
        <w:rPr>
          <w:rFonts w:ascii="ITC Avant Garde Std Bk" w:hAnsi="ITC Avant Garde Std Bk"/>
          <w:bCs/>
          <w:color w:val="001B71"/>
          <w:sz w:val="18"/>
          <w:szCs w:val="18"/>
        </w:rPr>
        <w:t>Longueur/Largeur</w:t>
      </w:r>
      <w:r w:rsidR="000F3B97" w:rsidRPr="00773163">
        <w:rPr>
          <w:rFonts w:ascii="ITC Avant Garde Std Bk" w:hAnsi="ITC Avant Garde Std Bk"/>
          <w:bCs/>
          <w:color w:val="001B71"/>
          <w:sz w:val="18"/>
          <w:szCs w:val="18"/>
        </w:rPr>
        <w:t xml:space="preserve"> </w:t>
      </w:r>
      <w:r w:rsidR="00773163" w:rsidRPr="00773163">
        <w:rPr>
          <w:rFonts w:ascii="ITC Avant Garde Std Bk" w:hAnsi="ITC Avant Garde Std Bk"/>
          <w:bCs/>
          <w:color w:val="001B71"/>
          <w:sz w:val="18"/>
          <w:szCs w:val="18"/>
        </w:rPr>
        <w:t>moyenne :</w:t>
      </w:r>
      <w:r w:rsidR="000F3B97" w:rsidRPr="00773163">
        <w:rPr>
          <w:rFonts w:ascii="ITC Avant Garde Std Bk" w:hAnsi="ITC Avant Garde Std Bk"/>
          <w:bCs/>
          <w:color w:val="001B71"/>
          <w:sz w:val="18"/>
          <w:szCs w:val="18"/>
        </w:rPr>
        <w:tab/>
      </w:r>
      <w:r w:rsidR="00AC4401">
        <w:rPr>
          <w:rFonts w:ascii="Garamond" w:hAnsi="Garamond"/>
          <w:bCs/>
          <w:szCs w:val="18"/>
        </w:rPr>
        <w:t>50</w:t>
      </w:r>
      <w:r w:rsidR="00017FF1" w:rsidRPr="00017FF1">
        <w:rPr>
          <w:rFonts w:ascii="Garamond" w:hAnsi="Garamond"/>
          <w:bCs/>
          <w:szCs w:val="18"/>
        </w:rPr>
        <w:t xml:space="preserve"> mètres de long par </w:t>
      </w:r>
      <w:r w:rsidR="0047178A">
        <w:rPr>
          <w:rFonts w:ascii="Garamond" w:hAnsi="Garamond"/>
          <w:bCs/>
          <w:szCs w:val="18"/>
        </w:rPr>
        <w:t>1 à 2,5</w:t>
      </w:r>
      <w:r w:rsidR="00017FF1" w:rsidRPr="00017FF1">
        <w:rPr>
          <w:rFonts w:ascii="Garamond" w:hAnsi="Garamond"/>
          <w:bCs/>
          <w:szCs w:val="18"/>
        </w:rPr>
        <w:t xml:space="preserve"> m</w:t>
      </w:r>
      <w:r w:rsidR="00017FF1" w:rsidRPr="00017FF1">
        <w:rPr>
          <w:rFonts w:ascii="ITC Avant Garde Std Bk" w:hAnsi="ITC Avant Garde Std Bk"/>
          <w:bCs/>
          <w:szCs w:val="18"/>
        </w:rPr>
        <w:t xml:space="preserve"> </w:t>
      </w:r>
    </w:p>
    <w:p w14:paraId="4E54BEDB" w14:textId="00CF451B" w:rsidR="00EE6676" w:rsidRPr="000C3651" w:rsidRDefault="00773163">
      <w:pPr>
        <w:tabs>
          <w:tab w:val="left" w:pos="1701"/>
        </w:tabs>
        <w:jc w:val="both"/>
        <w:rPr>
          <w:rFonts w:ascii="Garamond" w:hAnsi="Garamond"/>
          <w:bCs/>
        </w:rPr>
      </w:pPr>
      <w:r w:rsidRPr="00773163">
        <w:rPr>
          <w:rFonts w:ascii="ITC Avant Garde Std Bk" w:hAnsi="ITC Avant Garde Std Bk"/>
          <w:bCs/>
          <w:color w:val="001B71"/>
          <w:sz w:val="18"/>
          <w:szCs w:val="18"/>
        </w:rPr>
        <w:t>Surface :</w:t>
      </w:r>
      <w:r w:rsidR="0028551C" w:rsidRPr="00773163">
        <w:rPr>
          <w:rFonts w:ascii="ITC Avant Garde Std Bk" w:hAnsi="ITC Avant Garde Std Bk"/>
          <w:bCs/>
          <w:color w:val="001B71"/>
          <w:sz w:val="18"/>
          <w:szCs w:val="18"/>
        </w:rPr>
        <w:t xml:space="preserve"> </w:t>
      </w:r>
      <w:r w:rsidR="0047178A">
        <w:rPr>
          <w:rFonts w:ascii="Garamond" w:hAnsi="Garamond"/>
          <w:bCs/>
        </w:rPr>
        <w:t>100/110</w:t>
      </w:r>
      <w:r w:rsidR="00017FF1" w:rsidRPr="00017FF1">
        <w:rPr>
          <w:rFonts w:ascii="Garamond" w:hAnsi="Garamond"/>
          <w:bCs/>
        </w:rPr>
        <w:t xml:space="preserve"> </w:t>
      </w:r>
      <w:r w:rsidR="000C3651" w:rsidRPr="00017FF1">
        <w:rPr>
          <w:rFonts w:ascii="Garamond" w:hAnsi="Garamond"/>
          <w:bCs/>
        </w:rPr>
        <w:t>m²</w:t>
      </w:r>
      <w:r w:rsidR="005121D5" w:rsidRPr="00017FF1">
        <w:rPr>
          <w:rFonts w:ascii="Garamond" w:hAnsi="Garamond"/>
          <w:bCs/>
        </w:rPr>
        <w:t xml:space="preserve"> </w:t>
      </w:r>
      <w:r w:rsidR="005801FF" w:rsidRPr="00017FF1">
        <w:rPr>
          <w:rFonts w:ascii="Garamond" w:hAnsi="Garamond"/>
          <w:bCs/>
        </w:rPr>
        <w:t>environ</w:t>
      </w:r>
      <w:r w:rsidR="005801FF">
        <w:rPr>
          <w:rFonts w:ascii="Garamond" w:hAnsi="Garamond"/>
          <w:bCs/>
        </w:rPr>
        <w:t xml:space="preserve">. </w:t>
      </w:r>
    </w:p>
    <w:p w14:paraId="242AC7CE" w14:textId="77777777" w:rsidR="00EE6676" w:rsidRPr="000F3B97" w:rsidRDefault="0028551C">
      <w:pPr>
        <w:jc w:val="both"/>
        <w:rPr>
          <w:rFonts w:ascii="Garamond" w:hAnsi="Garamond"/>
          <w:b/>
        </w:rPr>
      </w:pPr>
      <w:r w:rsidRPr="000F3B97">
        <w:rPr>
          <w:rFonts w:ascii="Garamond" w:hAnsi="Garamond"/>
          <w:b/>
        </w:rPr>
        <w:t xml:space="preserve"> </w:t>
      </w:r>
    </w:p>
    <w:p w14:paraId="183FE110" w14:textId="36B6E272" w:rsidR="00EE6676" w:rsidRPr="00017FF1" w:rsidRDefault="0028551C">
      <w:pPr>
        <w:jc w:val="both"/>
        <w:rPr>
          <w:rFonts w:ascii="Garamond" w:hAnsi="Garamond"/>
          <w:bCs/>
          <w:sz w:val="22"/>
        </w:rPr>
      </w:pPr>
      <w:r w:rsidRPr="00773163">
        <w:rPr>
          <w:rFonts w:ascii="ITC Avant Garde Std Bk" w:hAnsi="ITC Avant Garde Std Bk"/>
          <w:bCs/>
          <w:color w:val="001B71"/>
          <w:sz w:val="18"/>
          <w:szCs w:val="18"/>
        </w:rPr>
        <w:t xml:space="preserve">AAPPMA :  </w:t>
      </w:r>
      <w:r w:rsidR="0047178A">
        <w:rPr>
          <w:rFonts w:ascii="Garamond" w:hAnsi="Garamond"/>
          <w:bCs/>
          <w:sz w:val="22"/>
        </w:rPr>
        <w:t>Amis du Gand et du Bernand</w:t>
      </w:r>
    </w:p>
    <w:p w14:paraId="65A9D144" w14:textId="2119ED3B" w:rsidR="00463180" w:rsidRDefault="00463180" w:rsidP="00E81635">
      <w:pPr>
        <w:pStyle w:val="Titre7"/>
        <w:keepNext w:val="0"/>
        <w:widowControl w:val="0"/>
        <w:tabs>
          <w:tab w:val="clear" w:pos="4536"/>
        </w:tabs>
        <w:rPr>
          <w:rFonts w:ascii="ITC Avant Garde Std Md" w:hAnsi="ITC Avant Garde Std Md"/>
          <w:color w:val="68A827"/>
          <w:u w:val="single"/>
        </w:rPr>
      </w:pPr>
      <w:r>
        <w:rPr>
          <w:rFonts w:ascii="ITC Avant Garde Std Md" w:hAnsi="ITC Avant Garde Std Md"/>
          <w:color w:val="68A827"/>
          <w:u w:val="single"/>
        </w:rPr>
        <w:t>CARTOGRAPHIE :</w:t>
      </w:r>
    </w:p>
    <w:p w14:paraId="3ECE0F38" w14:textId="6FCB1F3C" w:rsidR="00FA574C" w:rsidRDefault="0047178A" w:rsidP="00FA574C">
      <w:pPr>
        <w:jc w:val="center"/>
      </w:pPr>
      <w:r>
        <w:rPr>
          <w:noProof/>
        </w:rPr>
        <w:drawing>
          <wp:anchor distT="0" distB="0" distL="114300" distR="114300" simplePos="0" relativeHeight="251669504" behindDoc="1" locked="0" layoutInCell="1" allowOverlap="1" wp14:anchorId="27052603" wp14:editId="5A90A000">
            <wp:simplePos x="0" y="0"/>
            <wp:positionH relativeFrom="column">
              <wp:posOffset>9525</wp:posOffset>
            </wp:positionH>
            <wp:positionV relativeFrom="paragraph">
              <wp:posOffset>43180</wp:posOffset>
            </wp:positionV>
            <wp:extent cx="3239770" cy="2795270"/>
            <wp:effectExtent l="0" t="0" r="0" b="5080"/>
            <wp:wrapTight wrapText="bothSides">
              <wp:wrapPolygon edited="0">
                <wp:start x="0" y="0"/>
                <wp:lineTo x="0" y="21492"/>
                <wp:lineTo x="21465" y="21492"/>
                <wp:lineTo x="21465" y="0"/>
                <wp:lineTo x="0" y="0"/>
              </wp:wrapPolygon>
            </wp:wrapTight>
            <wp:docPr id="299726648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9726648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9770" cy="27952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F450B">
        <w:t>Ci contre</w:t>
      </w:r>
    </w:p>
    <w:p w14:paraId="022AB84E" w14:textId="69C2C34C" w:rsidR="00017FF1" w:rsidRDefault="00017FF1" w:rsidP="00FA574C">
      <w:pPr>
        <w:jc w:val="center"/>
      </w:pPr>
    </w:p>
    <w:p w14:paraId="30FB436C" w14:textId="2C027636" w:rsidR="00017FF1" w:rsidRDefault="00017FF1" w:rsidP="00FA574C">
      <w:pPr>
        <w:jc w:val="center"/>
      </w:pPr>
    </w:p>
    <w:p w14:paraId="32565210" w14:textId="77777777" w:rsidR="00AF450B" w:rsidRDefault="0028551C" w:rsidP="00017FF1">
      <w:pPr>
        <w:jc w:val="center"/>
        <w:rPr>
          <w:rFonts w:ascii="ITC Avant Garde Std Md" w:hAnsi="ITC Avant Garde Std Md"/>
          <w:b/>
          <w:color w:val="68A827"/>
          <w:u w:val="single"/>
        </w:rPr>
      </w:pPr>
      <w:r w:rsidRPr="00172E04">
        <w:rPr>
          <w:rFonts w:ascii="ITC Avant Garde Std Md" w:hAnsi="ITC Avant Garde Std Md"/>
          <w:b/>
          <w:color w:val="68A827"/>
          <w:u w:val="single"/>
        </w:rPr>
        <w:t>RESULTATS DE CAPTURES / OBSERVATIONS :</w:t>
      </w:r>
    </w:p>
    <w:p w14:paraId="349702C2" w14:textId="77777777" w:rsidR="006F3624" w:rsidRPr="00017FF1" w:rsidRDefault="006F3624" w:rsidP="00017FF1">
      <w:pPr>
        <w:jc w:val="center"/>
        <w:rPr>
          <w:rFonts w:ascii="ITC Avant Garde Std Md" w:hAnsi="ITC Avant Garde Std Md"/>
          <w:b/>
          <w:color w:val="68A827"/>
          <w:u w:val="single"/>
        </w:rPr>
      </w:pPr>
    </w:p>
    <w:p w14:paraId="75E31134" w14:textId="71EE35BE" w:rsidR="00017FF1" w:rsidRDefault="0047178A" w:rsidP="00E81635">
      <w:pPr>
        <w:pStyle w:val="Pieddepage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>4 truites sub adultes de 180 à 200 mm, nb</w:t>
      </w:r>
      <w:proofErr w:type="gramStart"/>
      <w:r>
        <w:rPr>
          <w:rFonts w:ascii="Garamond" w:hAnsi="Garamond"/>
          <w:bCs/>
        </w:rPr>
        <w:t>/  le</w:t>
      </w:r>
      <w:proofErr w:type="gramEnd"/>
      <w:r>
        <w:rPr>
          <w:rFonts w:ascii="Garamond" w:hAnsi="Garamond"/>
          <w:bCs/>
        </w:rPr>
        <w:t xml:space="preserve"> tronçon avait séché en août. </w:t>
      </w:r>
    </w:p>
    <w:p w14:paraId="2317FB18" w14:textId="77777777" w:rsidR="00017FF1" w:rsidRDefault="00017FF1" w:rsidP="00E81635">
      <w:pPr>
        <w:pStyle w:val="Pieddepage"/>
        <w:jc w:val="both"/>
        <w:rPr>
          <w:rFonts w:ascii="Garamond" w:hAnsi="Garamond"/>
          <w:bCs/>
        </w:rPr>
      </w:pPr>
    </w:p>
    <w:p w14:paraId="6A087D4A" w14:textId="77777777" w:rsidR="006F3624" w:rsidRPr="00B51E0C" w:rsidRDefault="006F3624" w:rsidP="00E81635">
      <w:pPr>
        <w:pStyle w:val="Pieddepage"/>
        <w:jc w:val="both"/>
        <w:rPr>
          <w:rFonts w:ascii="Garamond" w:hAnsi="Garamond"/>
          <w:bCs/>
        </w:rPr>
      </w:pPr>
    </w:p>
    <w:p w14:paraId="62BB7B37" w14:textId="77777777" w:rsidR="00EE6676" w:rsidRPr="00172E04" w:rsidRDefault="0028551C">
      <w:pPr>
        <w:pStyle w:val="Titre7"/>
        <w:tabs>
          <w:tab w:val="clear" w:pos="4536"/>
        </w:tabs>
        <w:rPr>
          <w:rFonts w:ascii="ITC Avant Garde Std Md" w:hAnsi="ITC Avant Garde Std Md"/>
          <w:color w:val="68A827"/>
          <w:u w:val="single"/>
        </w:rPr>
      </w:pPr>
      <w:r w:rsidRPr="00172E04">
        <w:rPr>
          <w:rFonts w:ascii="ITC Avant Garde Std Md" w:hAnsi="ITC Avant Garde Std Md"/>
          <w:color w:val="68A827"/>
          <w:u w:val="single"/>
        </w:rPr>
        <w:t>DESTINATION DES POISSONS</w:t>
      </w:r>
      <w:r w:rsidR="000F3B97">
        <w:rPr>
          <w:rFonts w:ascii="ITC Avant Garde Std Md" w:hAnsi="ITC Avant Garde Std Md"/>
          <w:color w:val="68A827"/>
          <w:u w:val="single"/>
        </w:rPr>
        <w:t> :</w:t>
      </w:r>
    </w:p>
    <w:p w14:paraId="4D72C612" w14:textId="77777777" w:rsidR="006F3624" w:rsidRDefault="006F3624">
      <w:pPr>
        <w:jc w:val="both"/>
        <w:rPr>
          <w:rFonts w:ascii="ITC Avant Garde Std Bk" w:hAnsi="ITC Avant Garde Std Bk"/>
          <w:bCs/>
          <w:color w:val="001B71"/>
          <w:sz w:val="18"/>
          <w:szCs w:val="18"/>
        </w:rPr>
      </w:pPr>
    </w:p>
    <w:p w14:paraId="47257941" w14:textId="0CD52B62" w:rsidR="00EE6676" w:rsidRDefault="0028551C">
      <w:pPr>
        <w:jc w:val="both"/>
        <w:rPr>
          <w:bCs/>
        </w:rPr>
      </w:pPr>
      <w:r w:rsidRPr="00773163">
        <w:rPr>
          <w:rFonts w:ascii="ITC Avant Garde Std Bk" w:hAnsi="ITC Avant Garde Std Bk"/>
          <w:bCs/>
          <w:color w:val="001B71"/>
          <w:sz w:val="18"/>
          <w:szCs w:val="18"/>
        </w:rPr>
        <w:t>Lieu de remise à l’eau des captures </w:t>
      </w:r>
      <w:r>
        <w:rPr>
          <w:bCs/>
        </w:rPr>
        <w:t xml:space="preserve">: </w:t>
      </w:r>
      <w:r w:rsidR="00AC4401">
        <w:rPr>
          <w:bCs/>
        </w:rPr>
        <w:t>poisson</w:t>
      </w:r>
      <w:r w:rsidR="0047178A">
        <w:rPr>
          <w:bCs/>
        </w:rPr>
        <w:t>s</w:t>
      </w:r>
      <w:r w:rsidR="00AC4401">
        <w:rPr>
          <w:bCs/>
        </w:rPr>
        <w:t xml:space="preserve"> déplacé</w:t>
      </w:r>
      <w:r w:rsidR="0047178A">
        <w:rPr>
          <w:bCs/>
        </w:rPr>
        <w:t>s</w:t>
      </w:r>
      <w:r w:rsidR="00AC4401">
        <w:rPr>
          <w:bCs/>
        </w:rPr>
        <w:t xml:space="preserve"> </w:t>
      </w:r>
      <w:r w:rsidR="0047178A">
        <w:rPr>
          <w:bCs/>
        </w:rPr>
        <w:t>30</w:t>
      </w:r>
      <w:r w:rsidR="00AC4401">
        <w:rPr>
          <w:bCs/>
        </w:rPr>
        <w:t>0 m en aval dans la zone non impacté</w:t>
      </w:r>
      <w:r w:rsidR="0047178A">
        <w:rPr>
          <w:bCs/>
        </w:rPr>
        <w:t>e</w:t>
      </w:r>
      <w:r w:rsidR="00AC4401">
        <w:rPr>
          <w:bCs/>
        </w:rPr>
        <w:t xml:space="preserve"> par les travaux</w:t>
      </w:r>
    </w:p>
    <w:p w14:paraId="03A98EDB" w14:textId="77777777" w:rsidR="00EE6676" w:rsidRDefault="00EE6676">
      <w:pPr>
        <w:jc w:val="both"/>
        <w:rPr>
          <w:bCs/>
        </w:rPr>
      </w:pPr>
    </w:p>
    <w:p w14:paraId="1ADA0BAD" w14:textId="77777777" w:rsidR="00EE6676" w:rsidRDefault="0028551C">
      <w:pPr>
        <w:jc w:val="both"/>
        <w:rPr>
          <w:rFonts w:ascii="Garamond" w:hAnsi="Garamond"/>
          <w:bCs/>
        </w:rPr>
      </w:pPr>
      <w:r w:rsidRPr="00773163">
        <w:rPr>
          <w:rFonts w:ascii="ITC Avant Garde Std Bk" w:hAnsi="ITC Avant Garde Std Bk"/>
          <w:bCs/>
          <w:color w:val="001B71"/>
          <w:sz w:val="18"/>
          <w:szCs w:val="18"/>
        </w:rPr>
        <w:t xml:space="preserve">Espèces </w:t>
      </w:r>
      <w:r w:rsidR="0010451B" w:rsidRPr="00773163">
        <w:rPr>
          <w:rFonts w:ascii="ITC Avant Garde Std Bk" w:hAnsi="ITC Avant Garde Std Bk"/>
          <w:bCs/>
          <w:color w:val="001B71"/>
          <w:sz w:val="18"/>
          <w:szCs w:val="18"/>
        </w:rPr>
        <w:t>détruites :</w:t>
      </w:r>
      <w:r w:rsidR="0010451B">
        <w:rPr>
          <w:bCs/>
        </w:rPr>
        <w:t xml:space="preserve"> aucune</w:t>
      </w:r>
    </w:p>
    <w:p w14:paraId="145EE464" w14:textId="02B0FDBF" w:rsidR="006F3624" w:rsidRDefault="006F3624">
      <w:pPr>
        <w:jc w:val="both"/>
        <w:rPr>
          <w:bCs/>
        </w:rPr>
      </w:pPr>
    </w:p>
    <w:p w14:paraId="12C91293" w14:textId="77777777" w:rsidR="0047178A" w:rsidRDefault="0047178A">
      <w:pPr>
        <w:jc w:val="both"/>
        <w:rPr>
          <w:bCs/>
        </w:rPr>
      </w:pPr>
    </w:p>
    <w:p w14:paraId="176177B0" w14:textId="77777777" w:rsidR="0047178A" w:rsidRDefault="0047178A">
      <w:pPr>
        <w:jc w:val="both"/>
        <w:rPr>
          <w:bCs/>
        </w:rPr>
      </w:pPr>
    </w:p>
    <w:p w14:paraId="5F59A07B" w14:textId="77777777" w:rsidR="0047178A" w:rsidRDefault="0047178A">
      <w:pPr>
        <w:jc w:val="both"/>
        <w:rPr>
          <w:bCs/>
        </w:rPr>
      </w:pPr>
    </w:p>
    <w:p w14:paraId="024812E2" w14:textId="77777777" w:rsidR="0047178A" w:rsidRDefault="0047178A">
      <w:pPr>
        <w:jc w:val="both"/>
        <w:rPr>
          <w:bCs/>
        </w:rPr>
      </w:pPr>
    </w:p>
    <w:p w14:paraId="176C865B" w14:textId="62BE99A7" w:rsidR="00EE6676" w:rsidRPr="006F3624" w:rsidRDefault="00E81635">
      <w:pPr>
        <w:pStyle w:val="Titre6"/>
        <w:tabs>
          <w:tab w:val="left" w:pos="6804"/>
        </w:tabs>
        <w:rPr>
          <w:rFonts w:ascii="ITC Avant Garde Std XLt Cn" w:hAnsi="ITC Avant Garde Std XLt Cn"/>
          <w:lang w:val="en-US"/>
        </w:rPr>
      </w:pPr>
      <w:r w:rsidRPr="006F3624">
        <w:rPr>
          <w:rFonts w:ascii="ITC Avant Garde Std XLt Cn" w:hAnsi="ITC Avant Garde Std XLt Cn"/>
          <w:lang w:val="en-US"/>
        </w:rPr>
        <w:t xml:space="preserve">A St Just St Rambert le </w:t>
      </w:r>
      <w:r w:rsidR="006F3624">
        <w:rPr>
          <w:rFonts w:ascii="ITC Avant Garde Std XLt Cn" w:hAnsi="ITC Avant Garde Std XLt Cn"/>
          <w:lang w:val="en-US"/>
        </w:rPr>
        <w:t>1</w:t>
      </w:r>
      <w:r w:rsidR="00AC4401">
        <w:rPr>
          <w:rFonts w:ascii="ITC Avant Garde Std XLt Cn" w:hAnsi="ITC Avant Garde Std XLt Cn"/>
          <w:lang w:val="en-US"/>
        </w:rPr>
        <w:t>4</w:t>
      </w:r>
      <w:r w:rsidR="00486C47" w:rsidRPr="006F3624">
        <w:rPr>
          <w:rFonts w:ascii="ITC Avant Garde Std XLt Cn" w:hAnsi="ITC Avant Garde Std XLt Cn"/>
          <w:lang w:val="en-US"/>
        </w:rPr>
        <w:t>/10/</w:t>
      </w:r>
      <w:r w:rsidR="005801FF" w:rsidRPr="006F3624">
        <w:rPr>
          <w:rFonts w:ascii="ITC Avant Garde Std XLt Cn" w:hAnsi="ITC Avant Garde Std XLt Cn"/>
          <w:lang w:val="en-US"/>
        </w:rPr>
        <w:t>2025</w:t>
      </w:r>
    </w:p>
    <w:p w14:paraId="396B031D" w14:textId="77777777" w:rsidR="00F1656F" w:rsidRDefault="0028551C" w:rsidP="00463180">
      <w:pPr>
        <w:pStyle w:val="Titre6"/>
        <w:tabs>
          <w:tab w:val="left" w:pos="5670"/>
          <w:tab w:val="left" w:pos="8080"/>
        </w:tabs>
        <w:ind w:left="5954"/>
        <w:rPr>
          <w:rFonts w:ascii="ITC Avant Garde Std XLt Cn" w:hAnsi="ITC Avant Garde Std XLt Cn"/>
        </w:rPr>
      </w:pPr>
      <w:r w:rsidRPr="00172E04">
        <w:rPr>
          <w:rFonts w:ascii="ITC Avant Garde Std XLt Cn" w:hAnsi="ITC Avant Garde Std XLt Cn"/>
        </w:rPr>
        <w:t xml:space="preserve">Le </w:t>
      </w:r>
      <w:r w:rsidR="00463180">
        <w:rPr>
          <w:rFonts w:ascii="ITC Avant Garde Std XLt Cn" w:hAnsi="ITC Avant Garde Std XLt Cn"/>
        </w:rPr>
        <w:t xml:space="preserve">RESPONSABLE DES PECHES </w:t>
      </w:r>
    </w:p>
    <w:p w14:paraId="59632FE6" w14:textId="77777777" w:rsidR="00EE6676" w:rsidRDefault="003D3B81" w:rsidP="00463180">
      <w:pPr>
        <w:pStyle w:val="Titre6"/>
        <w:tabs>
          <w:tab w:val="left" w:pos="5670"/>
          <w:tab w:val="left" w:pos="8080"/>
        </w:tabs>
        <w:ind w:left="5954"/>
        <w:rPr>
          <w:rFonts w:ascii="ITC Avant Garde Std XLt Cn" w:hAnsi="ITC Avant Garde Std XLt Cn"/>
        </w:rPr>
      </w:pPr>
      <w:r>
        <w:rPr>
          <w:rFonts w:ascii="ITC Avant Garde Std XLt Cn" w:hAnsi="ITC Avant Garde Std XLt Cn"/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68C60493" wp14:editId="0FAA7CBB">
                <wp:simplePos x="0" y="0"/>
                <wp:positionH relativeFrom="column">
                  <wp:posOffset>3701415</wp:posOffset>
                </wp:positionH>
                <wp:positionV relativeFrom="paragraph">
                  <wp:posOffset>55880</wp:posOffset>
                </wp:positionV>
                <wp:extent cx="1820122" cy="706755"/>
                <wp:effectExtent l="0" t="0" r="8890" b="0"/>
                <wp:wrapNone/>
                <wp:docPr id="968239411" name="Groupe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20122" cy="706755"/>
                          <a:chOff x="0" y="0"/>
                          <a:chExt cx="1820122" cy="706755"/>
                        </a:xfrm>
                      </wpg:grpSpPr>
                      <pic:pic xmlns:pic="http://schemas.openxmlformats.org/drawingml/2006/picture">
                        <pic:nvPicPr>
                          <pic:cNvPr id="2100339498" name="Image 2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143933"/>
                            <a:ext cx="1079500" cy="53530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917765459" name="Image 2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100667" y="0"/>
                            <a:ext cx="719455" cy="70675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52A9E73" id="Groupe 3" o:spid="_x0000_s1026" style="position:absolute;margin-left:291.45pt;margin-top:4.4pt;width:143.3pt;height:55.65pt;z-index:251668480" coordsize="18201,7067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2" o:spid="_x0000_s1027" type="#_x0000_t75" style="position:absolute;top:1439;width:10795;height:535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">
                  <v:imagedata r:id="rId18" o:title=""/>
                </v:shape>
                <v:shape id="Image 2" o:spid="_x0000_s1028" type="#_x0000_t75" style="position:absolute;left:11006;width:7195;height:70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">
                  <v:imagedata r:id="rId19" o:title=""/>
                </v:shape>
              </v:group>
            </w:pict>
          </mc:Fallback>
        </mc:AlternateContent>
      </w:r>
      <w:r w:rsidR="00463180">
        <w:rPr>
          <w:rFonts w:ascii="ITC Avant Garde Std XLt Cn" w:hAnsi="ITC Avant Garde Std XLt Cn"/>
        </w:rPr>
        <w:t>Pierre GRES</w:t>
      </w:r>
    </w:p>
    <w:p w14:paraId="4D316584" w14:textId="77777777" w:rsidR="00EE6676" w:rsidRPr="00463180" w:rsidRDefault="0028551C" w:rsidP="00256AC6">
      <w:pPr>
        <w:rPr>
          <w:rFonts w:ascii="Garamond" w:hAnsi="Garamond"/>
        </w:rPr>
      </w:pPr>
      <w:r w:rsidRPr="00773163">
        <w:rPr>
          <w:rFonts w:ascii="ITC Avant Garde Std Bk" w:hAnsi="ITC Avant Garde Std Bk"/>
          <w:bCs/>
          <w:color w:val="001B71"/>
          <w:sz w:val="18"/>
          <w:szCs w:val="18"/>
        </w:rPr>
        <w:t xml:space="preserve"> </w:t>
      </w:r>
      <w:r w:rsidRPr="00172E04">
        <w:rPr>
          <w:rFonts w:ascii="ITC Avant Garde Std XLt Cn" w:hAnsi="ITC Avant Garde Std XLt Cn"/>
          <w:b/>
          <w:bCs/>
          <w:sz w:val="18"/>
          <w:szCs w:val="28"/>
        </w:rPr>
        <w:t>DESTINATAIRES :</w:t>
      </w:r>
      <w:r>
        <w:rPr>
          <w:b/>
          <w:bCs/>
          <w:sz w:val="16"/>
        </w:rPr>
        <w:t xml:space="preserve">  </w:t>
      </w:r>
      <w:r>
        <w:rPr>
          <w:b/>
          <w:bCs/>
          <w:sz w:val="16"/>
        </w:rPr>
        <w:tab/>
      </w:r>
      <w:r w:rsidRPr="00463180">
        <w:rPr>
          <w:rFonts w:ascii="Garamond" w:hAnsi="Garamond"/>
        </w:rPr>
        <w:t>PREFECTURE (DD</w:t>
      </w:r>
      <w:r w:rsidR="00463180" w:rsidRPr="00463180">
        <w:rPr>
          <w:rFonts w:ascii="Garamond" w:hAnsi="Garamond"/>
        </w:rPr>
        <w:t>T</w:t>
      </w:r>
      <w:r w:rsidRPr="00463180">
        <w:rPr>
          <w:rFonts w:ascii="Garamond" w:hAnsi="Garamond"/>
        </w:rPr>
        <w:t xml:space="preserve">, </w:t>
      </w:r>
      <w:r w:rsidR="00463180">
        <w:rPr>
          <w:rFonts w:ascii="Garamond" w:hAnsi="Garamond"/>
        </w:rPr>
        <w:t>OFB</w:t>
      </w:r>
      <w:r w:rsidRPr="00463180">
        <w:rPr>
          <w:rFonts w:ascii="Garamond" w:hAnsi="Garamond"/>
        </w:rPr>
        <w:t>)</w:t>
      </w:r>
    </w:p>
    <w:p w14:paraId="7B10666C" w14:textId="77777777" w:rsidR="00EE6676" w:rsidRPr="00463180" w:rsidRDefault="0028551C">
      <w:pPr>
        <w:pStyle w:val="Titre6"/>
        <w:tabs>
          <w:tab w:val="left" w:pos="1418"/>
          <w:tab w:val="left" w:pos="1985"/>
        </w:tabs>
        <w:rPr>
          <w:rFonts w:ascii="Garamond" w:hAnsi="Garamond"/>
          <w:b w:val="0"/>
        </w:rPr>
      </w:pPr>
      <w:r w:rsidRPr="00463180">
        <w:rPr>
          <w:rFonts w:ascii="Garamond" w:hAnsi="Garamond"/>
          <w:b w:val="0"/>
        </w:rPr>
        <w:tab/>
      </w:r>
      <w:r w:rsidR="00463180">
        <w:rPr>
          <w:rFonts w:ascii="Garamond" w:hAnsi="Garamond"/>
          <w:b w:val="0"/>
        </w:rPr>
        <w:t>AAPPMA</w:t>
      </w:r>
    </w:p>
    <w:p w14:paraId="3F362589" w14:textId="0AC08288" w:rsidR="00EE6676" w:rsidRDefault="0028551C">
      <w:pPr>
        <w:pStyle w:val="Titre6"/>
        <w:tabs>
          <w:tab w:val="left" w:pos="1418"/>
        </w:tabs>
        <w:rPr>
          <w:rFonts w:ascii="Garamond" w:hAnsi="Garamond"/>
          <w:b w:val="0"/>
        </w:rPr>
      </w:pPr>
      <w:r w:rsidRPr="00463180">
        <w:rPr>
          <w:rFonts w:ascii="Garamond" w:hAnsi="Garamond"/>
          <w:b w:val="0"/>
        </w:rPr>
        <w:tab/>
      </w:r>
      <w:r w:rsidR="00463180">
        <w:rPr>
          <w:rFonts w:ascii="Garamond" w:hAnsi="Garamond"/>
          <w:b w:val="0"/>
        </w:rPr>
        <w:t>CT Rivière</w:t>
      </w:r>
      <w:r w:rsidR="00E81635">
        <w:rPr>
          <w:rFonts w:ascii="Garamond" w:hAnsi="Garamond"/>
          <w:b w:val="0"/>
        </w:rPr>
        <w:t xml:space="preserve"> </w:t>
      </w:r>
      <w:r w:rsidR="0047178A">
        <w:rPr>
          <w:rFonts w:ascii="Garamond" w:hAnsi="Garamond"/>
          <w:b w:val="0"/>
        </w:rPr>
        <w:t>SMAELT</w:t>
      </w:r>
    </w:p>
    <w:p w14:paraId="1B4ACC9E" w14:textId="25C343B2" w:rsidR="00F92AF5" w:rsidRDefault="00E81635" w:rsidP="00BD40BD">
      <w:r>
        <w:tab/>
      </w:r>
      <w:r>
        <w:tab/>
      </w:r>
      <w:r w:rsidR="00381011">
        <w:t xml:space="preserve">Entreprise : </w:t>
      </w:r>
      <w:r w:rsidR="00AC4401">
        <w:t>M</w:t>
      </w:r>
      <w:r w:rsidR="0047178A">
        <w:t>DC</w:t>
      </w:r>
      <w:r w:rsidR="00AC4401">
        <w:t xml:space="preserve"> TP</w:t>
      </w:r>
    </w:p>
    <w:p w14:paraId="1F9886B1" w14:textId="77777777" w:rsidR="00FA574C" w:rsidRDefault="00FA574C">
      <w:pPr>
        <w:rPr>
          <w:b/>
        </w:rPr>
      </w:pPr>
    </w:p>
    <w:sectPr w:rsidR="00FA574C" w:rsidSect="00773163">
      <w:headerReference w:type="default" r:id="rId20"/>
      <w:footerReference w:type="default" r:id="rId21"/>
      <w:pgSz w:w="11907" w:h="16840" w:code="9"/>
      <w:pgMar w:top="993" w:right="851" w:bottom="794" w:left="851" w:header="720" w:footer="720" w:gutter="0"/>
      <w:paperSrc w:first="7" w:other="7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F24AE9" w14:textId="77777777" w:rsidR="00017FF1" w:rsidRDefault="00017FF1">
      <w:r>
        <w:separator/>
      </w:r>
    </w:p>
  </w:endnote>
  <w:endnote w:type="continuationSeparator" w:id="0">
    <w:p w14:paraId="290279A3" w14:textId="77777777" w:rsidR="00017FF1" w:rsidRDefault="00017F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orgio">
    <w:panose1 w:val="00000000000000000000"/>
    <w:charset w:val="00"/>
    <w:family w:val="auto"/>
    <w:pitch w:val="variable"/>
    <w:sig w:usb0="A000006F" w:usb1="0000000A" w:usb2="00000000" w:usb3="00000000" w:csb0="00000111" w:csb1="00000000"/>
  </w:font>
  <w:font w:name="ITC Avant Garde Std Bk">
    <w:panose1 w:val="020B050202020202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ITC Avant Garde Std Md">
    <w:panose1 w:val="020B0602020202020204"/>
    <w:charset w:val="00"/>
    <w:family w:val="swiss"/>
    <w:notTrueType/>
    <w:pitch w:val="variable"/>
    <w:sig w:usb0="00000003" w:usb1="00000000" w:usb2="00000000" w:usb3="00000000" w:csb0="00000001" w:csb1="00000000"/>
  </w:font>
  <w:font w:name="ITC Avant Garde Std Bk Cn">
    <w:panose1 w:val="020B040602020202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ITC Avant Garde Std XLt Cn">
    <w:panose1 w:val="010B0306020202020204"/>
    <w:charset w:val="00"/>
    <w:family w:val="swiss"/>
    <w:notTrueType/>
    <w:pitch w:val="variable"/>
    <w:sig w:usb0="00000003" w:usb1="00000000" w:usb2="00000000" w:usb3="00000000" w:csb0="00000001" w:csb1="00000000"/>
  </w:font>
  <w:font w:name="ITC Avant Garde Std Cn">
    <w:panose1 w:val="020B060602020202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2F847D" w14:textId="77777777" w:rsidR="00EE6676" w:rsidRPr="000F3B97" w:rsidRDefault="000F3B97">
    <w:pPr>
      <w:pStyle w:val="Pieddepage"/>
      <w:jc w:val="center"/>
      <w:rPr>
        <w:rFonts w:ascii="ITC Avant Garde Std Cn" w:hAnsi="ITC Avant Garde Std Cn"/>
        <w:color w:val="68A827"/>
        <w:sz w:val="16"/>
      </w:rPr>
    </w:pPr>
    <w:r w:rsidRPr="000F3B97">
      <w:rPr>
        <w:rFonts w:ascii="ITC Avant Garde Std Cn" w:hAnsi="ITC Avant Garde Std Cn"/>
        <w:color w:val="68A827"/>
        <w:sz w:val="16"/>
      </w:rPr>
      <w:t>FDPPMA42</w:t>
    </w:r>
    <w:r w:rsidR="0028551C" w:rsidRPr="000F3B97">
      <w:rPr>
        <w:rFonts w:ascii="ITC Avant Garde Std Cn" w:hAnsi="ITC Avant Garde Std Cn"/>
        <w:color w:val="68A827"/>
        <w:sz w:val="16"/>
      </w:rPr>
      <w:t xml:space="preserve">      </w:t>
    </w:r>
    <w:r w:rsidR="0028551C" w:rsidRPr="000F3B97">
      <w:rPr>
        <w:rFonts w:ascii="ITC Avant Garde Std Cn" w:hAnsi="ITC Avant Garde Std Cn"/>
        <w:color w:val="68A827"/>
        <w:sz w:val="16"/>
      </w:rPr>
      <w:sym w:font="Wingdings" w:char="002A"/>
    </w:r>
    <w:r w:rsidR="0028551C" w:rsidRPr="000F3B97">
      <w:rPr>
        <w:rFonts w:ascii="ITC Avant Garde Std Cn" w:hAnsi="ITC Avant Garde Std Cn"/>
        <w:color w:val="68A827"/>
        <w:sz w:val="16"/>
      </w:rPr>
      <w:t xml:space="preserve">  </w:t>
    </w:r>
    <w:r w:rsidR="00E81635">
      <w:rPr>
        <w:rFonts w:ascii="ITC Avant Garde Std Cn" w:hAnsi="ITC Avant Garde Std Cn"/>
        <w:color w:val="68A827"/>
        <w:sz w:val="16"/>
      </w:rPr>
      <w:t xml:space="preserve">50 route de Chavangeux, </w:t>
    </w:r>
    <w:r w:rsidR="00773163">
      <w:rPr>
        <w:rFonts w:ascii="ITC Avant Garde Std Cn" w:hAnsi="ITC Avant Garde Std Cn"/>
        <w:color w:val="68A827"/>
        <w:sz w:val="16"/>
      </w:rPr>
      <w:t>étang</w:t>
    </w:r>
    <w:r w:rsidR="00E81635">
      <w:rPr>
        <w:rFonts w:ascii="ITC Avant Garde Std Cn" w:hAnsi="ITC Avant Garde Std Cn"/>
        <w:color w:val="68A827"/>
        <w:sz w:val="16"/>
      </w:rPr>
      <w:t xml:space="preserve"> David, </w:t>
    </w:r>
    <w:r w:rsidR="00773163">
      <w:rPr>
        <w:rFonts w:ascii="ITC Avant Garde Std Cn" w:hAnsi="ITC Avant Garde Std Cn"/>
        <w:color w:val="68A827"/>
        <w:sz w:val="16"/>
      </w:rPr>
      <w:t>42170 SAINT</w:t>
    </w:r>
    <w:r w:rsidR="00E81635">
      <w:rPr>
        <w:rFonts w:ascii="ITC Avant Garde Std Cn" w:hAnsi="ITC Avant Garde Std Cn"/>
        <w:color w:val="68A827"/>
        <w:sz w:val="16"/>
      </w:rPr>
      <w:t xml:space="preserve"> JUST SAINT RAMBERT</w:t>
    </w:r>
    <w:r w:rsidR="0028551C" w:rsidRPr="000F3B97">
      <w:rPr>
        <w:rFonts w:ascii="ITC Avant Garde Std Cn" w:hAnsi="ITC Avant Garde Std Cn"/>
        <w:color w:val="68A827"/>
        <w:sz w:val="16"/>
      </w:rPr>
      <w:t xml:space="preserve">      </w:t>
    </w:r>
  </w:p>
  <w:p w14:paraId="7AFA6E7F" w14:textId="77777777" w:rsidR="00EE6676" w:rsidRPr="000F3B97" w:rsidRDefault="0028551C">
    <w:pPr>
      <w:pStyle w:val="Pieddepage"/>
      <w:jc w:val="center"/>
      <w:rPr>
        <w:rFonts w:ascii="ITC Avant Garde Std Cn" w:hAnsi="ITC Avant Garde Std Cn"/>
        <w:color w:val="68A827"/>
      </w:rPr>
    </w:pPr>
    <w:r w:rsidRPr="000F3B97">
      <w:rPr>
        <w:rFonts w:ascii="ITC Avant Garde Std Cn" w:hAnsi="ITC Avant Garde Std Cn"/>
        <w:color w:val="68A827"/>
        <w:sz w:val="16"/>
      </w:rPr>
      <w:sym w:font="Wingdings" w:char="0028"/>
    </w:r>
    <w:r w:rsidRPr="000F3B97">
      <w:rPr>
        <w:rFonts w:ascii="ITC Avant Garde Std Cn" w:hAnsi="ITC Avant Garde Std Cn"/>
        <w:color w:val="68A827"/>
        <w:sz w:val="16"/>
      </w:rPr>
      <w:t xml:space="preserve">:  </w:t>
    </w:r>
    <w:r w:rsidR="000F3B97" w:rsidRPr="000F3B97">
      <w:rPr>
        <w:rFonts w:ascii="ITC Avant Garde Std Cn" w:hAnsi="ITC Avant Garde Std Cn"/>
        <w:color w:val="68A827"/>
        <w:sz w:val="16"/>
      </w:rPr>
      <w:t xml:space="preserve">04 77 02 20 </w:t>
    </w:r>
    <w:r w:rsidRPr="000F3B97">
      <w:rPr>
        <w:rFonts w:ascii="ITC Avant Garde Std Cn" w:hAnsi="ITC Avant Garde Std Cn"/>
        <w:color w:val="68A827"/>
        <w:sz w:val="16"/>
        <w:lang w:val="de-DE"/>
      </w:rPr>
      <w:sym w:font="Wingdings" w:char="003A"/>
    </w:r>
    <w:r w:rsidRPr="000F3B97">
      <w:rPr>
        <w:rFonts w:ascii="ITC Avant Garde Std Cn" w:hAnsi="ITC Avant Garde Std Cn"/>
        <w:color w:val="68A827"/>
        <w:sz w:val="16"/>
      </w:rPr>
      <w:t xml:space="preserve"> : </w:t>
    </w:r>
    <w:r w:rsidR="000F3B97" w:rsidRPr="000F3B97">
      <w:rPr>
        <w:rFonts w:ascii="ITC Avant Garde Std Cn" w:hAnsi="ITC Avant Garde Std Cn"/>
        <w:color w:val="68A827"/>
        <w:sz w:val="16"/>
      </w:rPr>
      <w:t>flppma@federationpeche42.fr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AFB539" w14:textId="77777777" w:rsidR="00017FF1" w:rsidRDefault="00017FF1">
      <w:r>
        <w:separator/>
      </w:r>
    </w:p>
  </w:footnote>
  <w:footnote w:type="continuationSeparator" w:id="0">
    <w:p w14:paraId="5FA8C54A" w14:textId="77777777" w:rsidR="00017FF1" w:rsidRDefault="00017F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117451" w14:textId="21C7C41A" w:rsidR="00256AC6" w:rsidRDefault="00773163" w:rsidP="00256AC6">
    <w:pPr>
      <w:pStyle w:val="En-tte"/>
      <w:jc w:val="center"/>
      <w:rPr>
        <w:sz w:val="14"/>
        <w:szCs w:val="14"/>
      </w:rPr>
    </w:pPr>
    <w:r w:rsidRPr="00256AC6">
      <w:rPr>
        <w:sz w:val="14"/>
        <w:szCs w:val="14"/>
      </w:rPr>
      <w:t xml:space="preserve">COMPTE RENDU D’EXECUTION D’OPERATION DE </w:t>
    </w:r>
    <w:r w:rsidR="00140B04" w:rsidRPr="00256AC6">
      <w:rPr>
        <w:sz w:val="14"/>
        <w:szCs w:val="14"/>
      </w:rPr>
      <w:t>CAPTURE AUTORISEE</w:t>
    </w:r>
    <w:r w:rsidRPr="00256AC6">
      <w:rPr>
        <w:sz w:val="14"/>
        <w:szCs w:val="14"/>
      </w:rPr>
      <w:t xml:space="preserve"> EN VERTU DE L’ARTICLE L 436-9 DU CODE DE L’ENVIRONNEMENT</w:t>
    </w:r>
    <w:r w:rsidR="00256AC6">
      <w:rPr>
        <w:sz w:val="14"/>
        <w:szCs w:val="14"/>
      </w:rPr>
      <w:t xml:space="preserve"> </w:t>
    </w:r>
    <w:r w:rsidR="00AC4401">
      <w:rPr>
        <w:sz w:val="14"/>
        <w:szCs w:val="14"/>
      </w:rPr>
      <w:fldChar w:fldCharType="begin"/>
    </w:r>
    <w:r w:rsidR="00AC4401">
      <w:rPr>
        <w:sz w:val="14"/>
        <w:szCs w:val="14"/>
      </w:rPr>
      <w:instrText xml:space="preserve"> FILENAME \* MERGEFORMAT </w:instrText>
    </w:r>
    <w:r w:rsidR="00AC4401">
      <w:rPr>
        <w:sz w:val="14"/>
        <w:szCs w:val="14"/>
      </w:rPr>
      <w:fldChar w:fldCharType="separate"/>
    </w:r>
    <w:r w:rsidR="00B34933">
      <w:rPr>
        <w:noProof/>
        <w:sz w:val="14"/>
        <w:szCs w:val="14"/>
      </w:rPr>
      <w:t>CROP_Sauv_Valencize_PtChorieux_MONTAGNIERTP_29-09-2025.docx</w:t>
    </w:r>
    <w:r w:rsidR="00AC4401">
      <w:rPr>
        <w:sz w:val="14"/>
        <w:szCs w:val="14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225"/>
  <w:printFractionalCharacterWidth/>
  <w:hideSpellingErrors/>
  <w:hideGrammaticalErrors/>
  <w:proofState w:spelling="clean" w:grammar="clean"/>
  <w:attachedTemplate r:id="rId1"/>
  <w:defaultTabStop w:val="709"/>
  <w:hyphenationZone w:val="425"/>
  <w:doNotHyphenateCaps/>
  <w:drawingGridHorizontalSpacing w:val="57"/>
  <w:drawingGridVerticalSpacing w:val="57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7FF1"/>
    <w:rsid w:val="00017FF1"/>
    <w:rsid w:val="00083B5D"/>
    <w:rsid w:val="000C3651"/>
    <w:rsid w:val="000F3B97"/>
    <w:rsid w:val="0010451B"/>
    <w:rsid w:val="00137D55"/>
    <w:rsid w:val="00140B04"/>
    <w:rsid w:val="001412C7"/>
    <w:rsid w:val="00172E04"/>
    <w:rsid w:val="001C6DEC"/>
    <w:rsid w:val="001E51F4"/>
    <w:rsid w:val="001F2FCA"/>
    <w:rsid w:val="002100EB"/>
    <w:rsid w:val="00256AC6"/>
    <w:rsid w:val="0028551C"/>
    <w:rsid w:val="00285801"/>
    <w:rsid w:val="00346858"/>
    <w:rsid w:val="003578C4"/>
    <w:rsid w:val="00365822"/>
    <w:rsid w:val="00381011"/>
    <w:rsid w:val="003D3B81"/>
    <w:rsid w:val="00463180"/>
    <w:rsid w:val="0047178A"/>
    <w:rsid w:val="00486C47"/>
    <w:rsid w:val="00493A0D"/>
    <w:rsid w:val="004A1FD8"/>
    <w:rsid w:val="004F594B"/>
    <w:rsid w:val="005121D5"/>
    <w:rsid w:val="005801FF"/>
    <w:rsid w:val="00585F4C"/>
    <w:rsid w:val="005B6028"/>
    <w:rsid w:val="00616D56"/>
    <w:rsid w:val="00625906"/>
    <w:rsid w:val="00671FAD"/>
    <w:rsid w:val="006E7620"/>
    <w:rsid w:val="006F3624"/>
    <w:rsid w:val="00773163"/>
    <w:rsid w:val="008820D5"/>
    <w:rsid w:val="009B2A99"/>
    <w:rsid w:val="00A57D71"/>
    <w:rsid w:val="00A748C9"/>
    <w:rsid w:val="00AC4401"/>
    <w:rsid w:val="00AF450B"/>
    <w:rsid w:val="00B34933"/>
    <w:rsid w:val="00B51E0C"/>
    <w:rsid w:val="00B565CF"/>
    <w:rsid w:val="00B824BB"/>
    <w:rsid w:val="00B96056"/>
    <w:rsid w:val="00BD40BD"/>
    <w:rsid w:val="00C5708E"/>
    <w:rsid w:val="00C95BB6"/>
    <w:rsid w:val="00CA3CBD"/>
    <w:rsid w:val="00E264D1"/>
    <w:rsid w:val="00E81635"/>
    <w:rsid w:val="00EA57E7"/>
    <w:rsid w:val="00EE6676"/>
    <w:rsid w:val="00F1656F"/>
    <w:rsid w:val="00F92AF5"/>
    <w:rsid w:val="00F9618D"/>
    <w:rsid w:val="00FA574C"/>
    <w:rsid w:val="00FB1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20B9FEC"/>
  <w15:chartTrackingRefBased/>
  <w15:docId w15:val="{03B11ACB-EABD-4F99-9B63-B6DDD91B11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qFormat/>
    <w:pPr>
      <w:keepNext/>
      <w:jc w:val="center"/>
      <w:outlineLvl w:val="0"/>
    </w:pPr>
    <w:rPr>
      <w:sz w:val="24"/>
    </w:rPr>
  </w:style>
  <w:style w:type="paragraph" w:styleId="Titre2">
    <w:name w:val="heading 2"/>
    <w:basedOn w:val="Normal"/>
    <w:next w:val="Normal"/>
    <w:qFormat/>
    <w:pPr>
      <w:keepNext/>
      <w:outlineLvl w:val="1"/>
    </w:pPr>
    <w:rPr>
      <w:rFonts w:ascii="Arial" w:hAnsi="Arial"/>
      <w:snapToGrid w:val="0"/>
      <w:color w:val="000000"/>
      <w:sz w:val="36"/>
    </w:rPr>
  </w:style>
  <w:style w:type="paragraph" w:styleId="Titre3">
    <w:name w:val="heading 3"/>
    <w:basedOn w:val="Normal"/>
    <w:next w:val="Normal"/>
    <w:qFormat/>
    <w:pPr>
      <w:keepNext/>
      <w:jc w:val="center"/>
      <w:outlineLvl w:val="2"/>
    </w:pPr>
    <w:rPr>
      <w:rFonts w:ascii="Arial" w:hAnsi="Arial"/>
      <w:snapToGrid w:val="0"/>
      <w:color w:val="000000"/>
      <w:sz w:val="36"/>
    </w:rPr>
  </w:style>
  <w:style w:type="paragraph" w:styleId="Titre4">
    <w:name w:val="heading 4"/>
    <w:basedOn w:val="Normal"/>
    <w:next w:val="Normal"/>
    <w:qFormat/>
    <w:pPr>
      <w:keepNext/>
      <w:jc w:val="center"/>
      <w:outlineLvl w:val="3"/>
    </w:pPr>
    <w:rPr>
      <w:rFonts w:ascii="Arial" w:hAnsi="Arial"/>
      <w:snapToGrid w:val="0"/>
      <w:color w:val="000000"/>
      <w:sz w:val="24"/>
    </w:rPr>
  </w:style>
  <w:style w:type="paragraph" w:styleId="Titre5">
    <w:name w:val="heading 5"/>
    <w:basedOn w:val="Normal"/>
    <w:next w:val="Normal"/>
    <w:qFormat/>
    <w:pPr>
      <w:keepNext/>
      <w:jc w:val="center"/>
      <w:outlineLvl w:val="4"/>
    </w:pPr>
    <w:rPr>
      <w:b/>
      <w:sz w:val="24"/>
    </w:rPr>
  </w:style>
  <w:style w:type="paragraph" w:styleId="Titre6">
    <w:name w:val="heading 6"/>
    <w:basedOn w:val="Normal"/>
    <w:next w:val="Normal"/>
    <w:qFormat/>
    <w:pPr>
      <w:keepNext/>
      <w:jc w:val="both"/>
      <w:outlineLvl w:val="5"/>
    </w:pPr>
    <w:rPr>
      <w:b/>
    </w:rPr>
  </w:style>
  <w:style w:type="paragraph" w:styleId="Titre7">
    <w:name w:val="heading 7"/>
    <w:basedOn w:val="Normal"/>
    <w:next w:val="Normal"/>
    <w:qFormat/>
    <w:pPr>
      <w:keepNext/>
      <w:tabs>
        <w:tab w:val="left" w:pos="4536"/>
      </w:tabs>
      <w:jc w:val="center"/>
      <w:outlineLvl w:val="6"/>
    </w:pPr>
    <w:rPr>
      <w:b/>
    </w:rPr>
  </w:style>
  <w:style w:type="paragraph" w:styleId="Titre8">
    <w:name w:val="heading 8"/>
    <w:basedOn w:val="Normal"/>
    <w:next w:val="Normal"/>
    <w:qFormat/>
    <w:pPr>
      <w:keepNext/>
      <w:tabs>
        <w:tab w:val="left" w:pos="2268"/>
        <w:tab w:val="left" w:pos="3969"/>
      </w:tabs>
      <w:outlineLvl w:val="7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Corpsdetexte">
    <w:name w:val="Body Text"/>
    <w:basedOn w:val="Normal"/>
    <w:semiHidden/>
    <w:rPr>
      <w:b/>
      <w:sz w:val="24"/>
    </w:rPr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paragraph" w:styleId="Corpsdetexte2">
    <w:name w:val="Body Text 2"/>
    <w:basedOn w:val="Normal"/>
    <w:semiHidden/>
    <w:rPr>
      <w:sz w:val="16"/>
    </w:rPr>
  </w:style>
  <w:style w:type="character" w:styleId="Lienhypertexte">
    <w:name w:val="Hyperlink"/>
    <w:basedOn w:val="Policepardfaut"/>
    <w:semiHidden/>
    <w:rPr>
      <w:color w:val="0000FF"/>
      <w:u w:val="single"/>
    </w:rPr>
  </w:style>
  <w:style w:type="paragraph" w:styleId="Lgende">
    <w:name w:val="caption"/>
    <w:basedOn w:val="Normal"/>
    <w:next w:val="Normal"/>
    <w:qFormat/>
    <w:rPr>
      <w:rFonts w:ascii="Arial" w:hAnsi="Arial" w:cs="Arial"/>
      <w:b/>
      <w:bC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6649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8" Type="http://schemas.openxmlformats.org/officeDocument/2006/relationships/image" Target="media/image50.jpeg"/><Relationship Id="rId3" Type="http://schemas.openxmlformats.org/officeDocument/2006/relationships/webSettings" Target="webSettings.xml"/><Relationship Id="rId21" Type="http://schemas.openxmlformats.org/officeDocument/2006/relationships/footer" Target="footer1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20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23" Type="http://schemas.openxmlformats.org/officeDocument/2006/relationships/theme" Target="theme/theme1.xml"/><Relationship Id="rId19" Type="http://schemas.openxmlformats.org/officeDocument/2006/relationships/image" Target="media/image60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22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.gres\Documents\Mod&#232;les%20Office%20personnalis&#233;s\CROP_Sauv_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CROP_Sauv_.dotx</Template>
  <TotalTime>18</TotalTime>
  <Pages>1</Pages>
  <Words>252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Company>CONSEIL SUPERIEUR DE LA PECHE</Company>
  <LinksUpToDate>false</LinksUpToDate>
  <CharactersWithSpaces>1645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Pierre GRES</dc:creator>
  <cp:keywords/>
  <cp:lastModifiedBy>Pierre gres5</cp:lastModifiedBy>
  <cp:revision>3</cp:revision>
  <cp:lastPrinted>2025-10-14T10:12:00Z</cp:lastPrinted>
  <dcterms:created xsi:type="dcterms:W3CDTF">2025-10-14T10:22:00Z</dcterms:created>
  <dcterms:modified xsi:type="dcterms:W3CDTF">2025-10-14T10:30:00Z</dcterms:modified>
</cp:coreProperties>
</file>